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6EF3D" w14:textId="1838DE71" w:rsidR="00D058B9" w:rsidRPr="00CB1473" w:rsidRDefault="00D058B9" w:rsidP="00D058B9">
      <w:pPr>
        <w:numPr>
          <w:ilvl w:val="0"/>
          <w:numId w:val="34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CB1473">
        <w:rPr>
          <w:rFonts w:cs="Arial"/>
          <w:szCs w:val="18"/>
        </w:rPr>
        <w:t>Please keep a copy of all documents submitted to CCOF</w:t>
      </w:r>
      <w:r w:rsidRPr="00CB1473" w:rsidDel="00B07D3C">
        <w:rPr>
          <w:rFonts w:cs="Arial"/>
          <w:szCs w:val="18"/>
        </w:rPr>
        <w:t xml:space="preserve"> </w:t>
      </w:r>
      <w:r w:rsidRPr="00CB1473">
        <w:rPr>
          <w:rFonts w:cs="Arial"/>
          <w:szCs w:val="18"/>
        </w:rPr>
        <w:t>for your records.</w:t>
      </w:r>
    </w:p>
    <w:p w14:paraId="0534B6BF" w14:textId="2F12B60D" w:rsidR="000513D2" w:rsidRPr="00CB1473" w:rsidRDefault="00561D67" w:rsidP="000513D2">
      <w:pPr>
        <w:numPr>
          <w:ilvl w:val="0"/>
          <w:numId w:val="34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CB1473">
        <w:rPr>
          <w:rFonts w:cs="Arial"/>
          <w:bCs/>
          <w:szCs w:val="18"/>
        </w:rPr>
        <w:t xml:space="preserve">See </w:t>
      </w:r>
      <w:hyperlink r:id="rId12" w:history="1">
        <w:r w:rsidR="006C4D09">
          <w:rPr>
            <w:rStyle w:val="Hyperlink"/>
            <w:rFonts w:cs="Arial"/>
            <w:b/>
            <w:szCs w:val="18"/>
          </w:rPr>
          <w:t>www.ccof.org/faq</w:t>
        </w:r>
      </w:hyperlink>
      <w:r w:rsidR="0006518B" w:rsidRPr="00CB1473">
        <w:rPr>
          <w:rFonts w:cs="Arial"/>
          <w:bCs/>
          <w:szCs w:val="18"/>
        </w:rPr>
        <w:t xml:space="preserve"> or contact us with questions. </w:t>
      </w:r>
      <w:r w:rsidR="0089376D" w:rsidRPr="00CB1473">
        <w:rPr>
          <w:rFonts w:cs="Arial"/>
          <w:bCs/>
          <w:szCs w:val="18"/>
        </w:rPr>
        <w:t xml:space="preserve">Find all forms at </w:t>
      </w:r>
      <w:hyperlink r:id="rId13" w:history="1">
        <w:r w:rsidR="006C4D09">
          <w:rPr>
            <w:rStyle w:val="Hyperlink"/>
            <w:rFonts w:cs="Arial"/>
            <w:b/>
            <w:bCs/>
            <w:szCs w:val="18"/>
          </w:rPr>
          <w:t>www.ccof.org/resources/resource-library</w:t>
        </w:r>
      </w:hyperlink>
      <w:r w:rsidR="0089376D" w:rsidRPr="00CB1473">
        <w:rPr>
          <w:rFonts w:cs="Arial"/>
          <w:bCs/>
          <w:szCs w:val="18"/>
        </w:rPr>
        <w:t xml:space="preserve">. </w:t>
      </w:r>
    </w:p>
    <w:p w14:paraId="3F8015E6" w14:textId="77777777" w:rsidR="0010745E" w:rsidRPr="00CB1473" w:rsidRDefault="0010745E" w:rsidP="005C62C2">
      <w:pPr>
        <w:pStyle w:val="ListParagraph"/>
        <w:numPr>
          <w:ilvl w:val="0"/>
          <w:numId w:val="45"/>
        </w:numPr>
        <w:spacing w:before="240"/>
        <w:ind w:left="360" w:right="-43"/>
        <w:contextualSpacing w:val="0"/>
        <w:outlineLvl w:val="0"/>
        <w:rPr>
          <w:rFonts w:cs="Arial"/>
          <w:b/>
          <w:szCs w:val="18"/>
        </w:rPr>
      </w:pPr>
      <w:bookmarkStart w:id="0" w:name="_Hlk517780704"/>
      <w:r w:rsidRPr="00CB1473">
        <w:rPr>
          <w:rFonts w:cs="Arial"/>
          <w:b/>
          <w:szCs w:val="18"/>
        </w:rPr>
        <w:t>Complete and send the following to apply for certification:</w:t>
      </w:r>
    </w:p>
    <w:p w14:paraId="1D17C175" w14:textId="2AF28BFE" w:rsidR="004A7026" w:rsidRPr="00CB1473" w:rsidRDefault="00CE4CF8" w:rsidP="00665269">
      <w:pPr>
        <w:pStyle w:val="ListParagraph"/>
        <w:numPr>
          <w:ilvl w:val="0"/>
          <w:numId w:val="46"/>
        </w:numPr>
        <w:spacing w:before="60"/>
        <w:ind w:right="-43"/>
        <w:contextualSpacing w:val="0"/>
        <w:outlineLvl w:val="0"/>
        <w:rPr>
          <w:rFonts w:cs="Arial"/>
          <w:b/>
          <w:szCs w:val="18"/>
        </w:rPr>
      </w:pPr>
      <w:r>
        <w:rPr>
          <w:rFonts w:cs="Arial"/>
          <w:bCs/>
          <w:szCs w:val="18"/>
        </w:rPr>
        <w:t xml:space="preserve">CCOF </w:t>
      </w:r>
      <w:r w:rsidR="0010745E" w:rsidRPr="00CB1473">
        <w:rPr>
          <w:rFonts w:cs="Arial"/>
          <w:bCs/>
          <w:szCs w:val="18"/>
        </w:rPr>
        <w:t xml:space="preserve">Certification Contract (this </w:t>
      </w:r>
      <w:r w:rsidR="00E61C3E">
        <w:rPr>
          <w:rFonts w:cs="Arial"/>
          <w:bCs/>
          <w:szCs w:val="18"/>
        </w:rPr>
        <w:t>6</w:t>
      </w:r>
      <w:r w:rsidR="0010745E" w:rsidRPr="00CB1473">
        <w:rPr>
          <w:rFonts w:cs="Arial"/>
          <w:bCs/>
          <w:szCs w:val="18"/>
        </w:rPr>
        <w:t>-page form)</w:t>
      </w:r>
    </w:p>
    <w:p w14:paraId="4E71C16F" w14:textId="21A60EC3" w:rsidR="004A7026" w:rsidRPr="00CB1473" w:rsidRDefault="0010745E" w:rsidP="00665269">
      <w:pPr>
        <w:pStyle w:val="ListParagraph"/>
        <w:numPr>
          <w:ilvl w:val="0"/>
          <w:numId w:val="46"/>
        </w:numPr>
        <w:spacing w:before="60"/>
        <w:ind w:right="-43"/>
        <w:contextualSpacing w:val="0"/>
        <w:outlineLvl w:val="0"/>
        <w:rPr>
          <w:rFonts w:cs="Arial"/>
          <w:b/>
          <w:szCs w:val="18"/>
        </w:rPr>
      </w:pPr>
      <w:r w:rsidRPr="00CB1473">
        <w:rPr>
          <w:rFonts w:cs="Arial"/>
          <w:bCs/>
          <w:szCs w:val="18"/>
        </w:rPr>
        <w:t>Organic System Plan (OSP) forms and attachments</w:t>
      </w:r>
      <w:r w:rsidR="000D322A">
        <w:rPr>
          <w:rFonts w:cs="Arial"/>
          <w:bCs/>
          <w:szCs w:val="18"/>
        </w:rPr>
        <w:t>:</w:t>
      </w:r>
    </w:p>
    <w:p w14:paraId="6A008061" w14:textId="77777777" w:rsidR="004A7026" w:rsidRPr="00CB1473" w:rsidRDefault="0010745E" w:rsidP="0031762E">
      <w:pPr>
        <w:pStyle w:val="ListParagraph"/>
        <w:numPr>
          <w:ilvl w:val="1"/>
          <w:numId w:val="46"/>
        </w:numPr>
        <w:spacing w:before="60"/>
        <w:ind w:left="1080" w:right="-43"/>
        <w:contextualSpacing w:val="0"/>
        <w:outlineLvl w:val="0"/>
        <w:rPr>
          <w:rFonts w:cs="Arial"/>
          <w:b/>
          <w:szCs w:val="18"/>
        </w:rPr>
      </w:pPr>
      <w:r w:rsidRPr="00CB1473">
        <w:rPr>
          <w:rFonts w:cs="Arial"/>
          <w:bCs/>
          <w:szCs w:val="18"/>
        </w:rPr>
        <w:t>Carefully review the Organic System Plan (OSP) Guides applicable to your operation, and complete all forms</w:t>
      </w:r>
      <w:r w:rsidR="004A7026" w:rsidRPr="00CB1473">
        <w:rPr>
          <w:rFonts w:cs="Arial"/>
          <w:bCs/>
          <w:szCs w:val="18"/>
        </w:rPr>
        <w:t xml:space="preserve"> </w:t>
      </w:r>
      <w:r w:rsidRPr="00CB1473">
        <w:rPr>
          <w:rFonts w:cs="Arial"/>
          <w:bCs/>
          <w:szCs w:val="18"/>
        </w:rPr>
        <w:t xml:space="preserve">indicated: </w:t>
      </w:r>
    </w:p>
    <w:p w14:paraId="67471086" w14:textId="0C246504" w:rsidR="004A7026" w:rsidRPr="00CE4CF8" w:rsidRDefault="0010745E" w:rsidP="0031762E">
      <w:pPr>
        <w:pStyle w:val="ListParagraph"/>
        <w:numPr>
          <w:ilvl w:val="2"/>
          <w:numId w:val="46"/>
        </w:numPr>
        <w:spacing w:before="60"/>
        <w:ind w:left="1440" w:right="-43"/>
        <w:contextualSpacing w:val="0"/>
        <w:outlineLvl w:val="0"/>
        <w:rPr>
          <w:rFonts w:cs="Arial"/>
          <w:b/>
          <w:szCs w:val="18"/>
        </w:rPr>
      </w:pPr>
      <w:hyperlink r:id="rId14" w:history="1">
        <w:r w:rsidRPr="00CE4CF8">
          <w:rPr>
            <w:rStyle w:val="Hyperlink"/>
            <w:rFonts w:cs="Arial"/>
            <w:b/>
            <w:szCs w:val="18"/>
          </w:rPr>
          <w:t>Guide to Grower OSP Forms</w:t>
        </w:r>
      </w:hyperlink>
    </w:p>
    <w:p w14:paraId="74CFDDE7" w14:textId="77777777" w:rsidR="00633EA0" w:rsidRPr="00CB1473" w:rsidRDefault="00633EA0" w:rsidP="00633EA0">
      <w:pPr>
        <w:pStyle w:val="ListParagraph"/>
        <w:numPr>
          <w:ilvl w:val="2"/>
          <w:numId w:val="46"/>
        </w:numPr>
        <w:spacing w:before="60"/>
        <w:ind w:left="1440" w:right="-43"/>
        <w:contextualSpacing w:val="0"/>
        <w:outlineLvl w:val="0"/>
        <w:rPr>
          <w:rFonts w:cs="Arial"/>
          <w:b/>
          <w:szCs w:val="18"/>
        </w:rPr>
      </w:pPr>
      <w:hyperlink r:id="rId15" w:history="1">
        <w:r>
          <w:rPr>
            <w:rStyle w:val="Hyperlink"/>
            <w:rFonts w:cs="Arial"/>
            <w:b/>
            <w:szCs w:val="18"/>
          </w:rPr>
          <w:t>Guide to Handler OSP Forms</w:t>
        </w:r>
      </w:hyperlink>
    </w:p>
    <w:p w14:paraId="533ACC5D" w14:textId="5053999D" w:rsidR="0045064E" w:rsidRPr="00540D5F" w:rsidRDefault="0045064E" w:rsidP="0031762E">
      <w:pPr>
        <w:pStyle w:val="ListParagraph"/>
        <w:numPr>
          <w:ilvl w:val="2"/>
          <w:numId w:val="46"/>
        </w:numPr>
        <w:spacing w:before="60"/>
        <w:ind w:left="1440" w:right="-43"/>
        <w:contextualSpacing w:val="0"/>
        <w:outlineLvl w:val="0"/>
        <w:rPr>
          <w:rFonts w:cs="Arial"/>
          <w:b/>
          <w:szCs w:val="18"/>
        </w:rPr>
      </w:pPr>
      <w:hyperlink r:id="rId16" w:history="1">
        <w:r w:rsidRPr="0045064E">
          <w:rPr>
            <w:rStyle w:val="Hyperlink"/>
            <w:rFonts w:cs="Arial"/>
            <w:b/>
            <w:szCs w:val="18"/>
          </w:rPr>
          <w:t>Guide to Livestock Producer OSP Forms</w:t>
        </w:r>
      </w:hyperlink>
    </w:p>
    <w:p w14:paraId="2CA96FCC" w14:textId="73B3006E" w:rsidR="007E1F90" w:rsidRPr="00540D5F" w:rsidRDefault="005940FB" w:rsidP="00274065">
      <w:pPr>
        <w:pStyle w:val="ListParagraph"/>
        <w:numPr>
          <w:ilvl w:val="2"/>
          <w:numId w:val="46"/>
        </w:numPr>
        <w:spacing w:before="60"/>
        <w:ind w:left="1440" w:right="-43"/>
        <w:contextualSpacing w:val="0"/>
        <w:outlineLvl w:val="0"/>
        <w:rPr>
          <w:rFonts w:cs="Arial"/>
          <w:b/>
          <w:szCs w:val="18"/>
        </w:rPr>
      </w:pPr>
      <w:hyperlink r:id="rId17" w:history="1">
        <w:r w:rsidRPr="00274065">
          <w:rPr>
            <w:rStyle w:val="Hyperlink"/>
            <w:rFonts w:cs="Arial"/>
            <w:b/>
            <w:szCs w:val="18"/>
          </w:rPr>
          <w:t>Guide to Retail Establishment OSP Forms</w:t>
        </w:r>
      </w:hyperlink>
    </w:p>
    <w:p w14:paraId="2861771C" w14:textId="7DC5A7A5" w:rsidR="0010745E" w:rsidRPr="00CB1473" w:rsidRDefault="00AB7152" w:rsidP="00665269">
      <w:pPr>
        <w:pStyle w:val="ListParagraph"/>
        <w:numPr>
          <w:ilvl w:val="0"/>
          <w:numId w:val="46"/>
        </w:numPr>
        <w:spacing w:before="60"/>
        <w:ind w:right="-43"/>
        <w:contextualSpacing w:val="0"/>
        <w:outlineLvl w:val="0"/>
        <w:rPr>
          <w:rFonts w:cs="Arial"/>
          <w:b/>
          <w:szCs w:val="18"/>
        </w:rPr>
      </w:pPr>
      <w:r w:rsidRPr="00CB1473">
        <w:rPr>
          <w:rFonts w:cs="Arial"/>
          <w:bCs/>
          <w:szCs w:val="18"/>
        </w:rPr>
        <w:t>$3</w:t>
      </w:r>
      <w:r w:rsidR="004622AB">
        <w:rPr>
          <w:rFonts w:cs="Arial"/>
          <w:bCs/>
          <w:szCs w:val="18"/>
        </w:rPr>
        <w:t>50</w:t>
      </w:r>
      <w:r w:rsidRPr="00CB1473">
        <w:rPr>
          <w:rFonts w:cs="Arial"/>
          <w:b/>
          <w:szCs w:val="18"/>
        </w:rPr>
        <w:t xml:space="preserve"> </w:t>
      </w:r>
      <w:r w:rsidR="00E61C3E">
        <w:rPr>
          <w:rFonts w:cs="Arial"/>
          <w:bCs/>
          <w:szCs w:val="18"/>
        </w:rPr>
        <w:t>nonrefundable</w:t>
      </w:r>
      <w:r w:rsidR="00C71DB6">
        <w:rPr>
          <w:rFonts w:cs="Arial"/>
          <w:bCs/>
          <w:szCs w:val="18"/>
        </w:rPr>
        <w:t xml:space="preserve"> </w:t>
      </w:r>
      <w:r w:rsidR="0010745E" w:rsidRPr="00CB1473">
        <w:rPr>
          <w:rFonts w:cs="Arial"/>
          <w:bCs/>
          <w:szCs w:val="18"/>
        </w:rPr>
        <w:t>fee</w:t>
      </w:r>
      <w:r w:rsidR="00C71DB6">
        <w:rPr>
          <w:rFonts w:cs="Arial"/>
          <w:bCs/>
          <w:szCs w:val="18"/>
        </w:rPr>
        <w:t xml:space="preserve"> due with application</w:t>
      </w:r>
      <w:r w:rsidR="00E61C3E">
        <w:rPr>
          <w:rFonts w:cs="Arial"/>
          <w:bCs/>
          <w:szCs w:val="18"/>
        </w:rPr>
        <w:t>:</w:t>
      </w:r>
    </w:p>
    <w:p w14:paraId="20715944" w14:textId="6EFA83DC" w:rsidR="00F27032" w:rsidRPr="00F27032" w:rsidRDefault="00F27032" w:rsidP="0031762E">
      <w:pPr>
        <w:spacing w:before="60"/>
        <w:ind w:left="1080" w:right="-43"/>
        <w:outlineLvl w:val="0"/>
        <w:rPr>
          <w:rFonts w:cs="Arial"/>
          <w:b/>
          <w:szCs w:val="18"/>
        </w:rPr>
      </w:pPr>
      <w:r w:rsidRPr="00CB1473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CB1473">
        <w:rPr>
          <w:rFonts w:cs="Arial"/>
          <w:szCs w:val="18"/>
        </w:rPr>
        <w:instrText xml:space="preserve"> FORMCHECKBOX </w:instrText>
      </w:r>
      <w:r w:rsidRPr="00CB1473">
        <w:rPr>
          <w:rFonts w:cs="Arial"/>
          <w:szCs w:val="18"/>
        </w:rPr>
      </w:r>
      <w:r w:rsidRPr="00CB1473">
        <w:rPr>
          <w:rFonts w:cs="Arial"/>
          <w:szCs w:val="18"/>
        </w:rPr>
        <w:fldChar w:fldCharType="separate"/>
      </w:r>
      <w:r w:rsidRPr="00CB1473">
        <w:rPr>
          <w:rFonts w:cs="Arial"/>
          <w:szCs w:val="18"/>
        </w:rPr>
        <w:fldChar w:fldCharType="end"/>
      </w:r>
      <w:r w:rsidRPr="00CB1473">
        <w:rPr>
          <w:rFonts w:cs="Arial"/>
          <w:szCs w:val="18"/>
        </w:rPr>
        <w:t xml:space="preserve"> </w:t>
      </w:r>
      <w:r w:rsidR="00E0528E">
        <w:rPr>
          <w:rFonts w:cs="Arial"/>
          <w:szCs w:val="18"/>
        </w:rPr>
        <w:t>M</w:t>
      </w:r>
      <w:r>
        <w:rPr>
          <w:rFonts w:cs="Arial"/>
          <w:szCs w:val="18"/>
        </w:rPr>
        <w:t>y c</w:t>
      </w:r>
      <w:r w:rsidRPr="00CB1473">
        <w:rPr>
          <w:rFonts w:cs="Arial"/>
          <w:szCs w:val="18"/>
        </w:rPr>
        <w:t xml:space="preserve">redit </w:t>
      </w:r>
      <w:r>
        <w:rPr>
          <w:rFonts w:cs="Arial"/>
          <w:szCs w:val="18"/>
        </w:rPr>
        <w:t>c</w:t>
      </w:r>
      <w:r w:rsidRPr="00CB1473">
        <w:rPr>
          <w:rFonts w:cs="Arial"/>
          <w:szCs w:val="18"/>
        </w:rPr>
        <w:t xml:space="preserve">ard information </w:t>
      </w:r>
      <w:r w:rsidR="00E0528E">
        <w:rPr>
          <w:rFonts w:cs="Arial"/>
          <w:szCs w:val="18"/>
        </w:rPr>
        <w:t xml:space="preserve">is </w:t>
      </w:r>
      <w:r w:rsidRPr="00CB1473">
        <w:rPr>
          <w:rFonts w:cs="Arial"/>
          <w:szCs w:val="18"/>
        </w:rPr>
        <w:t xml:space="preserve">on page </w:t>
      </w:r>
      <w:r w:rsidR="00A26BB7">
        <w:rPr>
          <w:rFonts w:cs="Arial"/>
          <w:szCs w:val="18"/>
        </w:rPr>
        <w:t>6</w:t>
      </w:r>
      <w:r w:rsidRPr="00CB1473">
        <w:rPr>
          <w:rFonts w:cs="Arial"/>
          <w:szCs w:val="18"/>
        </w:rPr>
        <w:t xml:space="preserve">    </w:t>
      </w:r>
      <w:r w:rsidRPr="00CB1473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4"/>
      <w:r w:rsidRPr="00CB1473">
        <w:rPr>
          <w:rFonts w:cs="Arial"/>
          <w:szCs w:val="18"/>
        </w:rPr>
        <w:instrText xml:space="preserve"> FORMCHECKBOX </w:instrText>
      </w:r>
      <w:r w:rsidRPr="00CB1473">
        <w:rPr>
          <w:rFonts w:cs="Arial"/>
          <w:szCs w:val="18"/>
        </w:rPr>
      </w:r>
      <w:r w:rsidRPr="00CB1473">
        <w:rPr>
          <w:rFonts w:cs="Arial"/>
          <w:szCs w:val="18"/>
        </w:rPr>
        <w:fldChar w:fldCharType="separate"/>
      </w:r>
      <w:r w:rsidRPr="00CB1473">
        <w:rPr>
          <w:rFonts w:cs="Arial"/>
          <w:szCs w:val="18"/>
        </w:rPr>
        <w:fldChar w:fldCharType="end"/>
      </w:r>
      <w:bookmarkEnd w:id="1"/>
      <w:r w:rsidRPr="00CB147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I have </w:t>
      </w:r>
      <w:r w:rsidR="00943B4D">
        <w:rPr>
          <w:rFonts w:cs="Arial"/>
          <w:szCs w:val="18"/>
        </w:rPr>
        <w:t xml:space="preserve">included </w:t>
      </w:r>
      <w:r>
        <w:rPr>
          <w:rFonts w:cs="Arial"/>
          <w:szCs w:val="18"/>
        </w:rPr>
        <w:t xml:space="preserve">another </w:t>
      </w:r>
      <w:r w:rsidRPr="00CB1473">
        <w:rPr>
          <w:rFonts w:cs="Arial"/>
          <w:szCs w:val="18"/>
        </w:rPr>
        <w:t>form of payment</w:t>
      </w:r>
    </w:p>
    <w:tbl>
      <w:tblPr>
        <w:tblW w:w="9900" w:type="dxa"/>
        <w:tblInd w:w="108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0"/>
        <w:gridCol w:w="7650"/>
      </w:tblGrid>
      <w:tr w:rsidR="004A7026" w:rsidRPr="00CB1473" w14:paraId="7E9B5F16" w14:textId="77777777" w:rsidTr="00A75CDC">
        <w:trPr>
          <w:cantSplit/>
          <w:trHeight w:val="360"/>
        </w:trPr>
        <w:tc>
          <w:tcPr>
            <w:tcW w:w="2250" w:type="dxa"/>
            <w:vAlign w:val="center"/>
          </w:tcPr>
          <w:p w14:paraId="301EC483" w14:textId="3FEA8DF0" w:rsidR="004A7026" w:rsidRPr="00CB1473" w:rsidRDefault="004A7026" w:rsidP="00E61C3E">
            <w:pPr>
              <w:spacing w:before="60"/>
              <w:ind w:left="-120" w:right="-43"/>
              <w:rPr>
                <w:rFonts w:cs="Arial"/>
                <w:szCs w:val="18"/>
              </w:rPr>
            </w:pPr>
            <w:r w:rsidRPr="00CB1473">
              <w:rPr>
                <w:rFonts w:cs="Arial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1473">
              <w:rPr>
                <w:rFonts w:cs="Arial"/>
                <w:szCs w:val="18"/>
              </w:rPr>
              <w:instrText xml:space="preserve"> FORMCHECKBOX </w:instrText>
            </w:r>
            <w:r w:rsidRPr="00CB1473">
              <w:rPr>
                <w:rFonts w:cs="Arial"/>
                <w:szCs w:val="18"/>
              </w:rPr>
            </w:r>
            <w:r w:rsidRPr="00CB1473">
              <w:rPr>
                <w:rFonts w:cs="Arial"/>
                <w:szCs w:val="18"/>
              </w:rPr>
              <w:fldChar w:fldCharType="separate"/>
            </w:r>
            <w:r w:rsidRPr="00CB1473">
              <w:rPr>
                <w:rFonts w:cs="Arial"/>
                <w:szCs w:val="18"/>
              </w:rPr>
              <w:fldChar w:fldCharType="end"/>
            </w:r>
            <w:r w:rsidRPr="00CB1473">
              <w:rPr>
                <w:rFonts w:cs="Arial"/>
                <w:szCs w:val="18"/>
              </w:rPr>
              <w:t xml:space="preserve"> I have a discount code: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vAlign w:val="center"/>
          </w:tcPr>
          <w:p w14:paraId="276591E9" w14:textId="77777777" w:rsidR="004A7026" w:rsidRPr="00CB1473" w:rsidRDefault="004A7026" w:rsidP="00665269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CB147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B147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1473">
              <w:rPr>
                <w:rFonts w:cs="Arial"/>
                <w:b/>
                <w:color w:val="0070C0"/>
                <w:szCs w:val="18"/>
              </w:rPr>
            </w:r>
            <w:r w:rsidRPr="00CB1473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147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47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47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47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47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47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4A9F040" w14:textId="03A90834" w:rsidR="0010745E" w:rsidRDefault="0010745E" w:rsidP="001C0DFD">
      <w:pPr>
        <w:pStyle w:val="ListParagraph"/>
        <w:spacing w:before="60" w:after="120"/>
        <w:ind w:left="360" w:right="-36"/>
        <w:contextualSpacing w:val="0"/>
        <w:outlineLvl w:val="0"/>
        <w:rPr>
          <w:rFonts w:cs="Arial"/>
          <w:b/>
          <w:szCs w:val="18"/>
        </w:rPr>
      </w:pPr>
      <w:r w:rsidRPr="00CB1473">
        <w:rPr>
          <w:rFonts w:cs="Arial"/>
          <w:b/>
          <w:szCs w:val="18"/>
        </w:rPr>
        <w:t>Email</w:t>
      </w:r>
      <w:r w:rsidR="00E71D64">
        <w:rPr>
          <w:rFonts w:cs="Arial"/>
          <w:b/>
          <w:szCs w:val="18"/>
        </w:rPr>
        <w:t xml:space="preserve"> to</w:t>
      </w:r>
      <w:r w:rsidRPr="00CB1473">
        <w:rPr>
          <w:rFonts w:cs="Arial"/>
          <w:b/>
          <w:szCs w:val="18"/>
        </w:rPr>
        <w:t xml:space="preserve">: </w:t>
      </w:r>
      <w:hyperlink r:id="rId18" w:history="1">
        <w:r w:rsidRPr="00CB1473">
          <w:rPr>
            <w:rStyle w:val="Hyperlink"/>
            <w:rFonts w:cs="Arial"/>
            <w:b/>
            <w:szCs w:val="18"/>
          </w:rPr>
          <w:t>inbox@ccof.org</w:t>
        </w:r>
      </w:hyperlink>
      <w:r w:rsidRPr="00CB1473">
        <w:rPr>
          <w:rFonts w:cs="Arial"/>
          <w:b/>
          <w:szCs w:val="18"/>
        </w:rPr>
        <w:t xml:space="preserve"> Or Mail to: </w:t>
      </w:r>
      <w:r w:rsidR="00AB6785" w:rsidRPr="00CB1473">
        <w:rPr>
          <w:rFonts w:cs="Arial"/>
          <w:b/>
          <w:szCs w:val="18"/>
        </w:rPr>
        <w:t xml:space="preserve">CCOF, </w:t>
      </w:r>
      <w:r w:rsidR="00220D30" w:rsidRPr="00220D30">
        <w:rPr>
          <w:rFonts w:cs="Arial"/>
          <w:b/>
          <w:szCs w:val="18"/>
        </w:rPr>
        <w:t>877 Cedar Street, Suite 248, Santa Cruz, CA 95060</w:t>
      </w:r>
    </w:p>
    <w:tbl>
      <w:tblPr>
        <w:tblStyle w:val="TableGrid"/>
        <w:tblW w:w="10980" w:type="dxa"/>
        <w:tblLook w:val="04A0" w:firstRow="1" w:lastRow="0" w:firstColumn="1" w:lastColumn="0" w:noHBand="0" w:noVBand="1"/>
      </w:tblPr>
      <w:tblGrid>
        <w:gridCol w:w="3060"/>
        <w:gridCol w:w="7920"/>
      </w:tblGrid>
      <w:tr w:rsidR="008610B2" w14:paraId="5CD10A7E" w14:textId="77777777" w:rsidTr="00A75CDC">
        <w:trPr>
          <w:cantSplit/>
          <w:trHeight w:val="36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7A059" w14:textId="4A960A5D" w:rsidR="008610B2" w:rsidRPr="008610B2" w:rsidRDefault="008610B2" w:rsidP="000D2EF2">
            <w:pPr>
              <w:pStyle w:val="ListParagraph"/>
              <w:numPr>
                <w:ilvl w:val="0"/>
                <w:numId w:val="45"/>
              </w:numPr>
              <w:spacing w:before="60"/>
              <w:ind w:left="255" w:right="-43"/>
              <w:contextualSpacing w:val="0"/>
              <w:rPr>
                <w:rFonts w:cs="Arial"/>
                <w:bCs/>
                <w:szCs w:val="18"/>
                <w:lang w:val="x-none"/>
              </w:rPr>
            </w:pPr>
            <w:r w:rsidRPr="008610B2">
              <w:rPr>
                <w:rFonts w:cs="Arial"/>
                <w:bCs/>
                <w:szCs w:val="18"/>
              </w:rPr>
              <w:t>How did you hear about CCOF?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FF2F93" w14:textId="49EA80D2" w:rsidR="008610B2" w:rsidRDefault="008610B2" w:rsidP="001D4730">
            <w:pPr>
              <w:spacing w:before="60"/>
              <w:ind w:left="-115" w:right="-43"/>
              <w:rPr>
                <w:rFonts w:cs="Arial"/>
                <w:bCs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7CFCC15" w14:textId="1BA17EA4" w:rsidR="000270B0" w:rsidRDefault="003205CF" w:rsidP="000270B0">
      <w:pPr>
        <w:pStyle w:val="BoldInstructions"/>
        <w:numPr>
          <w:ilvl w:val="0"/>
          <w:numId w:val="44"/>
        </w:numPr>
        <w:spacing w:before="120" w:line="240" w:lineRule="auto"/>
        <w:ind w:right="-36"/>
        <w:jc w:val="left"/>
        <w:rPr>
          <w:rFonts w:ascii="Arial" w:hAnsi="Arial" w:cs="Arial"/>
          <w:spacing w:val="0"/>
          <w:sz w:val="22"/>
          <w:szCs w:val="22"/>
        </w:rPr>
      </w:pPr>
      <w:r>
        <w:rPr>
          <w:rFonts w:ascii="Arial" w:hAnsi="Arial" w:cs="Arial"/>
          <w:spacing w:val="0"/>
          <w:sz w:val="22"/>
          <w:szCs w:val="22"/>
        </w:rPr>
        <w:t>Operation</w:t>
      </w:r>
      <w:r w:rsidRPr="00DA3F7F">
        <w:rPr>
          <w:rFonts w:ascii="Arial" w:hAnsi="Arial" w:cs="Arial"/>
          <w:spacing w:val="0"/>
          <w:sz w:val="22"/>
          <w:szCs w:val="22"/>
        </w:rPr>
        <w:t xml:space="preserve"> </w:t>
      </w:r>
      <w:r w:rsidR="006C767C" w:rsidRPr="00DA3F7F">
        <w:rPr>
          <w:rFonts w:ascii="Arial" w:hAnsi="Arial" w:cs="Arial"/>
          <w:spacing w:val="0"/>
          <w:sz w:val="22"/>
          <w:szCs w:val="22"/>
        </w:rPr>
        <w:t>Information</w:t>
      </w:r>
    </w:p>
    <w:p w14:paraId="3AF91135" w14:textId="5BF9E5A5" w:rsidR="00795C52" w:rsidRPr="000270B0" w:rsidRDefault="00C75808" w:rsidP="00224EFB">
      <w:pPr>
        <w:pStyle w:val="BoldInstructions"/>
        <w:spacing w:before="60" w:line="240" w:lineRule="auto"/>
        <w:ind w:left="360" w:right="-36"/>
        <w:jc w:val="left"/>
        <w:rPr>
          <w:rFonts w:ascii="Arial" w:hAnsi="Arial" w:cs="Arial"/>
          <w:spacing w:val="0"/>
          <w:sz w:val="22"/>
          <w:szCs w:val="22"/>
        </w:rPr>
      </w:pPr>
      <w:r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>Public</w:t>
      </w:r>
      <w:r w:rsidR="00A975CE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 xml:space="preserve"> information </w:t>
      </w:r>
      <w:r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 xml:space="preserve">about certified operations is made available at </w:t>
      </w:r>
      <w:hyperlink r:id="rId19" w:history="1">
        <w:r w:rsidR="00F84A37" w:rsidRPr="00F95076">
          <w:rPr>
            <w:rStyle w:val="Hyperlink"/>
            <w:rFonts w:ascii="Arial" w:hAnsi="Arial" w:cs="Arial"/>
            <w:b w:val="0"/>
            <w:bCs/>
            <w:i/>
            <w:iCs/>
            <w:spacing w:val="0"/>
            <w:sz w:val="18"/>
            <w:szCs w:val="18"/>
          </w:rPr>
          <w:t>www.ccof.org/resources/member-directory</w:t>
        </w:r>
      </w:hyperlink>
      <w:r w:rsidR="005177DA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 xml:space="preserve"> </w:t>
      </w:r>
      <w:r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>and print directories released by CCOF CS, as well as by</w:t>
      </w:r>
      <w:r w:rsidR="00A975CE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 xml:space="preserve"> the National Organic </w:t>
      </w:r>
      <w:r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>Program in the</w:t>
      </w:r>
      <w:r w:rsidR="00A975CE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 xml:space="preserve"> </w:t>
      </w:r>
      <w:hyperlink r:id="rId20" w:history="1">
        <w:r w:rsidR="00A975CE" w:rsidRPr="000270B0">
          <w:rPr>
            <w:rStyle w:val="Hyperlink"/>
            <w:rFonts w:ascii="Arial" w:hAnsi="Arial" w:cs="Arial"/>
            <w:b w:val="0"/>
            <w:bCs/>
            <w:i/>
            <w:iCs/>
            <w:spacing w:val="0"/>
            <w:sz w:val="18"/>
            <w:szCs w:val="18"/>
          </w:rPr>
          <w:t>Organic Integrity Database</w:t>
        </w:r>
      </w:hyperlink>
      <w:r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 xml:space="preserve"> (OID)</w:t>
      </w:r>
      <w:r w:rsidR="00A975CE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>. For a complete list of the information provided, please read the</w:t>
      </w:r>
      <w:r w:rsidR="00365602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 xml:space="preserve"> “C</w:t>
      </w:r>
      <w:r w:rsidR="009C2A3A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 xml:space="preserve">onfidentiality </w:t>
      </w:r>
      <w:r w:rsidR="00220A63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>and Public Information, &amp; Data Reporting</w:t>
      </w:r>
      <w:r w:rsidR="00365602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>”</w:t>
      </w:r>
      <w:r w:rsidR="00A975CE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 xml:space="preserve"> </w:t>
      </w:r>
      <w:r w:rsidR="009C2A3A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 xml:space="preserve">chapter in the </w:t>
      </w:r>
      <w:hyperlink r:id="rId21" w:history="1">
        <w:r w:rsidR="00A975CE" w:rsidRPr="000270B0">
          <w:rPr>
            <w:rStyle w:val="Hyperlink"/>
            <w:rFonts w:ascii="Arial" w:hAnsi="Arial" w:cs="Arial"/>
            <w:b w:val="0"/>
            <w:bCs/>
            <w:i/>
            <w:iCs/>
            <w:spacing w:val="0"/>
            <w:sz w:val="18"/>
            <w:szCs w:val="18"/>
          </w:rPr>
          <w:t>CCOF Certification Services Program Manual</w:t>
        </w:r>
      </w:hyperlink>
      <w:r w:rsidR="008F6630" w:rsidRPr="000270B0">
        <w:rPr>
          <w:rFonts w:ascii="Arial" w:hAnsi="Arial" w:cs="Arial"/>
          <w:b w:val="0"/>
          <w:bCs/>
          <w:i/>
          <w:iCs/>
          <w:spacing w:val="0"/>
          <w:sz w:val="18"/>
          <w:szCs w:val="18"/>
        </w:rP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80"/>
        <w:gridCol w:w="90"/>
        <w:gridCol w:w="540"/>
        <w:gridCol w:w="1530"/>
        <w:gridCol w:w="630"/>
        <w:gridCol w:w="450"/>
        <w:gridCol w:w="810"/>
        <w:gridCol w:w="270"/>
        <w:gridCol w:w="1440"/>
        <w:gridCol w:w="540"/>
        <w:gridCol w:w="540"/>
        <w:gridCol w:w="360"/>
        <w:gridCol w:w="180"/>
        <w:gridCol w:w="2520"/>
      </w:tblGrid>
      <w:tr w:rsidR="00D5543E" w:rsidRPr="0046053E" w14:paraId="50DEADD3" w14:textId="77777777" w:rsidTr="00A75CDC">
        <w:trPr>
          <w:cantSplit/>
          <w:trHeight w:val="360"/>
        </w:trPr>
        <w:tc>
          <w:tcPr>
            <w:tcW w:w="3240" w:type="dxa"/>
            <w:gridSpan w:val="4"/>
            <w:vAlign w:val="center"/>
          </w:tcPr>
          <w:p w14:paraId="0E39F737" w14:textId="53720699" w:rsidR="00D5543E" w:rsidRPr="0046053E" w:rsidRDefault="00544010" w:rsidP="00DA3F7F">
            <w:pPr>
              <w:pStyle w:val="BodyText"/>
              <w:numPr>
                <w:ilvl w:val="0"/>
                <w:numId w:val="18"/>
              </w:numPr>
              <w:spacing w:before="60" w:after="0"/>
              <w:ind w:left="240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Registered Legal </w:t>
            </w:r>
            <w:r w:rsidR="00D5543E" w:rsidRPr="0046053E">
              <w:rPr>
                <w:rFonts w:cs="Arial"/>
                <w:szCs w:val="18"/>
              </w:rPr>
              <w:t>Business Name:</w:t>
            </w:r>
          </w:p>
        </w:tc>
        <w:tc>
          <w:tcPr>
            <w:tcW w:w="7740" w:type="dxa"/>
            <w:gridSpan w:val="10"/>
            <w:tcBorders>
              <w:bottom w:val="single" w:sz="4" w:space="0" w:color="auto"/>
            </w:tcBorders>
            <w:vAlign w:val="center"/>
          </w:tcPr>
          <w:p w14:paraId="60CDC3D5" w14:textId="77777777" w:rsidR="00D5543E" w:rsidRPr="000848EB" w:rsidRDefault="006F19F6" w:rsidP="00540D5F">
            <w:pPr>
              <w:pStyle w:val="BodyText"/>
              <w:spacing w:before="60" w:after="0"/>
              <w:ind w:left="-116" w:right="-43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2" w:name="Text111"/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2"/>
          </w:p>
        </w:tc>
      </w:tr>
      <w:tr w:rsidR="00944BCA" w:rsidRPr="0046053E" w14:paraId="3DC7A858" w14:textId="77777777" w:rsidTr="00A75CDC">
        <w:trPr>
          <w:cantSplit/>
          <w:trHeight w:val="360"/>
        </w:trPr>
        <w:tc>
          <w:tcPr>
            <w:tcW w:w="4320" w:type="dxa"/>
            <w:gridSpan w:val="6"/>
            <w:vAlign w:val="center"/>
          </w:tcPr>
          <w:p w14:paraId="09BF63A1" w14:textId="1D842CD3" w:rsidR="00944BCA" w:rsidRPr="0046053E" w:rsidRDefault="0073553C" w:rsidP="00540D5F">
            <w:pPr>
              <w:pStyle w:val="BodyText"/>
              <w:spacing w:before="60" w:after="0"/>
              <w:ind w:left="235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Legal </w:t>
            </w:r>
            <w:r w:rsidR="004711A6">
              <w:rPr>
                <w:rFonts w:cs="Arial"/>
                <w:szCs w:val="18"/>
              </w:rPr>
              <w:t>“</w:t>
            </w:r>
            <w:r w:rsidR="00944BCA" w:rsidRPr="0046053E">
              <w:rPr>
                <w:rFonts w:cs="Arial"/>
                <w:szCs w:val="18"/>
              </w:rPr>
              <w:t>D</w:t>
            </w:r>
            <w:r w:rsidR="00A47937">
              <w:rPr>
                <w:rFonts w:cs="Arial"/>
                <w:szCs w:val="18"/>
              </w:rPr>
              <w:t xml:space="preserve">oing </w:t>
            </w:r>
            <w:r w:rsidR="00944BCA" w:rsidRPr="0046053E">
              <w:rPr>
                <w:rFonts w:cs="Arial"/>
                <w:szCs w:val="18"/>
              </w:rPr>
              <w:t>B</w:t>
            </w:r>
            <w:r w:rsidR="00A47937">
              <w:rPr>
                <w:rFonts w:cs="Arial"/>
                <w:szCs w:val="18"/>
              </w:rPr>
              <w:t xml:space="preserve">usiness </w:t>
            </w:r>
            <w:r w:rsidR="00944BCA" w:rsidRPr="0046053E">
              <w:rPr>
                <w:rFonts w:cs="Arial"/>
                <w:szCs w:val="18"/>
              </w:rPr>
              <w:t>A</w:t>
            </w:r>
            <w:r w:rsidR="00A47937">
              <w:rPr>
                <w:rFonts w:cs="Arial"/>
                <w:szCs w:val="18"/>
              </w:rPr>
              <w:t>s</w:t>
            </w:r>
            <w:r w:rsidR="004711A6">
              <w:rPr>
                <w:rFonts w:cs="Arial"/>
                <w:szCs w:val="18"/>
              </w:rPr>
              <w:t xml:space="preserve">” </w:t>
            </w:r>
            <w:r w:rsidR="00A47937">
              <w:rPr>
                <w:rFonts w:cs="Arial"/>
                <w:szCs w:val="18"/>
              </w:rPr>
              <w:t>(DBA</w:t>
            </w:r>
            <w:r w:rsidR="006A0E3E">
              <w:rPr>
                <w:rFonts w:cs="Arial"/>
                <w:szCs w:val="18"/>
              </w:rPr>
              <w:t>),</w:t>
            </w:r>
            <w:r w:rsidR="00A47937">
              <w:rPr>
                <w:rFonts w:cs="Arial"/>
                <w:szCs w:val="18"/>
              </w:rPr>
              <w:t xml:space="preserve"> </w:t>
            </w:r>
            <w:r w:rsidR="00D86BCC">
              <w:rPr>
                <w:rFonts w:cs="Arial"/>
                <w:szCs w:val="18"/>
              </w:rPr>
              <w:t>if applicable</w:t>
            </w:r>
            <w:r w:rsidR="00A47937">
              <w:rPr>
                <w:rFonts w:cs="Arial"/>
                <w:szCs w:val="18"/>
              </w:rPr>
              <w:t>)</w:t>
            </w:r>
            <w:r w:rsidR="00944BCA" w:rsidRPr="0046053E">
              <w:rPr>
                <w:rFonts w:cs="Arial"/>
                <w:szCs w:val="18"/>
              </w:rPr>
              <w:t>:</w:t>
            </w:r>
          </w:p>
        </w:tc>
        <w:tc>
          <w:tcPr>
            <w:tcW w:w="666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DC127" w14:textId="77777777" w:rsidR="00944BCA" w:rsidRPr="000848EB" w:rsidRDefault="00944BCA" w:rsidP="008C05B4">
            <w:pPr>
              <w:pStyle w:val="BodyText"/>
              <w:spacing w:before="60" w:after="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3" w:name="Text112"/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3"/>
          </w:p>
        </w:tc>
      </w:tr>
      <w:tr w:rsidR="00D6094A" w:rsidRPr="0046053E" w14:paraId="667C9D97" w14:textId="77777777" w:rsidTr="00A75CDC">
        <w:trPr>
          <w:cantSplit/>
          <w:trHeight w:val="360"/>
        </w:trPr>
        <w:tc>
          <w:tcPr>
            <w:tcW w:w="1080" w:type="dxa"/>
            <w:vAlign w:val="center"/>
          </w:tcPr>
          <w:p w14:paraId="71A23D14" w14:textId="6D320AC9" w:rsidR="00D6094A" w:rsidRPr="0046053E" w:rsidDel="00953DBA" w:rsidRDefault="00D6094A" w:rsidP="00D6094A">
            <w:pPr>
              <w:pStyle w:val="BodyText"/>
              <w:spacing w:before="60" w:after="0"/>
              <w:ind w:left="235"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Phone:</w:t>
            </w:r>
          </w:p>
        </w:tc>
        <w:tc>
          <w:tcPr>
            <w:tcW w:w="4050" w:type="dxa"/>
            <w:gridSpan w:val="6"/>
            <w:tcBorders>
              <w:bottom w:val="single" w:sz="4" w:space="0" w:color="auto"/>
            </w:tcBorders>
            <w:vAlign w:val="center"/>
          </w:tcPr>
          <w:p w14:paraId="6334DA6F" w14:textId="1D30BBD3" w:rsidR="00D6094A" w:rsidRPr="0046053E" w:rsidDel="00953DBA" w:rsidRDefault="00D6094A">
            <w:pPr>
              <w:pStyle w:val="BodyText"/>
              <w:spacing w:before="60" w:after="0"/>
              <w:ind w:left="235" w:right="-36"/>
              <w:rPr>
                <w:rFonts w:cs="Arial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vAlign w:val="center"/>
          </w:tcPr>
          <w:p w14:paraId="1DC6A2AF" w14:textId="3FDECE45" w:rsidR="00D6094A" w:rsidRPr="000848EB" w:rsidRDefault="00D6094A" w:rsidP="00D6094A">
            <w:pPr>
              <w:pStyle w:val="BodyText"/>
              <w:spacing w:before="60" w:after="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46053E">
              <w:rPr>
                <w:rFonts w:cs="Arial"/>
                <w:szCs w:val="18"/>
              </w:rPr>
              <w:t>Website</w:t>
            </w:r>
            <w:r>
              <w:rPr>
                <w:rFonts w:cs="Arial"/>
                <w:szCs w:val="18"/>
              </w:rPr>
              <w:t xml:space="preserve"> (optional)</w:t>
            </w:r>
            <w:r w:rsidRPr="0046053E">
              <w:rPr>
                <w:rFonts w:cs="Arial"/>
                <w:szCs w:val="18"/>
              </w:rPr>
              <w:t>: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CBA86" w14:textId="0961B429" w:rsidR="00D6094A" w:rsidRPr="000848EB" w:rsidRDefault="00D6094A" w:rsidP="008C05B4">
            <w:pPr>
              <w:pStyle w:val="BodyText"/>
              <w:spacing w:before="60" w:after="0"/>
              <w:ind w:left="-115" w:right="-36"/>
              <w:rPr>
                <w:rFonts w:cs="Arial"/>
                <w:b/>
                <w:color w:val="0070C0"/>
                <w:szCs w:val="18"/>
              </w:rPr>
            </w:pPr>
          </w:p>
        </w:tc>
      </w:tr>
      <w:tr w:rsidR="00A16825" w:rsidRPr="0046053E" w14:paraId="30C6B1A4" w14:textId="77777777" w:rsidTr="00A75CDC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0980" w:type="dxa"/>
            <w:gridSpan w:val="14"/>
            <w:vAlign w:val="center"/>
          </w:tcPr>
          <w:p w14:paraId="4D257357" w14:textId="6385AB7E" w:rsidR="00A16825" w:rsidRPr="00F51CB7" w:rsidRDefault="00A16825" w:rsidP="00F51CB7">
            <w:pPr>
              <w:pStyle w:val="ListParagraph"/>
              <w:numPr>
                <w:ilvl w:val="0"/>
                <w:numId w:val="18"/>
              </w:numPr>
              <w:spacing w:before="60"/>
              <w:ind w:right="43"/>
              <w:rPr>
                <w:rFonts w:cs="Arial"/>
                <w:color w:val="0070C0"/>
                <w:szCs w:val="18"/>
              </w:rPr>
            </w:pPr>
            <w:r w:rsidRPr="00F51CB7">
              <w:rPr>
                <w:rFonts w:cs="Arial"/>
                <w:szCs w:val="18"/>
              </w:rPr>
              <w:t>Registered Legal Business Address:</w:t>
            </w:r>
          </w:p>
        </w:tc>
      </w:tr>
      <w:tr w:rsidR="00BD22BE" w:rsidRPr="000848EB" w14:paraId="356A367C" w14:textId="77777777" w:rsidTr="00A75CDC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170" w:type="dxa"/>
            <w:gridSpan w:val="2"/>
            <w:vAlign w:val="center"/>
          </w:tcPr>
          <w:p w14:paraId="01712D40" w14:textId="56FE5171" w:rsidR="00BD22BE" w:rsidRPr="00874FF0" w:rsidRDefault="00A16825" w:rsidP="00BD22BE">
            <w:pPr>
              <w:keepNext/>
              <w:spacing w:before="60"/>
              <w:ind w:left="247" w:right="-195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Address: </w:t>
            </w:r>
          </w:p>
        </w:tc>
        <w:tc>
          <w:tcPr>
            <w:tcW w:w="6750" w:type="dxa"/>
            <w:gridSpan w:val="9"/>
            <w:tcBorders>
              <w:bottom w:val="single" w:sz="4" w:space="0" w:color="auto"/>
            </w:tcBorders>
            <w:vAlign w:val="center"/>
          </w:tcPr>
          <w:p w14:paraId="6DE1A838" w14:textId="77777777" w:rsidR="00BD22BE" w:rsidRPr="000848EB" w:rsidRDefault="00BD22BE" w:rsidP="00BD22BE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04FF607D" w14:textId="77777777" w:rsidR="00BD22BE" w:rsidRPr="0046053E" w:rsidRDefault="00BD22BE" w:rsidP="00BD22BE">
            <w:pPr>
              <w:keepNext/>
              <w:spacing w:before="60"/>
              <w:ind w:left="259" w:right="-36" w:hanging="259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City: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42548E4" w14:textId="77777777" w:rsidR="00BD22BE" w:rsidRPr="000848EB" w:rsidRDefault="00BD22BE" w:rsidP="00BD22BE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BD22BE" w:rsidRPr="0046053E" w14:paraId="20F4195D" w14:textId="77777777" w:rsidTr="00A75CDC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710" w:type="dxa"/>
            <w:gridSpan w:val="3"/>
            <w:vAlign w:val="center"/>
          </w:tcPr>
          <w:p w14:paraId="46B8FCDA" w14:textId="77777777" w:rsidR="00BD22BE" w:rsidRPr="0046053E" w:rsidRDefault="00BD22BE" w:rsidP="00BD22BE">
            <w:pPr>
              <w:spacing w:before="60"/>
              <w:ind w:left="247" w:right="-36" w:hanging="7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 xml:space="preserve">State/Province: 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14:paraId="41C90DD0" w14:textId="77777777" w:rsidR="00BD22BE" w:rsidRPr="000848EB" w:rsidRDefault="00BD22BE" w:rsidP="00BD22B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gridSpan w:val="3"/>
            <w:vAlign w:val="center"/>
          </w:tcPr>
          <w:p w14:paraId="5923BD80" w14:textId="77777777" w:rsidR="00BD22BE" w:rsidRPr="0046053E" w:rsidRDefault="00BD22BE" w:rsidP="00BD22BE">
            <w:pPr>
              <w:spacing w:before="60"/>
              <w:ind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Zip/Postal Code: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4B29C8A4" w14:textId="77777777" w:rsidR="00BD22BE" w:rsidRPr="000848EB" w:rsidRDefault="00BD22BE" w:rsidP="00BD22B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1D03200F" w14:textId="77777777" w:rsidR="00BD22BE" w:rsidRPr="0046053E" w:rsidRDefault="00BD22BE" w:rsidP="00BD22BE">
            <w:pPr>
              <w:spacing w:before="60"/>
              <w:ind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Country: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center"/>
          </w:tcPr>
          <w:p w14:paraId="1BF1A92E" w14:textId="77777777" w:rsidR="00BD22BE" w:rsidRPr="000848EB" w:rsidRDefault="00BD22BE" w:rsidP="00BD22B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58127E" w14:textId="5CB31306" w:rsidR="00D75615" w:rsidRDefault="007A6095" w:rsidP="00D75615">
      <w:pPr>
        <w:numPr>
          <w:ilvl w:val="0"/>
          <w:numId w:val="18"/>
        </w:numPr>
        <w:spacing w:before="60"/>
        <w:ind w:left="360" w:right="-36"/>
        <w:rPr>
          <w:rFonts w:cs="Arial"/>
          <w:szCs w:val="18"/>
        </w:rPr>
      </w:pPr>
      <w:r>
        <w:rPr>
          <w:rFonts w:cs="Arial"/>
          <w:szCs w:val="18"/>
        </w:rPr>
        <w:t xml:space="preserve">Explain whether the DBA </w:t>
      </w:r>
      <w:r w:rsidR="00596ED9">
        <w:rPr>
          <w:rFonts w:cs="Arial"/>
          <w:szCs w:val="18"/>
        </w:rPr>
        <w:t xml:space="preserve">listed above </w:t>
      </w:r>
      <w:r>
        <w:rPr>
          <w:rFonts w:cs="Arial"/>
          <w:szCs w:val="18"/>
        </w:rPr>
        <w:t xml:space="preserve">appears in your audit trail records and under what circumstances, e.g., DBA </w:t>
      </w:r>
      <w:r w:rsidR="00B04276">
        <w:rPr>
          <w:rFonts w:cs="Arial"/>
          <w:szCs w:val="18"/>
        </w:rPr>
        <w:t>is only</w:t>
      </w:r>
      <w:r>
        <w:rPr>
          <w:rFonts w:cs="Arial"/>
          <w:szCs w:val="18"/>
        </w:rPr>
        <w:t xml:space="preserve"> used for certain products or markets, or for all products and markets.</w:t>
      </w:r>
      <w:r w:rsidRPr="000A3B48">
        <w:rPr>
          <w:rFonts w:cs="Arial"/>
          <w:i/>
          <w:iCs/>
          <w:szCs w:val="18"/>
        </w:rPr>
        <w:t xml:space="preserve"> DBA names can only be included on </w:t>
      </w:r>
      <w:r>
        <w:rPr>
          <w:rFonts w:cs="Arial"/>
          <w:i/>
          <w:iCs/>
          <w:szCs w:val="18"/>
        </w:rPr>
        <w:t>your</w:t>
      </w:r>
      <w:r w:rsidRPr="000A3B48">
        <w:rPr>
          <w:rFonts w:cs="Arial"/>
          <w:i/>
          <w:iCs/>
          <w:szCs w:val="18"/>
        </w:rPr>
        <w:t xml:space="preserve"> organic certificate if </w:t>
      </w:r>
      <w:r>
        <w:rPr>
          <w:rFonts w:cs="Arial"/>
          <w:i/>
          <w:iCs/>
          <w:szCs w:val="18"/>
        </w:rPr>
        <w:t>you are operating the same certified legal business entity under a different name. Describe whether the DBA is registered at the state or local level</w:t>
      </w:r>
      <w:r w:rsidR="00751533">
        <w:rPr>
          <w:rFonts w:cs="Arial"/>
          <w:i/>
          <w:iCs/>
          <w:szCs w:val="18"/>
        </w:rPr>
        <w:t>.</w:t>
      </w:r>
    </w:p>
    <w:p w14:paraId="067A160F" w14:textId="2AB643E9" w:rsidR="00E47393" w:rsidRPr="00D75615" w:rsidRDefault="00E47393" w:rsidP="00D75615">
      <w:pPr>
        <w:spacing w:before="60"/>
        <w:ind w:left="360" w:right="-36"/>
        <w:rPr>
          <w:rFonts w:cs="Arial"/>
          <w:szCs w:val="18"/>
        </w:rPr>
      </w:pPr>
      <w:r w:rsidRPr="00D75615">
        <w:rPr>
          <w:szCs w:val="18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D75615">
        <w:rPr>
          <w:szCs w:val="18"/>
        </w:rPr>
        <w:instrText xml:space="preserve"> FORMCHECKBOX </w:instrText>
      </w:r>
      <w:r w:rsidRPr="00D75615">
        <w:rPr>
          <w:szCs w:val="18"/>
        </w:rPr>
      </w:r>
      <w:r w:rsidRPr="00D75615">
        <w:rPr>
          <w:szCs w:val="18"/>
        </w:rPr>
        <w:fldChar w:fldCharType="separate"/>
      </w:r>
      <w:r w:rsidRPr="00D75615">
        <w:rPr>
          <w:szCs w:val="18"/>
        </w:rPr>
        <w:fldChar w:fldCharType="end"/>
      </w:r>
      <w:r w:rsidRPr="00D75615">
        <w:rPr>
          <w:b/>
          <w:szCs w:val="18"/>
        </w:rPr>
        <w:t xml:space="preserve"> </w:t>
      </w:r>
      <w:r w:rsidRPr="00D75615">
        <w:rPr>
          <w:bCs/>
          <w:szCs w:val="18"/>
        </w:rPr>
        <w:t>Description attached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F16A86" w:rsidRPr="0046053E" w14:paraId="1D90ADDD" w14:textId="77777777" w:rsidTr="002D51E5">
        <w:trPr>
          <w:cantSplit/>
          <w:trHeight w:val="63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32BD2712" w14:textId="77777777" w:rsidR="00F16A86" w:rsidRPr="00F24681" w:rsidRDefault="00F16A86" w:rsidP="00EF33D1">
            <w:pPr>
              <w:pStyle w:val="BodyText"/>
              <w:spacing w:before="60" w:after="0"/>
              <w:ind w:left="-118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999CAB" w14:textId="72B86CEC" w:rsidR="0005794B" w:rsidRPr="0046053E" w:rsidRDefault="003B064D" w:rsidP="00DA3F7F">
      <w:pPr>
        <w:numPr>
          <w:ilvl w:val="0"/>
          <w:numId w:val="18"/>
        </w:numPr>
        <w:spacing w:before="60"/>
        <w:ind w:left="360" w:right="-36"/>
        <w:rPr>
          <w:rFonts w:cs="Arial"/>
          <w:szCs w:val="18"/>
        </w:rPr>
      </w:pPr>
      <w:r>
        <w:rPr>
          <w:rFonts w:cs="Arial"/>
          <w:szCs w:val="18"/>
        </w:rPr>
        <w:t>Legal</w:t>
      </w:r>
      <w:r w:rsidR="00CF748A">
        <w:rPr>
          <w:rFonts w:cs="Arial"/>
          <w:szCs w:val="18"/>
        </w:rPr>
        <w:t xml:space="preserve"> </w:t>
      </w:r>
      <w:r w:rsidR="00FC3667" w:rsidRPr="0046053E">
        <w:rPr>
          <w:rFonts w:cs="Arial"/>
          <w:szCs w:val="18"/>
        </w:rPr>
        <w:t>Information: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00"/>
        <w:gridCol w:w="1260"/>
        <w:gridCol w:w="540"/>
        <w:gridCol w:w="540"/>
        <w:gridCol w:w="720"/>
        <w:gridCol w:w="6120"/>
      </w:tblGrid>
      <w:tr w:rsidR="00BD36D4" w:rsidRPr="0046053E" w14:paraId="14AA1732" w14:textId="77777777" w:rsidTr="00643650">
        <w:trPr>
          <w:cantSplit/>
          <w:trHeight w:val="360"/>
        </w:trPr>
        <w:tc>
          <w:tcPr>
            <w:tcW w:w="1800" w:type="dxa"/>
            <w:vAlign w:val="center"/>
          </w:tcPr>
          <w:p w14:paraId="0D1C3FE4" w14:textId="501367B2" w:rsidR="00BD36D4" w:rsidRPr="00F91757" w:rsidRDefault="00280CA9" w:rsidP="008236DF">
            <w:pPr>
              <w:pStyle w:val="BodyText"/>
              <w:spacing w:before="60" w:after="0"/>
              <w:ind w:left="240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Federal </w:t>
            </w:r>
            <w:r w:rsidR="00BD36D4" w:rsidRPr="00F91757">
              <w:rPr>
                <w:rFonts w:cs="Arial"/>
                <w:szCs w:val="18"/>
              </w:rPr>
              <w:t>Tax ID#:</w:t>
            </w:r>
          </w:p>
        </w:tc>
        <w:tc>
          <w:tcPr>
            <w:tcW w:w="9180" w:type="dxa"/>
            <w:gridSpan w:val="5"/>
            <w:tcBorders>
              <w:bottom w:val="single" w:sz="4" w:space="0" w:color="auto"/>
            </w:tcBorders>
            <w:vAlign w:val="center"/>
          </w:tcPr>
          <w:p w14:paraId="0FCBB34C" w14:textId="77777777" w:rsidR="00BD36D4" w:rsidRPr="000848EB" w:rsidRDefault="00BD36D4" w:rsidP="00874FF0">
            <w:pPr>
              <w:pStyle w:val="BodyText"/>
              <w:spacing w:before="60" w:after="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F917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17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91757">
              <w:rPr>
                <w:rFonts w:cs="Arial"/>
                <w:b/>
                <w:color w:val="0070C0"/>
                <w:szCs w:val="18"/>
              </w:rPr>
            </w:r>
            <w:r w:rsidRPr="00F917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BD36D4" w:rsidRPr="0046053E" w14:paraId="49B62F60" w14:textId="77777777" w:rsidTr="008236DF">
        <w:trPr>
          <w:cantSplit/>
          <w:trHeight w:val="360"/>
        </w:trPr>
        <w:tc>
          <w:tcPr>
            <w:tcW w:w="3600" w:type="dxa"/>
            <w:gridSpan w:val="3"/>
            <w:vAlign w:val="center"/>
          </w:tcPr>
          <w:p w14:paraId="5C488F90" w14:textId="77777777" w:rsidR="00BD36D4" w:rsidRPr="0046053E" w:rsidRDefault="00BD36D4" w:rsidP="00742631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053E">
              <w:rPr>
                <w:rFonts w:cs="Arial"/>
                <w:szCs w:val="18"/>
              </w:rPr>
              <w:instrText xml:space="preserve"> FORMCHECKBOX </w:instrText>
            </w:r>
            <w:r w:rsidRPr="0046053E">
              <w:rPr>
                <w:rFonts w:cs="Arial"/>
                <w:szCs w:val="18"/>
              </w:rPr>
            </w:r>
            <w:r w:rsidRPr="0046053E">
              <w:rPr>
                <w:rFonts w:cs="Arial"/>
                <w:szCs w:val="18"/>
              </w:rPr>
              <w:fldChar w:fldCharType="separate"/>
            </w:r>
            <w:r w:rsidRPr="0046053E">
              <w:rPr>
                <w:rFonts w:cs="Arial"/>
                <w:szCs w:val="18"/>
              </w:rPr>
              <w:fldChar w:fldCharType="end"/>
            </w:r>
            <w:r w:rsidRPr="0046053E">
              <w:rPr>
                <w:rFonts w:cs="Arial"/>
                <w:szCs w:val="18"/>
              </w:rPr>
              <w:t xml:space="preserve"> Sole Proprietorship. Owner’s Name:</w:t>
            </w:r>
          </w:p>
        </w:tc>
        <w:tc>
          <w:tcPr>
            <w:tcW w:w="7380" w:type="dxa"/>
            <w:gridSpan w:val="3"/>
            <w:tcBorders>
              <w:bottom w:val="single" w:sz="4" w:space="0" w:color="auto"/>
            </w:tcBorders>
            <w:vAlign w:val="center"/>
          </w:tcPr>
          <w:p w14:paraId="66B85C34" w14:textId="77777777" w:rsidR="00BD36D4" w:rsidRPr="000848EB" w:rsidRDefault="00BD36D4" w:rsidP="00874FF0">
            <w:pPr>
              <w:pStyle w:val="BodyText"/>
              <w:tabs>
                <w:tab w:val="left" w:pos="245"/>
              </w:tabs>
              <w:spacing w:before="60" w:after="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4" w:name="Text53"/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4"/>
          </w:p>
        </w:tc>
      </w:tr>
      <w:tr w:rsidR="00BD36D4" w:rsidRPr="0046053E" w14:paraId="56DACA55" w14:textId="77777777" w:rsidTr="008236DF">
        <w:trPr>
          <w:cantSplit/>
          <w:trHeight w:val="360"/>
        </w:trPr>
        <w:tc>
          <w:tcPr>
            <w:tcW w:w="3060" w:type="dxa"/>
            <w:gridSpan w:val="2"/>
            <w:vAlign w:val="center"/>
          </w:tcPr>
          <w:p w14:paraId="6D4452B5" w14:textId="77777777" w:rsidR="00BD36D4" w:rsidRPr="0046053E" w:rsidRDefault="00BD36D4" w:rsidP="00742631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053E">
              <w:rPr>
                <w:rFonts w:cs="Arial"/>
                <w:szCs w:val="18"/>
              </w:rPr>
              <w:instrText xml:space="preserve"> FORMCHECKBOX </w:instrText>
            </w:r>
            <w:r w:rsidRPr="0046053E">
              <w:rPr>
                <w:rFonts w:cs="Arial"/>
                <w:szCs w:val="18"/>
              </w:rPr>
            </w:r>
            <w:r w:rsidRPr="0046053E">
              <w:rPr>
                <w:rFonts w:cs="Arial"/>
                <w:szCs w:val="18"/>
              </w:rPr>
              <w:fldChar w:fldCharType="separate"/>
            </w:r>
            <w:r w:rsidRPr="0046053E">
              <w:rPr>
                <w:rFonts w:cs="Arial"/>
                <w:szCs w:val="18"/>
              </w:rPr>
              <w:fldChar w:fldCharType="end"/>
            </w:r>
            <w:r w:rsidRPr="0046053E">
              <w:rPr>
                <w:rFonts w:cs="Arial"/>
                <w:szCs w:val="18"/>
              </w:rPr>
              <w:t xml:space="preserve"> Partnership. Owner’s Names:</w:t>
            </w:r>
          </w:p>
        </w:tc>
        <w:tc>
          <w:tcPr>
            <w:tcW w:w="7920" w:type="dxa"/>
            <w:gridSpan w:val="4"/>
            <w:tcBorders>
              <w:bottom w:val="single" w:sz="4" w:space="0" w:color="auto"/>
            </w:tcBorders>
            <w:vAlign w:val="center"/>
          </w:tcPr>
          <w:p w14:paraId="7125EBFA" w14:textId="77777777" w:rsidR="00BD36D4" w:rsidRPr="000848EB" w:rsidRDefault="00BD36D4" w:rsidP="00874FF0">
            <w:pPr>
              <w:pStyle w:val="BodyText"/>
              <w:tabs>
                <w:tab w:val="left" w:pos="245"/>
              </w:tabs>
              <w:spacing w:before="60" w:after="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" w:name="Text52"/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5"/>
          </w:p>
        </w:tc>
      </w:tr>
      <w:tr w:rsidR="00BD36D4" w:rsidRPr="0046053E" w14:paraId="1A5FA3FB" w14:textId="77777777" w:rsidTr="0032746F">
        <w:trPr>
          <w:cantSplit/>
          <w:trHeight w:val="360"/>
        </w:trPr>
        <w:tc>
          <w:tcPr>
            <w:tcW w:w="4860" w:type="dxa"/>
            <w:gridSpan w:val="5"/>
            <w:vAlign w:val="center"/>
          </w:tcPr>
          <w:p w14:paraId="22910A1A" w14:textId="69C3E952" w:rsidR="00BD36D4" w:rsidRPr="0046053E" w:rsidRDefault="00BD36D4" w:rsidP="00742631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 w:rsidRPr="0046053E">
              <w:rPr>
                <w:rFonts w:cs="Arial"/>
                <w:szCs w:val="18"/>
              </w:rPr>
              <w:instrText xml:space="preserve"> FORMCHECKBOX </w:instrText>
            </w:r>
            <w:r w:rsidRPr="0046053E">
              <w:rPr>
                <w:rFonts w:cs="Arial"/>
                <w:szCs w:val="18"/>
              </w:rPr>
            </w:r>
            <w:r w:rsidRPr="0046053E">
              <w:rPr>
                <w:rFonts w:cs="Arial"/>
                <w:szCs w:val="18"/>
              </w:rPr>
              <w:fldChar w:fldCharType="separate"/>
            </w:r>
            <w:r w:rsidRPr="0046053E">
              <w:rPr>
                <w:rFonts w:cs="Arial"/>
                <w:szCs w:val="18"/>
              </w:rPr>
              <w:fldChar w:fldCharType="end"/>
            </w:r>
            <w:bookmarkEnd w:id="6"/>
            <w:r w:rsidRPr="0046053E">
              <w:rPr>
                <w:rFonts w:cs="Arial"/>
                <w:szCs w:val="18"/>
              </w:rPr>
              <w:t xml:space="preserve"> Corporation </w:t>
            </w:r>
            <w:r w:rsidR="0032746F">
              <w:rPr>
                <w:rFonts w:cs="Arial"/>
                <w:szCs w:val="18"/>
              </w:rPr>
              <w:t>–</w:t>
            </w:r>
            <w:r w:rsidRPr="0046053E">
              <w:rPr>
                <w:rFonts w:cs="Arial"/>
                <w:szCs w:val="18"/>
              </w:rPr>
              <w:t>OR</w:t>
            </w:r>
            <w:r w:rsidR="0032746F">
              <w:rPr>
                <w:rFonts w:cs="Arial"/>
                <w:szCs w:val="18"/>
              </w:rPr>
              <w:t>–</w:t>
            </w:r>
            <w:r w:rsidRPr="0046053E">
              <w:rPr>
                <w:rFonts w:cs="Arial"/>
                <w:szCs w:val="18"/>
              </w:rPr>
              <w:t xml:space="preserve"> </w:t>
            </w:r>
            <w:r w:rsidRPr="0046053E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 w:rsidRPr="0046053E">
              <w:rPr>
                <w:rFonts w:cs="Arial"/>
                <w:szCs w:val="18"/>
              </w:rPr>
              <w:instrText xml:space="preserve"> FORMCHECKBOX </w:instrText>
            </w:r>
            <w:r w:rsidRPr="0046053E">
              <w:rPr>
                <w:rFonts w:cs="Arial"/>
                <w:szCs w:val="18"/>
              </w:rPr>
            </w:r>
            <w:r w:rsidRPr="0046053E">
              <w:rPr>
                <w:rFonts w:cs="Arial"/>
                <w:szCs w:val="18"/>
              </w:rPr>
              <w:fldChar w:fldCharType="separate"/>
            </w:r>
            <w:r w:rsidRPr="0046053E">
              <w:rPr>
                <w:rFonts w:cs="Arial"/>
                <w:szCs w:val="18"/>
              </w:rPr>
              <w:fldChar w:fldCharType="end"/>
            </w:r>
            <w:bookmarkEnd w:id="7"/>
            <w:r>
              <w:rPr>
                <w:rFonts w:cs="Arial"/>
                <w:szCs w:val="18"/>
              </w:rPr>
              <w:t xml:space="preserve"> LLC.  </w:t>
            </w:r>
            <w:r w:rsidR="002F209F">
              <w:rPr>
                <w:rFonts w:cs="Arial"/>
                <w:szCs w:val="18"/>
              </w:rPr>
              <w:t xml:space="preserve">  </w:t>
            </w:r>
            <w:r w:rsidRPr="0046053E">
              <w:rPr>
                <w:rFonts w:cs="Arial"/>
                <w:szCs w:val="18"/>
              </w:rPr>
              <w:t xml:space="preserve">State of incorporation: 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13D5E83" w14:textId="77777777" w:rsidR="00BD36D4" w:rsidRPr="0046053E" w:rsidRDefault="00BD36D4" w:rsidP="00874FF0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8" w:name="Text110"/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8"/>
          </w:p>
        </w:tc>
      </w:tr>
      <w:tr w:rsidR="00BD36D4" w:rsidRPr="0046053E" w14:paraId="35F5F9A5" w14:textId="77777777" w:rsidTr="008236DF">
        <w:trPr>
          <w:cantSplit/>
          <w:trHeight w:val="360"/>
        </w:trPr>
        <w:tc>
          <w:tcPr>
            <w:tcW w:w="4140" w:type="dxa"/>
            <w:gridSpan w:val="4"/>
            <w:vAlign w:val="center"/>
          </w:tcPr>
          <w:p w14:paraId="6222863C" w14:textId="77777777" w:rsidR="00BD36D4" w:rsidRPr="0046053E" w:rsidRDefault="00BD36D4" w:rsidP="00742631">
            <w:pPr>
              <w:pStyle w:val="BodyText"/>
              <w:spacing w:before="60" w:after="0"/>
              <w:ind w:left="510" w:right="-36"/>
              <w:rPr>
                <w:rFonts w:cs="Arial"/>
                <w:b/>
                <w:szCs w:val="18"/>
              </w:rPr>
            </w:pPr>
            <w:r w:rsidRPr="0046053E">
              <w:rPr>
                <w:rFonts w:cs="Arial"/>
                <w:szCs w:val="18"/>
              </w:rPr>
              <w:t>Name of owners, or officers and their titles:</w:t>
            </w:r>
          </w:p>
        </w:tc>
        <w:tc>
          <w:tcPr>
            <w:tcW w:w="6840" w:type="dxa"/>
            <w:gridSpan w:val="2"/>
            <w:tcBorders>
              <w:bottom w:val="single" w:sz="4" w:space="0" w:color="auto"/>
            </w:tcBorders>
            <w:vAlign w:val="center"/>
          </w:tcPr>
          <w:p w14:paraId="61849286" w14:textId="77777777" w:rsidR="00BD36D4" w:rsidRPr="000848EB" w:rsidRDefault="00BD36D4" w:rsidP="00874FF0">
            <w:pPr>
              <w:pStyle w:val="BodyText"/>
              <w:spacing w:before="60" w:after="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9"/>
          </w:p>
        </w:tc>
      </w:tr>
    </w:tbl>
    <w:p w14:paraId="3876F60D" w14:textId="77777777" w:rsidR="00ED39DE" w:rsidRPr="00ED39DE" w:rsidRDefault="00F24681" w:rsidP="00CD5E9A">
      <w:pPr>
        <w:keepNext/>
        <w:numPr>
          <w:ilvl w:val="0"/>
          <w:numId w:val="18"/>
        </w:numPr>
        <w:spacing w:before="60"/>
        <w:ind w:left="360" w:right="54"/>
        <w:rPr>
          <w:rFonts w:cs="Arial"/>
          <w:szCs w:val="18"/>
        </w:rPr>
      </w:pPr>
      <w:r w:rsidRPr="00742631">
        <w:rPr>
          <w:rFonts w:cs="Arial"/>
          <w:szCs w:val="18"/>
        </w:rPr>
        <w:lastRenderedPageBreak/>
        <w:t xml:space="preserve">Physical Location of </w:t>
      </w:r>
      <w:r>
        <w:rPr>
          <w:rFonts w:cs="Arial"/>
          <w:szCs w:val="18"/>
        </w:rPr>
        <w:t xml:space="preserve">Your </w:t>
      </w:r>
      <w:r w:rsidRPr="00742631">
        <w:rPr>
          <w:rFonts w:cs="Arial"/>
          <w:szCs w:val="18"/>
        </w:rPr>
        <w:t>Operation</w:t>
      </w:r>
      <w:r>
        <w:rPr>
          <w:rFonts w:cs="Arial"/>
          <w:b/>
          <w:szCs w:val="18"/>
        </w:rPr>
        <w:t xml:space="preserve">. </w:t>
      </w:r>
    </w:p>
    <w:p w14:paraId="19F8E057" w14:textId="055B3174" w:rsidR="005B1165" w:rsidRDefault="00F24681" w:rsidP="005B1165">
      <w:pPr>
        <w:keepNext/>
        <w:spacing w:before="60"/>
        <w:ind w:left="360" w:right="54"/>
        <w:rPr>
          <w:rFonts w:cs="Arial"/>
        </w:rPr>
      </w:pPr>
      <w:r w:rsidRPr="7FCC84F6">
        <w:rPr>
          <w:rFonts w:cs="Arial"/>
          <w:i/>
        </w:rPr>
        <w:t xml:space="preserve">Where organic production occurs, or records are kept (for </w:t>
      </w:r>
      <w:r w:rsidR="00427818" w:rsidRPr="7FCC84F6">
        <w:rPr>
          <w:rFonts w:cs="Arial"/>
          <w:i/>
        </w:rPr>
        <w:t>importer/</w:t>
      </w:r>
      <w:r w:rsidRPr="7FCC84F6">
        <w:rPr>
          <w:rFonts w:cs="Arial"/>
          <w:i/>
        </w:rPr>
        <w:t>broker/trader/private label owners)</w:t>
      </w:r>
      <w:r w:rsidR="007C573E" w:rsidRPr="7FCC84F6">
        <w:rPr>
          <w:rFonts w:cs="Arial"/>
          <w:i/>
        </w:rPr>
        <w:t>.</w:t>
      </w:r>
      <w:r w:rsidR="0054229E" w:rsidRPr="0054229E">
        <w:rPr>
          <w:i/>
          <w:iCs/>
        </w:rPr>
        <w:t xml:space="preserve"> </w:t>
      </w:r>
      <w:r w:rsidR="0054229E">
        <w:rPr>
          <w:i/>
          <w:iCs/>
        </w:rPr>
        <w:t>Your physical location will be inspected and will be listed on your organic certificate</w:t>
      </w:r>
      <w:r w:rsidR="005B1165" w:rsidRPr="7FCC84F6">
        <w:rPr>
          <w:rFonts w:cs="Arial"/>
        </w:rPr>
        <w:t xml:space="preserve">. </w:t>
      </w:r>
      <w:r w:rsidR="005B1165" w:rsidRPr="00840A66">
        <w:rPr>
          <w:i/>
          <w:iCs/>
        </w:rPr>
        <w:t xml:space="preserve">If you do not </w:t>
      </w:r>
      <w:r w:rsidR="005B1165">
        <w:rPr>
          <w:i/>
          <w:iCs/>
        </w:rPr>
        <w:t xml:space="preserve">occupy, </w:t>
      </w:r>
      <w:r w:rsidR="005B1165" w:rsidRPr="00840A66">
        <w:rPr>
          <w:i/>
          <w:iCs/>
        </w:rPr>
        <w:t>lease</w:t>
      </w:r>
      <w:r w:rsidR="000E4C62">
        <w:rPr>
          <w:i/>
          <w:iCs/>
        </w:rPr>
        <w:t>,</w:t>
      </w:r>
      <w:r w:rsidR="005B1165" w:rsidRPr="00840A66">
        <w:rPr>
          <w:i/>
          <w:iCs/>
        </w:rPr>
        <w:t xml:space="preserve"> or own this location, you are responsible for ensuring that CCOF</w:t>
      </w:r>
      <w:r w:rsidR="60B7C270" w:rsidRPr="7FCC84F6">
        <w:rPr>
          <w:i/>
          <w:iCs/>
        </w:rPr>
        <w:t>, CDFA,</w:t>
      </w:r>
      <w:r w:rsidR="005B1165" w:rsidRPr="00840A66">
        <w:rPr>
          <w:i/>
          <w:iCs/>
        </w:rPr>
        <w:t xml:space="preserve"> or USDA can access the location during an unannounced inspection.</w:t>
      </w:r>
    </w:p>
    <w:p w14:paraId="46CA12A9" w14:textId="28378482" w:rsidR="00F24681" w:rsidRPr="00F24681" w:rsidRDefault="005B1165" w:rsidP="005B1165">
      <w:pPr>
        <w:keepNext/>
        <w:spacing w:before="60"/>
        <w:ind w:left="360" w:right="54"/>
        <w:rPr>
          <w:rFonts w:cs="Arial"/>
          <w:szCs w:val="18"/>
        </w:rPr>
      </w:pPr>
      <w:r w:rsidRPr="0046053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6053E">
        <w:rPr>
          <w:rFonts w:cs="Arial"/>
          <w:szCs w:val="18"/>
        </w:rPr>
        <w:instrText xml:space="preserve"> FORMCHECKBOX </w:instrText>
      </w:r>
      <w:r w:rsidRPr="0046053E">
        <w:rPr>
          <w:rFonts w:cs="Arial"/>
          <w:szCs w:val="18"/>
        </w:rPr>
      </w:r>
      <w:r w:rsidRPr="0046053E">
        <w:rPr>
          <w:rFonts w:cs="Arial"/>
          <w:szCs w:val="18"/>
        </w:rPr>
        <w:fldChar w:fldCharType="separate"/>
      </w:r>
      <w:r w:rsidRPr="0046053E">
        <w:rPr>
          <w:rFonts w:cs="Arial"/>
          <w:szCs w:val="18"/>
        </w:rPr>
        <w:fldChar w:fldCharType="end"/>
      </w:r>
      <w:r w:rsidRPr="0046053E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Identical to registered </w:t>
      </w:r>
      <w:r w:rsidR="000300FB">
        <w:rPr>
          <w:rFonts w:cs="Arial"/>
          <w:szCs w:val="18"/>
        </w:rPr>
        <w:t xml:space="preserve">legal </w:t>
      </w:r>
      <w:r>
        <w:rPr>
          <w:rFonts w:cs="Arial"/>
          <w:szCs w:val="18"/>
        </w:rPr>
        <w:t>business address above.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810"/>
        <w:gridCol w:w="540"/>
        <w:gridCol w:w="2160"/>
        <w:gridCol w:w="1530"/>
        <w:gridCol w:w="1980"/>
        <w:gridCol w:w="540"/>
        <w:gridCol w:w="360"/>
        <w:gridCol w:w="180"/>
        <w:gridCol w:w="2520"/>
      </w:tblGrid>
      <w:tr w:rsidR="00F24681" w:rsidRPr="000848EB" w14:paraId="2439BD2A" w14:textId="77777777" w:rsidTr="008A6770">
        <w:trPr>
          <w:cantSplit/>
          <w:trHeight w:val="360"/>
        </w:trPr>
        <w:tc>
          <w:tcPr>
            <w:tcW w:w="810" w:type="dxa"/>
            <w:vAlign w:val="center"/>
          </w:tcPr>
          <w:p w14:paraId="513AB13D" w14:textId="77777777" w:rsidR="00F24681" w:rsidRPr="00874FF0" w:rsidRDefault="00F24681" w:rsidP="008A6770">
            <w:pPr>
              <w:keepNext/>
              <w:spacing w:before="60"/>
              <w:ind w:left="-111" w:right="-36"/>
              <w:rPr>
                <w:rFonts w:cs="Arial"/>
                <w:szCs w:val="18"/>
              </w:rPr>
            </w:pPr>
            <w:bookmarkStart w:id="10" w:name="_Hlk511912776"/>
            <w:r w:rsidRPr="00874FF0">
              <w:rPr>
                <w:rFonts w:cs="Arial"/>
                <w:szCs w:val="18"/>
              </w:rPr>
              <w:t>Address:</w:t>
            </w:r>
          </w:p>
        </w:tc>
        <w:tc>
          <w:tcPr>
            <w:tcW w:w="6750" w:type="dxa"/>
            <w:gridSpan w:val="5"/>
            <w:tcBorders>
              <w:bottom w:val="single" w:sz="4" w:space="0" w:color="auto"/>
            </w:tcBorders>
            <w:vAlign w:val="center"/>
          </w:tcPr>
          <w:p w14:paraId="53AE54D0" w14:textId="77777777" w:rsidR="00F24681" w:rsidRPr="000848EB" w:rsidRDefault="00F24681" w:rsidP="00CD5E9A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61F89FBA" w14:textId="77777777" w:rsidR="00F24681" w:rsidRPr="0046053E" w:rsidRDefault="00F24681" w:rsidP="00CD5E9A">
            <w:pPr>
              <w:keepNext/>
              <w:spacing w:before="60"/>
              <w:ind w:left="259" w:right="-36" w:hanging="259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City: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1A149F8E" w14:textId="77777777" w:rsidR="00F24681" w:rsidRPr="000848EB" w:rsidRDefault="00F24681" w:rsidP="00CD5E9A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End w:id="10"/>
      <w:tr w:rsidR="00F24681" w:rsidRPr="0046053E" w14:paraId="379799A4" w14:textId="77777777" w:rsidTr="008A6770">
        <w:trPr>
          <w:cantSplit/>
          <w:trHeight w:val="360"/>
        </w:trPr>
        <w:tc>
          <w:tcPr>
            <w:tcW w:w="1350" w:type="dxa"/>
            <w:gridSpan w:val="2"/>
            <w:vAlign w:val="center"/>
          </w:tcPr>
          <w:p w14:paraId="561ABF09" w14:textId="77777777" w:rsidR="00F24681" w:rsidRPr="0046053E" w:rsidRDefault="00F24681" w:rsidP="008A6770">
            <w:pPr>
              <w:spacing w:before="60"/>
              <w:ind w:left="-111" w:right="-36" w:hanging="7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 xml:space="preserve">State/Province: </w:t>
            </w:r>
          </w:p>
        </w:tc>
        <w:bookmarkStart w:id="11" w:name="Text41"/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5B1FA0BF" w14:textId="77777777" w:rsidR="00F24681" w:rsidRPr="000848EB" w:rsidRDefault="00F24681" w:rsidP="0098447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11"/>
          </w:p>
        </w:tc>
        <w:tc>
          <w:tcPr>
            <w:tcW w:w="1530" w:type="dxa"/>
            <w:vAlign w:val="center"/>
          </w:tcPr>
          <w:p w14:paraId="6766AF7A" w14:textId="77777777" w:rsidR="00F24681" w:rsidRPr="0046053E" w:rsidRDefault="00F24681" w:rsidP="008A6770">
            <w:pPr>
              <w:spacing w:before="60"/>
              <w:ind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Zip/Postal Code:</w:t>
            </w:r>
          </w:p>
        </w:tc>
        <w:tc>
          <w:tcPr>
            <w:tcW w:w="1980" w:type="dxa"/>
            <w:tcBorders>
              <w:left w:val="nil"/>
              <w:bottom w:val="single" w:sz="4" w:space="0" w:color="auto"/>
            </w:tcBorders>
            <w:vAlign w:val="center"/>
          </w:tcPr>
          <w:p w14:paraId="6966D155" w14:textId="77777777" w:rsidR="00F24681" w:rsidRPr="000848EB" w:rsidRDefault="00F24681" w:rsidP="0098447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287986F1" w14:textId="77777777" w:rsidR="00F24681" w:rsidRPr="0046053E" w:rsidRDefault="00F24681" w:rsidP="0098447E">
            <w:pPr>
              <w:spacing w:before="60"/>
              <w:ind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Country:</w:t>
            </w:r>
          </w:p>
        </w:tc>
        <w:bookmarkStart w:id="12" w:name="Text42"/>
        <w:tc>
          <w:tcPr>
            <w:tcW w:w="2700" w:type="dxa"/>
            <w:gridSpan w:val="2"/>
            <w:tcBorders>
              <w:bottom w:val="single" w:sz="4" w:space="0" w:color="auto"/>
            </w:tcBorders>
            <w:vAlign w:val="center"/>
          </w:tcPr>
          <w:p w14:paraId="593A95F4" w14:textId="77777777" w:rsidR="00F24681" w:rsidRPr="000848EB" w:rsidRDefault="00F24681" w:rsidP="0098447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12"/>
          </w:p>
        </w:tc>
      </w:tr>
    </w:tbl>
    <w:p w14:paraId="193D33EB" w14:textId="77777777" w:rsidR="00F57D75" w:rsidRDefault="00297784" w:rsidP="00F57D75">
      <w:pPr>
        <w:keepNext/>
        <w:numPr>
          <w:ilvl w:val="0"/>
          <w:numId w:val="18"/>
        </w:numPr>
        <w:spacing w:before="60"/>
        <w:ind w:left="360" w:right="-43"/>
        <w:rPr>
          <w:rFonts w:cs="Arial"/>
          <w:szCs w:val="18"/>
        </w:rPr>
      </w:pPr>
      <w:r w:rsidRPr="00742631">
        <w:rPr>
          <w:rFonts w:cs="Arial"/>
          <w:szCs w:val="18"/>
        </w:rPr>
        <w:t>Mailing Address</w:t>
      </w:r>
      <w:r>
        <w:rPr>
          <w:rFonts w:cs="Arial"/>
          <w:b/>
          <w:szCs w:val="18"/>
        </w:rPr>
        <w:t xml:space="preserve"> </w:t>
      </w:r>
      <w:r w:rsidRPr="00A51364">
        <w:rPr>
          <w:rFonts w:cs="Arial"/>
          <w:i/>
          <w:szCs w:val="18"/>
        </w:rPr>
        <w:t>if different</w:t>
      </w:r>
      <w:r w:rsidRPr="00A51364">
        <w:rPr>
          <w:rFonts w:cs="Arial"/>
          <w:b/>
          <w:szCs w:val="18"/>
        </w:rPr>
        <w:t>: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810"/>
        <w:gridCol w:w="540"/>
        <w:gridCol w:w="2160"/>
        <w:gridCol w:w="1530"/>
        <w:gridCol w:w="1980"/>
        <w:gridCol w:w="540"/>
        <w:gridCol w:w="360"/>
        <w:gridCol w:w="180"/>
        <w:gridCol w:w="2520"/>
      </w:tblGrid>
      <w:tr w:rsidR="001B66E5" w:rsidRPr="000848EB" w14:paraId="06BBC66E" w14:textId="77777777" w:rsidTr="006A005A">
        <w:trPr>
          <w:cantSplit/>
          <w:trHeight w:val="360"/>
        </w:trPr>
        <w:tc>
          <w:tcPr>
            <w:tcW w:w="810" w:type="dxa"/>
            <w:vAlign w:val="center"/>
          </w:tcPr>
          <w:p w14:paraId="23FEC695" w14:textId="77777777" w:rsidR="001B66E5" w:rsidRPr="00874FF0" w:rsidRDefault="001B66E5" w:rsidP="006A005A">
            <w:pPr>
              <w:keepNext/>
              <w:spacing w:before="60"/>
              <w:ind w:left="-111" w:right="-36"/>
              <w:rPr>
                <w:rFonts w:cs="Arial"/>
                <w:szCs w:val="18"/>
              </w:rPr>
            </w:pPr>
            <w:r w:rsidRPr="00874FF0">
              <w:rPr>
                <w:rFonts w:cs="Arial"/>
                <w:szCs w:val="18"/>
              </w:rPr>
              <w:t>Address:</w:t>
            </w:r>
          </w:p>
        </w:tc>
        <w:tc>
          <w:tcPr>
            <w:tcW w:w="6750" w:type="dxa"/>
            <w:gridSpan w:val="5"/>
            <w:tcBorders>
              <w:bottom w:val="single" w:sz="4" w:space="0" w:color="auto"/>
            </w:tcBorders>
            <w:vAlign w:val="center"/>
          </w:tcPr>
          <w:p w14:paraId="001504D2" w14:textId="77777777" w:rsidR="001B66E5" w:rsidRPr="000848EB" w:rsidRDefault="001B66E5" w:rsidP="006A005A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416692BA" w14:textId="77777777" w:rsidR="001B66E5" w:rsidRPr="0046053E" w:rsidRDefault="001B66E5" w:rsidP="006A005A">
            <w:pPr>
              <w:keepNext/>
              <w:spacing w:before="60"/>
              <w:ind w:left="259" w:right="-36" w:hanging="259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City: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1717CA62" w14:textId="77777777" w:rsidR="001B66E5" w:rsidRPr="000848EB" w:rsidRDefault="001B66E5" w:rsidP="006A005A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57D75" w:rsidRPr="000848EB" w14:paraId="708DC2D0" w14:textId="77777777" w:rsidTr="001B66E5">
        <w:trPr>
          <w:cantSplit/>
          <w:trHeight w:val="360"/>
        </w:trPr>
        <w:tc>
          <w:tcPr>
            <w:tcW w:w="1350" w:type="dxa"/>
            <w:gridSpan w:val="2"/>
            <w:vAlign w:val="center"/>
          </w:tcPr>
          <w:p w14:paraId="03266A3E" w14:textId="77777777" w:rsidR="00F57D75" w:rsidRPr="0046053E" w:rsidRDefault="00F57D75" w:rsidP="00E54B21">
            <w:pPr>
              <w:spacing w:before="60"/>
              <w:ind w:left="-111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 xml:space="preserve">State/Province: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68C5C" w14:textId="77777777" w:rsidR="00F57D75" w:rsidRPr="000848EB" w:rsidRDefault="00F57D75" w:rsidP="00212B5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23039C56" w14:textId="77777777" w:rsidR="00F57D75" w:rsidRPr="0046053E" w:rsidRDefault="00F57D75" w:rsidP="00E54B21">
            <w:pPr>
              <w:spacing w:before="60"/>
              <w:ind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Zip/Postal Code: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C9163D6" w14:textId="77777777" w:rsidR="00F57D75" w:rsidRPr="000848EB" w:rsidRDefault="00F57D75" w:rsidP="00212B5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50AFE55A" w14:textId="77777777" w:rsidR="00F57D75" w:rsidRPr="0046053E" w:rsidRDefault="00F57D75" w:rsidP="00212B56">
            <w:pPr>
              <w:spacing w:before="60"/>
              <w:ind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Country: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center"/>
          </w:tcPr>
          <w:p w14:paraId="06FE9B05" w14:textId="77777777" w:rsidR="00F57D75" w:rsidRPr="000848EB" w:rsidRDefault="00F57D75" w:rsidP="00212B5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977A804" w14:textId="77777777" w:rsidR="00F57D75" w:rsidRDefault="00297784" w:rsidP="00F57D75">
      <w:pPr>
        <w:keepNext/>
        <w:numPr>
          <w:ilvl w:val="0"/>
          <w:numId w:val="18"/>
        </w:numPr>
        <w:spacing w:before="60"/>
        <w:ind w:left="360" w:right="-43"/>
        <w:rPr>
          <w:rFonts w:cs="Arial"/>
          <w:szCs w:val="18"/>
        </w:rPr>
      </w:pPr>
      <w:r w:rsidRPr="00742631">
        <w:rPr>
          <w:rFonts w:cs="Arial"/>
          <w:szCs w:val="18"/>
        </w:rPr>
        <w:t>Billing Address</w:t>
      </w:r>
      <w:r>
        <w:rPr>
          <w:rFonts w:cs="Arial"/>
          <w:b/>
          <w:szCs w:val="18"/>
        </w:rPr>
        <w:t xml:space="preserve"> </w:t>
      </w:r>
      <w:r w:rsidRPr="00A51364">
        <w:rPr>
          <w:rFonts w:cs="Arial"/>
          <w:i/>
          <w:szCs w:val="18"/>
        </w:rPr>
        <w:t>if different</w:t>
      </w:r>
      <w:r>
        <w:rPr>
          <w:rFonts w:cs="Arial"/>
          <w:b/>
          <w:szCs w:val="18"/>
        </w:rPr>
        <w:t>: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810"/>
        <w:gridCol w:w="540"/>
        <w:gridCol w:w="2160"/>
        <w:gridCol w:w="1530"/>
        <w:gridCol w:w="1980"/>
        <w:gridCol w:w="540"/>
        <w:gridCol w:w="360"/>
        <w:gridCol w:w="180"/>
        <w:gridCol w:w="2520"/>
      </w:tblGrid>
      <w:tr w:rsidR="001B66E5" w:rsidRPr="000848EB" w14:paraId="15EB5A56" w14:textId="77777777" w:rsidTr="006A005A">
        <w:trPr>
          <w:cantSplit/>
          <w:trHeight w:val="360"/>
        </w:trPr>
        <w:tc>
          <w:tcPr>
            <w:tcW w:w="810" w:type="dxa"/>
            <w:vAlign w:val="center"/>
          </w:tcPr>
          <w:p w14:paraId="5A8CFCB3" w14:textId="77777777" w:rsidR="001B66E5" w:rsidRPr="00874FF0" w:rsidRDefault="001B66E5" w:rsidP="006A005A">
            <w:pPr>
              <w:keepNext/>
              <w:spacing w:before="60"/>
              <w:ind w:left="-111" w:right="-36"/>
              <w:rPr>
                <w:rFonts w:cs="Arial"/>
                <w:szCs w:val="18"/>
              </w:rPr>
            </w:pPr>
            <w:r w:rsidRPr="00874FF0">
              <w:rPr>
                <w:rFonts w:cs="Arial"/>
                <w:szCs w:val="18"/>
              </w:rPr>
              <w:t>Address:</w:t>
            </w:r>
          </w:p>
        </w:tc>
        <w:tc>
          <w:tcPr>
            <w:tcW w:w="6750" w:type="dxa"/>
            <w:gridSpan w:val="5"/>
            <w:tcBorders>
              <w:bottom w:val="single" w:sz="4" w:space="0" w:color="auto"/>
            </w:tcBorders>
            <w:vAlign w:val="center"/>
          </w:tcPr>
          <w:p w14:paraId="6DC73FC2" w14:textId="77777777" w:rsidR="001B66E5" w:rsidRPr="000848EB" w:rsidRDefault="001B66E5" w:rsidP="006A005A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0FE5E26D" w14:textId="77777777" w:rsidR="001B66E5" w:rsidRPr="0046053E" w:rsidRDefault="001B66E5" w:rsidP="006A005A">
            <w:pPr>
              <w:keepNext/>
              <w:spacing w:before="60"/>
              <w:ind w:left="259" w:right="-36" w:hanging="259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City: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012C2746" w14:textId="77777777" w:rsidR="001B66E5" w:rsidRPr="000848EB" w:rsidRDefault="001B66E5" w:rsidP="006A005A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54B21" w:rsidRPr="000848EB" w14:paraId="42E03C1B" w14:textId="77777777" w:rsidTr="001B66E5">
        <w:trPr>
          <w:cantSplit/>
          <w:trHeight w:val="360"/>
        </w:trPr>
        <w:tc>
          <w:tcPr>
            <w:tcW w:w="1350" w:type="dxa"/>
            <w:gridSpan w:val="2"/>
            <w:vAlign w:val="center"/>
          </w:tcPr>
          <w:p w14:paraId="41FE951E" w14:textId="77777777" w:rsidR="00E54B21" w:rsidRPr="0046053E" w:rsidRDefault="00E54B21" w:rsidP="006A005A">
            <w:pPr>
              <w:spacing w:before="60"/>
              <w:ind w:left="-111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 xml:space="preserve">State/Province: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B758A" w14:textId="77777777" w:rsidR="00E54B21" w:rsidRPr="000848EB" w:rsidRDefault="00E54B21" w:rsidP="006A005A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72C92092" w14:textId="77777777" w:rsidR="00E54B21" w:rsidRPr="0046053E" w:rsidRDefault="00E54B21" w:rsidP="006A005A">
            <w:pPr>
              <w:spacing w:before="60"/>
              <w:ind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Zip/Postal Code: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8F38165" w14:textId="77777777" w:rsidR="00E54B21" w:rsidRPr="000848EB" w:rsidRDefault="00E54B21" w:rsidP="006A005A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20B7B904" w14:textId="77777777" w:rsidR="00E54B21" w:rsidRPr="0046053E" w:rsidRDefault="00E54B21" w:rsidP="006A005A">
            <w:pPr>
              <w:spacing w:before="60"/>
              <w:ind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Country: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center"/>
          </w:tcPr>
          <w:p w14:paraId="43418035" w14:textId="77777777" w:rsidR="00E54B21" w:rsidRPr="000848EB" w:rsidRDefault="00E54B21" w:rsidP="006A005A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297534" w14:textId="32D66954" w:rsidR="00F57D75" w:rsidRPr="005D45BF" w:rsidRDefault="00F57D75" w:rsidP="00700F92">
      <w:pPr>
        <w:keepNext/>
        <w:numPr>
          <w:ilvl w:val="0"/>
          <w:numId w:val="18"/>
        </w:numPr>
        <w:spacing w:before="60"/>
        <w:ind w:left="360" w:right="-43"/>
        <w:rPr>
          <w:rFonts w:cs="Arial"/>
          <w:szCs w:val="18"/>
          <w:lang w:val="es-MX"/>
        </w:rPr>
      </w:pPr>
      <w:r w:rsidRPr="007F2092">
        <w:rPr>
          <w:rFonts w:cs="Arial"/>
          <w:szCs w:val="18"/>
          <w:lang w:val="es-MX"/>
        </w:rPr>
        <w:t>Preferred language</w:t>
      </w:r>
      <w:r w:rsidRPr="005D45BF">
        <w:rPr>
          <w:rFonts w:cs="Arial"/>
          <w:szCs w:val="18"/>
          <w:lang w:val="es-MX"/>
        </w:rPr>
        <w:t xml:space="preserve">: </w:t>
      </w:r>
      <w:r w:rsidR="007F2092">
        <w:rPr>
          <w:rFonts w:cs="Arial"/>
          <w:szCs w:val="18"/>
          <w:lang w:val="es-MX"/>
        </w:rPr>
        <w:t xml:space="preserve">   </w:t>
      </w:r>
      <w:r w:rsidRPr="0030375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45BF">
        <w:rPr>
          <w:rFonts w:cs="Arial"/>
          <w:szCs w:val="18"/>
          <w:lang w:val="es-MX"/>
        </w:rPr>
        <w:instrText xml:space="preserve"> FORMCHECKBOX </w:instrText>
      </w:r>
      <w:r w:rsidRPr="00303750">
        <w:rPr>
          <w:rFonts w:cs="Arial"/>
          <w:szCs w:val="18"/>
        </w:rPr>
      </w:r>
      <w:r w:rsidRPr="00303750">
        <w:rPr>
          <w:rFonts w:cs="Arial"/>
          <w:szCs w:val="18"/>
        </w:rPr>
        <w:fldChar w:fldCharType="separate"/>
      </w:r>
      <w:r w:rsidRPr="00303750">
        <w:rPr>
          <w:rFonts w:cs="Arial"/>
          <w:szCs w:val="18"/>
        </w:rPr>
        <w:fldChar w:fldCharType="end"/>
      </w:r>
      <w:r w:rsidRPr="005D45BF">
        <w:rPr>
          <w:rFonts w:cs="Arial"/>
          <w:szCs w:val="18"/>
          <w:lang w:val="es-MX"/>
        </w:rPr>
        <w:t xml:space="preserve"> English    </w:t>
      </w:r>
      <w:r w:rsidRPr="0030375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45BF">
        <w:rPr>
          <w:rFonts w:cs="Arial"/>
          <w:szCs w:val="18"/>
          <w:lang w:val="es-MX"/>
        </w:rPr>
        <w:instrText xml:space="preserve"> FORMCHECKBOX </w:instrText>
      </w:r>
      <w:r w:rsidRPr="00303750">
        <w:rPr>
          <w:rFonts w:cs="Arial"/>
          <w:szCs w:val="18"/>
        </w:rPr>
      </w:r>
      <w:r w:rsidRPr="00303750">
        <w:rPr>
          <w:rFonts w:cs="Arial"/>
          <w:szCs w:val="18"/>
        </w:rPr>
        <w:fldChar w:fldCharType="separate"/>
      </w:r>
      <w:r w:rsidRPr="00303750">
        <w:rPr>
          <w:rFonts w:cs="Arial"/>
          <w:szCs w:val="18"/>
        </w:rPr>
        <w:fldChar w:fldCharType="end"/>
      </w:r>
      <w:r w:rsidRPr="005D45BF">
        <w:rPr>
          <w:rFonts w:cs="Arial"/>
          <w:szCs w:val="18"/>
          <w:lang w:val="es-MX"/>
        </w:rPr>
        <w:t xml:space="preserve"> </w:t>
      </w:r>
      <w:r w:rsidR="00B16C93">
        <w:rPr>
          <w:rFonts w:cs="Arial"/>
          <w:szCs w:val="18"/>
          <w:lang w:val="es-MX"/>
        </w:rPr>
        <w:t>E</w:t>
      </w:r>
      <w:r w:rsidR="00B16C93" w:rsidRPr="00EF33D1">
        <w:rPr>
          <w:rFonts w:cs="Arial"/>
          <w:szCs w:val="18"/>
          <w:lang w:val="es-MX"/>
        </w:rPr>
        <w:t>spañol</w:t>
      </w:r>
      <w:r w:rsidRPr="005D45BF">
        <w:rPr>
          <w:rFonts w:cs="Arial"/>
          <w:szCs w:val="18"/>
          <w:lang w:val="es-MX"/>
        </w:rPr>
        <w:t xml:space="preserve"> (</w:t>
      </w:r>
      <w:r w:rsidR="00EC0395" w:rsidRPr="00895DCD">
        <w:rPr>
          <w:rFonts w:cs="Arial"/>
          <w:szCs w:val="18"/>
          <w:lang w:val="es-MX"/>
        </w:rPr>
        <w:t>mayoría de los documentos de CCOF disponibles en español</w:t>
      </w:r>
      <w:r w:rsidRPr="005D45BF">
        <w:rPr>
          <w:rFonts w:cs="Arial"/>
          <w:szCs w:val="18"/>
          <w:lang w:val="es-MX"/>
        </w:rPr>
        <w:t>)</w:t>
      </w:r>
    </w:p>
    <w:p w14:paraId="59822474" w14:textId="714A9FBE" w:rsidR="00F57D75" w:rsidRPr="00700F92" w:rsidRDefault="00F57D75" w:rsidP="00F57D75">
      <w:pPr>
        <w:numPr>
          <w:ilvl w:val="0"/>
          <w:numId w:val="18"/>
        </w:numPr>
        <w:spacing w:before="60"/>
        <w:ind w:left="360" w:right="-43"/>
        <w:rPr>
          <w:rFonts w:cs="Arial"/>
          <w:szCs w:val="18"/>
        </w:rPr>
      </w:pPr>
      <w:r w:rsidRPr="00303750">
        <w:rPr>
          <w:rFonts w:cs="Arial"/>
          <w:szCs w:val="18"/>
        </w:rPr>
        <w:t xml:space="preserve">Preferred </w:t>
      </w:r>
      <w:r w:rsidR="007342EE">
        <w:rPr>
          <w:rFonts w:cs="Arial"/>
          <w:szCs w:val="18"/>
        </w:rPr>
        <w:t xml:space="preserve">method of </w:t>
      </w:r>
      <w:r w:rsidRPr="00303750">
        <w:rPr>
          <w:rFonts w:cs="Arial"/>
          <w:szCs w:val="18"/>
        </w:rPr>
        <w:t>written communication</w:t>
      </w:r>
      <w:r>
        <w:rPr>
          <w:rFonts w:cs="Arial"/>
          <w:szCs w:val="18"/>
        </w:rPr>
        <w:t xml:space="preserve">: </w:t>
      </w:r>
      <w:r w:rsidR="007F2092">
        <w:rPr>
          <w:rFonts w:cs="Arial"/>
          <w:szCs w:val="18"/>
        </w:rPr>
        <w:t xml:space="preserve">   </w:t>
      </w:r>
      <w:r w:rsidRPr="0030375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03750">
        <w:rPr>
          <w:rFonts w:cs="Arial"/>
          <w:szCs w:val="18"/>
        </w:rPr>
        <w:instrText xml:space="preserve"> FORMCHECKBOX </w:instrText>
      </w:r>
      <w:r w:rsidRPr="00303750">
        <w:rPr>
          <w:rFonts w:cs="Arial"/>
          <w:szCs w:val="18"/>
        </w:rPr>
      </w:r>
      <w:r w:rsidRPr="00303750">
        <w:rPr>
          <w:rFonts w:cs="Arial"/>
          <w:szCs w:val="18"/>
        </w:rPr>
        <w:fldChar w:fldCharType="separate"/>
      </w:r>
      <w:r w:rsidRPr="00303750">
        <w:rPr>
          <w:rFonts w:cs="Arial"/>
          <w:szCs w:val="18"/>
        </w:rPr>
        <w:fldChar w:fldCharType="end"/>
      </w:r>
      <w:r w:rsidRPr="00303750">
        <w:rPr>
          <w:rFonts w:cs="Arial"/>
          <w:szCs w:val="18"/>
        </w:rPr>
        <w:t xml:space="preserve"> Email</w:t>
      </w:r>
      <w:r>
        <w:rPr>
          <w:rFonts w:cs="Arial"/>
          <w:szCs w:val="18"/>
        </w:rPr>
        <w:t xml:space="preserve">    </w:t>
      </w:r>
      <w:r w:rsidRPr="0030375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03750">
        <w:rPr>
          <w:rFonts w:cs="Arial"/>
          <w:szCs w:val="18"/>
        </w:rPr>
        <w:instrText xml:space="preserve"> FORMCHECKBOX </w:instrText>
      </w:r>
      <w:r w:rsidRPr="00303750">
        <w:rPr>
          <w:rFonts w:cs="Arial"/>
          <w:szCs w:val="18"/>
        </w:rPr>
      </w:r>
      <w:r w:rsidRPr="00303750">
        <w:rPr>
          <w:rFonts w:cs="Arial"/>
          <w:szCs w:val="18"/>
        </w:rPr>
        <w:fldChar w:fldCharType="separate"/>
      </w:r>
      <w:r w:rsidRPr="00303750">
        <w:rPr>
          <w:rFonts w:cs="Arial"/>
          <w:szCs w:val="18"/>
        </w:rPr>
        <w:fldChar w:fldCharType="end"/>
      </w:r>
      <w:r w:rsidRPr="00303750">
        <w:rPr>
          <w:rFonts w:cs="Arial"/>
          <w:szCs w:val="18"/>
        </w:rPr>
        <w:t xml:space="preserve"> Postal Mail</w:t>
      </w:r>
      <w:r w:rsidRPr="00303750">
        <w:rPr>
          <w:rFonts w:cs="Arial"/>
          <w:b/>
          <w:szCs w:val="18"/>
        </w:rPr>
        <w:t xml:space="preserve"> </w:t>
      </w:r>
    </w:p>
    <w:p w14:paraId="6841BCCE" w14:textId="5FA04B5A" w:rsidR="00F24681" w:rsidRDefault="00F24681" w:rsidP="0010745E">
      <w:pPr>
        <w:keepNext/>
        <w:numPr>
          <w:ilvl w:val="0"/>
          <w:numId w:val="44"/>
        </w:numPr>
        <w:spacing w:before="120"/>
        <w:ind w:right="54"/>
        <w:rPr>
          <w:rFonts w:cs="Arial"/>
          <w:b/>
          <w:bCs/>
          <w:sz w:val="22"/>
          <w:szCs w:val="22"/>
        </w:rPr>
      </w:pPr>
      <w:r w:rsidRPr="001E065E">
        <w:rPr>
          <w:rFonts w:cs="Arial"/>
          <w:b/>
          <w:bCs/>
          <w:sz w:val="22"/>
          <w:szCs w:val="22"/>
        </w:rPr>
        <w:t xml:space="preserve">Organic Operation </w:t>
      </w:r>
      <w:r w:rsidR="00F57D75">
        <w:rPr>
          <w:rFonts w:cs="Arial"/>
          <w:b/>
          <w:bCs/>
          <w:sz w:val="22"/>
          <w:szCs w:val="22"/>
        </w:rPr>
        <w:t>Summary</w:t>
      </w:r>
    </w:p>
    <w:p w14:paraId="3CF50C18" w14:textId="59756A00" w:rsidR="003F3C51" w:rsidRPr="00EB766A" w:rsidRDefault="00F24681" w:rsidP="007B2183">
      <w:pPr>
        <w:pStyle w:val="ListParagraph"/>
        <w:keepNext/>
        <w:numPr>
          <w:ilvl w:val="0"/>
          <w:numId w:val="47"/>
        </w:numPr>
        <w:spacing w:before="60"/>
        <w:ind w:right="54"/>
        <w:rPr>
          <w:rFonts w:cs="Arial"/>
          <w:i/>
          <w:iCs/>
          <w:szCs w:val="18"/>
        </w:rPr>
      </w:pPr>
      <w:r w:rsidRPr="00EB766A">
        <w:rPr>
          <w:rFonts w:cs="Arial"/>
          <w:szCs w:val="18"/>
        </w:rPr>
        <w:t xml:space="preserve">Help us understand your organic operation. Describe or attach a </w:t>
      </w:r>
      <w:r w:rsidR="00F57D75" w:rsidRPr="00EB766A">
        <w:rPr>
          <w:rFonts w:cs="Arial"/>
          <w:szCs w:val="18"/>
        </w:rPr>
        <w:t xml:space="preserve">summary </w:t>
      </w:r>
      <w:r w:rsidRPr="00EB766A">
        <w:rPr>
          <w:rFonts w:cs="Arial"/>
          <w:szCs w:val="18"/>
        </w:rPr>
        <w:t>description of your organic business or plans.</w:t>
      </w:r>
      <w:r w:rsidR="001C58E7" w:rsidRPr="00EB766A">
        <w:rPr>
          <w:rFonts w:cs="Arial"/>
          <w:i/>
          <w:iCs/>
          <w:szCs w:val="18"/>
        </w:rPr>
        <w:t xml:space="preserve"> </w:t>
      </w:r>
    </w:p>
    <w:p w14:paraId="1FDDC5B8" w14:textId="6C139781" w:rsidR="003F7C15" w:rsidRDefault="001C58E7">
      <w:pPr>
        <w:keepNext/>
        <w:spacing w:before="60"/>
        <w:ind w:left="360" w:right="54"/>
        <w:rPr>
          <w:szCs w:val="18"/>
        </w:rPr>
      </w:pPr>
      <w:r>
        <w:rPr>
          <w:rFonts w:cs="Arial"/>
          <w:i/>
          <w:iCs/>
          <w:szCs w:val="18"/>
        </w:rPr>
        <w:t>Your full details will be on the complete Organic System Plan you submit</w:t>
      </w:r>
      <w:r w:rsidR="00F57D75">
        <w:rPr>
          <w:szCs w:val="18"/>
        </w:rPr>
        <w:t>.</w:t>
      </w:r>
    </w:p>
    <w:p w14:paraId="2D3C36B0" w14:textId="6ED60375" w:rsidR="00372A55" w:rsidRPr="00770CF5" w:rsidRDefault="00F24681">
      <w:pPr>
        <w:keepNext/>
        <w:spacing w:before="60"/>
        <w:ind w:left="360" w:right="54"/>
        <w:rPr>
          <w:szCs w:val="18"/>
        </w:rPr>
      </w:pPr>
      <w:r w:rsidRPr="00205982">
        <w:rPr>
          <w:szCs w:val="18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205982">
        <w:rPr>
          <w:szCs w:val="18"/>
        </w:rPr>
        <w:instrText xml:space="preserve"> FORMCHECKBOX </w:instrText>
      </w:r>
      <w:r w:rsidRPr="00205982">
        <w:rPr>
          <w:szCs w:val="18"/>
        </w:rPr>
      </w:r>
      <w:r w:rsidRPr="00205982">
        <w:rPr>
          <w:szCs w:val="18"/>
        </w:rPr>
        <w:fldChar w:fldCharType="separate"/>
      </w:r>
      <w:r w:rsidRPr="00205982">
        <w:rPr>
          <w:szCs w:val="18"/>
        </w:rPr>
        <w:fldChar w:fldCharType="end"/>
      </w:r>
      <w:r w:rsidRPr="00205982">
        <w:rPr>
          <w:b/>
          <w:szCs w:val="18"/>
        </w:rPr>
        <w:t xml:space="preserve"> </w:t>
      </w:r>
      <w:r w:rsidRPr="009742DF">
        <w:rPr>
          <w:bCs/>
          <w:szCs w:val="18"/>
        </w:rPr>
        <w:t>Description attached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F24681" w:rsidRPr="0046053E" w14:paraId="2D920478" w14:textId="77777777" w:rsidTr="009E2D0F">
        <w:trPr>
          <w:cantSplit/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2FB77F0E" w14:textId="77777777" w:rsidR="00C1180E" w:rsidRPr="00F24681" w:rsidRDefault="00F24681" w:rsidP="00CC6CF0">
            <w:pPr>
              <w:pStyle w:val="BodyText"/>
              <w:spacing w:before="60" w:after="0"/>
              <w:ind w:left="-118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C1180E">
              <w:rPr>
                <w:rFonts w:cs="Arial"/>
                <w:b/>
                <w:color w:val="0070C0"/>
                <w:szCs w:val="18"/>
              </w:rPr>
              <w:t> </w:t>
            </w:r>
            <w:r w:rsidR="00C1180E">
              <w:rPr>
                <w:rFonts w:cs="Arial"/>
                <w:b/>
                <w:color w:val="0070C0"/>
                <w:szCs w:val="18"/>
              </w:rPr>
              <w:t> </w:t>
            </w:r>
            <w:r w:rsidR="00C1180E">
              <w:rPr>
                <w:rFonts w:cs="Arial"/>
                <w:b/>
                <w:color w:val="0070C0"/>
                <w:szCs w:val="18"/>
              </w:rPr>
              <w:t> </w:t>
            </w:r>
            <w:r w:rsidR="00C1180E">
              <w:rPr>
                <w:rFonts w:cs="Arial"/>
                <w:b/>
                <w:color w:val="0070C0"/>
                <w:szCs w:val="18"/>
              </w:rPr>
              <w:t> </w:t>
            </w:r>
            <w:r w:rsidR="00C1180E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00BBC2D" w14:textId="1C722C31" w:rsidR="002653E3" w:rsidRPr="002653E3" w:rsidRDefault="00B46D8A" w:rsidP="1656D523">
      <w:pPr>
        <w:pStyle w:val="ListParagraph"/>
        <w:keepNext/>
        <w:numPr>
          <w:ilvl w:val="0"/>
          <w:numId w:val="47"/>
        </w:numPr>
        <w:spacing w:before="120"/>
        <w:ind w:right="-36"/>
        <w:rPr>
          <w:rFonts w:cs="Arial"/>
          <w:i/>
          <w:iCs/>
          <w:szCs w:val="18"/>
        </w:rPr>
      </w:pPr>
      <w:bookmarkStart w:id="13" w:name="_Hlk19541406"/>
      <w:r w:rsidRPr="1656D523">
        <w:rPr>
          <w:rFonts w:cs="Arial"/>
        </w:rPr>
        <w:t xml:space="preserve">How frequently do you review your entire Organic System Plan to </w:t>
      </w:r>
      <w:r w:rsidR="4C94AD98" w:rsidRPr="1656D523">
        <w:rPr>
          <w:rFonts w:cs="Arial"/>
        </w:rPr>
        <w:t>v</w:t>
      </w:r>
      <w:r w:rsidR="01A6CDC1" w:rsidRPr="1656D523">
        <w:rPr>
          <w:rFonts w:cs="Arial"/>
        </w:rPr>
        <w:t xml:space="preserve">erify it is effectively </w:t>
      </w:r>
      <w:r w:rsidR="25B23AE8" w:rsidRPr="1656D523">
        <w:rPr>
          <w:rFonts w:cs="Arial"/>
        </w:rPr>
        <w:t>implemented</w:t>
      </w:r>
      <w:r w:rsidR="004D948E" w:rsidRPr="1656D523">
        <w:rPr>
          <w:rFonts w:cs="Arial"/>
        </w:rPr>
        <w:t>,</w:t>
      </w:r>
      <w:r w:rsidR="01A6CDC1" w:rsidRPr="1656D523">
        <w:rPr>
          <w:rFonts w:cs="Arial"/>
        </w:rPr>
        <w:t xml:space="preserve"> and </w:t>
      </w:r>
      <w:r w:rsidR="527711DA" w:rsidRPr="1656D523">
        <w:rPr>
          <w:rFonts w:cs="Arial"/>
        </w:rPr>
        <w:t xml:space="preserve">ensure it accurately reflects all your </w:t>
      </w:r>
      <w:r w:rsidRPr="1656D523">
        <w:rPr>
          <w:rFonts w:cs="Arial"/>
        </w:rPr>
        <w:t>practices and procedures?</w:t>
      </w:r>
      <w:r w:rsidR="00991B86" w:rsidRPr="1656D523">
        <w:rPr>
          <w:rFonts w:cs="Arial"/>
        </w:rPr>
        <w:t xml:space="preserve"> </w:t>
      </w:r>
    </w:p>
    <w:p w14:paraId="1E41B96F" w14:textId="331F4206" w:rsidR="00B46D8A" w:rsidRPr="00E85EF9" w:rsidRDefault="00FF08A6" w:rsidP="1656D523">
      <w:pPr>
        <w:pStyle w:val="ListParagraph"/>
        <w:keepNext/>
        <w:spacing w:before="120"/>
        <w:ind w:left="360" w:right="-36"/>
        <w:rPr>
          <w:rFonts w:cs="Arial"/>
          <w:i/>
          <w:iCs/>
        </w:rPr>
      </w:pPr>
      <w:r>
        <w:rPr>
          <w:rFonts w:cs="Arial"/>
          <w:i/>
          <w:iCs/>
        </w:rPr>
        <w:t>You</w:t>
      </w:r>
      <w:r w:rsidR="00B46D8A" w:rsidRPr="1656D523">
        <w:rPr>
          <w:rFonts w:cs="Arial"/>
          <w:i/>
          <w:iCs/>
        </w:rPr>
        <w:t xml:space="preserve"> </w:t>
      </w:r>
      <w:r w:rsidR="00E938C0">
        <w:rPr>
          <w:rFonts w:cs="Arial"/>
          <w:i/>
          <w:iCs/>
        </w:rPr>
        <w:t>must</w:t>
      </w:r>
      <w:r w:rsidR="00E938C0" w:rsidRPr="1656D523">
        <w:rPr>
          <w:rFonts w:cs="Arial"/>
          <w:i/>
          <w:iCs/>
        </w:rPr>
        <w:t xml:space="preserve"> </w:t>
      </w:r>
      <w:r w:rsidR="00B46D8A" w:rsidRPr="1656D523">
        <w:rPr>
          <w:rFonts w:cs="Arial"/>
          <w:i/>
          <w:iCs/>
        </w:rPr>
        <w:t>provide CCOF with an adequate response to this question.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00"/>
        <w:gridCol w:w="8820"/>
      </w:tblGrid>
      <w:tr w:rsidR="00A4720A" w:rsidRPr="0046053E" w14:paraId="2D3BDD60" w14:textId="77777777" w:rsidTr="006A005A">
        <w:trPr>
          <w:cantSplit/>
          <w:trHeight w:val="360"/>
        </w:trPr>
        <w:tc>
          <w:tcPr>
            <w:tcW w:w="10620" w:type="dxa"/>
            <w:gridSpan w:val="2"/>
            <w:vAlign w:val="center"/>
          </w:tcPr>
          <w:p w14:paraId="71322ED7" w14:textId="0C6F2B7C" w:rsidR="00A4720A" w:rsidRPr="00F24681" w:rsidRDefault="00A4720A" w:rsidP="006622FA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 w:rsidRPr="006622FA">
              <w:rPr>
                <w:szCs w:val="18"/>
              </w:rPr>
              <w:t xml:space="preserve"> Annually</w:t>
            </w:r>
            <w:r w:rsidR="00BB643A">
              <w:rPr>
                <w:szCs w:val="18"/>
              </w:rPr>
              <w:t xml:space="preserve">    </w:t>
            </w:r>
            <w:r w:rsidR="00BB643A"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="00BB643A" w:rsidRPr="006622FA">
              <w:rPr>
                <w:szCs w:val="18"/>
              </w:rPr>
              <w:instrText xml:space="preserve"> FORMCHECKBOX </w:instrText>
            </w:r>
            <w:r w:rsidR="00BB643A" w:rsidRPr="006622FA">
              <w:rPr>
                <w:szCs w:val="18"/>
              </w:rPr>
            </w:r>
            <w:r w:rsidR="00BB643A" w:rsidRPr="006622FA">
              <w:rPr>
                <w:szCs w:val="18"/>
              </w:rPr>
              <w:fldChar w:fldCharType="separate"/>
            </w:r>
            <w:r w:rsidR="00BB643A" w:rsidRPr="006622FA">
              <w:rPr>
                <w:szCs w:val="18"/>
              </w:rPr>
              <w:fldChar w:fldCharType="end"/>
            </w:r>
            <w:r w:rsidR="00BB643A">
              <w:rPr>
                <w:szCs w:val="18"/>
              </w:rPr>
              <w:t xml:space="preserve"> Quarterly    </w:t>
            </w:r>
            <w:r w:rsidR="00BB643A" w:rsidRPr="00205982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="00BB643A" w:rsidRPr="00205982">
              <w:rPr>
                <w:szCs w:val="18"/>
              </w:rPr>
              <w:instrText xml:space="preserve"> FORMCHECKBOX </w:instrText>
            </w:r>
            <w:r w:rsidR="00BB643A" w:rsidRPr="00205982">
              <w:rPr>
                <w:szCs w:val="18"/>
              </w:rPr>
            </w:r>
            <w:r w:rsidR="00BB643A" w:rsidRPr="00205982">
              <w:rPr>
                <w:szCs w:val="18"/>
              </w:rPr>
              <w:fldChar w:fldCharType="separate"/>
            </w:r>
            <w:r w:rsidR="00BB643A" w:rsidRPr="00205982">
              <w:rPr>
                <w:szCs w:val="18"/>
              </w:rPr>
              <w:fldChar w:fldCharType="end"/>
            </w:r>
            <w:r w:rsidR="00BB643A">
              <w:rPr>
                <w:szCs w:val="18"/>
              </w:rPr>
              <w:t xml:space="preserve"> Monthly</w:t>
            </w:r>
          </w:p>
        </w:tc>
      </w:tr>
      <w:tr w:rsidR="00BB643A" w:rsidRPr="0046053E" w14:paraId="42A9018B" w14:textId="77777777" w:rsidTr="006A005A">
        <w:trPr>
          <w:cantSplit/>
          <w:trHeight w:val="360"/>
        </w:trPr>
        <w:tc>
          <w:tcPr>
            <w:tcW w:w="1800" w:type="dxa"/>
            <w:vAlign w:val="center"/>
          </w:tcPr>
          <w:p w14:paraId="5D80B199" w14:textId="2CE31FF4" w:rsidR="00BB643A" w:rsidRPr="00F24681" w:rsidRDefault="00BB643A" w:rsidP="006622FA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Other (describe):</w:t>
            </w:r>
          </w:p>
        </w:tc>
        <w:tc>
          <w:tcPr>
            <w:tcW w:w="8820" w:type="dxa"/>
            <w:tcBorders>
              <w:bottom w:val="single" w:sz="4" w:space="0" w:color="auto"/>
            </w:tcBorders>
            <w:vAlign w:val="center"/>
          </w:tcPr>
          <w:p w14:paraId="2D2A165F" w14:textId="204DA324" w:rsidR="00BB643A" w:rsidRPr="00D332F7" w:rsidRDefault="00BB643A" w:rsidP="006622FA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5C234E7" w14:textId="09019F1C" w:rsidR="003863B2" w:rsidRPr="0046053E" w:rsidRDefault="00CA000E" w:rsidP="0010745E">
      <w:pPr>
        <w:keepNext/>
        <w:numPr>
          <w:ilvl w:val="0"/>
          <w:numId w:val="44"/>
        </w:numPr>
        <w:spacing w:before="120"/>
        <w:ind w:right="-36"/>
        <w:rPr>
          <w:rFonts w:cs="Arial"/>
          <w:szCs w:val="18"/>
        </w:rPr>
      </w:pPr>
      <w:r>
        <w:rPr>
          <w:rFonts w:cs="Arial"/>
          <w:b/>
          <w:kern w:val="18"/>
          <w:sz w:val="22"/>
          <w:szCs w:val="22"/>
        </w:rPr>
        <w:t>Contact Information</w:t>
      </w:r>
    </w:p>
    <w:p w14:paraId="16745C6F" w14:textId="77777777" w:rsidR="005D19AB" w:rsidRDefault="003863B2" w:rsidP="00C1180E">
      <w:pPr>
        <w:pStyle w:val="Indentwithtabs"/>
        <w:keepNext/>
        <w:numPr>
          <w:ilvl w:val="0"/>
          <w:numId w:val="19"/>
        </w:numPr>
        <w:tabs>
          <w:tab w:val="clear" w:pos="9720"/>
          <w:tab w:val="left" w:pos="374"/>
        </w:tabs>
        <w:spacing w:before="60"/>
        <w:ind w:right="-43"/>
        <w:rPr>
          <w:rStyle w:val="Heading2Char"/>
          <w:b w:val="0"/>
          <w:bCs w:val="0"/>
          <w:iCs w:val="0"/>
          <w:sz w:val="18"/>
          <w:szCs w:val="18"/>
        </w:rPr>
      </w:pPr>
      <w:r w:rsidRPr="0046053E">
        <w:rPr>
          <w:rFonts w:ascii="Arial" w:hAnsi="Arial" w:cs="Arial"/>
          <w:b/>
          <w:sz w:val="18"/>
          <w:szCs w:val="18"/>
        </w:rPr>
        <w:t>Primary Contact</w:t>
      </w:r>
    </w:p>
    <w:p w14:paraId="090AD1FD" w14:textId="792E2361" w:rsidR="003863B2" w:rsidRPr="005D19AB" w:rsidRDefault="003863B2" w:rsidP="1D297652">
      <w:pPr>
        <w:pStyle w:val="Indentwithtabs"/>
        <w:keepNext/>
        <w:numPr>
          <w:ilvl w:val="0"/>
          <w:numId w:val="0"/>
        </w:numPr>
        <w:tabs>
          <w:tab w:val="clear" w:pos="9720"/>
          <w:tab w:val="left" w:pos="374"/>
        </w:tabs>
        <w:spacing w:before="60"/>
        <w:ind w:left="360" w:right="-43"/>
        <w:rPr>
          <w:rStyle w:val="Heading2Char"/>
          <w:b w:val="0"/>
          <w:bCs w:val="0"/>
          <w:i w:val="0"/>
          <w:iCs w:val="0"/>
          <w:sz w:val="18"/>
          <w:szCs w:val="18"/>
        </w:rPr>
      </w:pPr>
      <w:r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>Please designate one person</w:t>
      </w:r>
      <w:r w:rsidR="3479B661" w:rsidRPr="7FCC84F6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 as</w:t>
      </w:r>
      <w:r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 </w:t>
      </w:r>
      <w:r w:rsidR="00A16F55">
        <w:rPr>
          <w:rStyle w:val="Heading2Char"/>
          <w:b w:val="0"/>
          <w:bCs w:val="0"/>
          <w:i w:val="0"/>
          <w:iCs w:val="0"/>
          <w:sz w:val="18"/>
          <w:szCs w:val="18"/>
        </w:rPr>
        <w:t>p</w:t>
      </w:r>
      <w:r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rimary </w:t>
      </w:r>
      <w:r w:rsidR="00A16F55">
        <w:rPr>
          <w:rStyle w:val="Heading2Char"/>
          <w:b w:val="0"/>
          <w:bCs w:val="0"/>
          <w:i w:val="0"/>
          <w:iCs w:val="0"/>
          <w:sz w:val="18"/>
          <w:szCs w:val="18"/>
        </w:rPr>
        <w:t>c</w:t>
      </w:r>
      <w:r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>onta</w:t>
      </w:r>
      <w:r w:rsidR="008F3678"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ct. </w:t>
      </w:r>
      <w:r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This person will be listed in </w:t>
      </w:r>
      <w:r w:rsidR="002C604F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the </w:t>
      </w:r>
      <w:r w:rsidR="005529E3"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>CCOF</w:t>
      </w:r>
      <w:r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 </w:t>
      </w:r>
      <w:r w:rsidR="008F3678"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>online director</w:t>
      </w:r>
      <w:r w:rsidR="00F665B9">
        <w:rPr>
          <w:rStyle w:val="Heading2Char"/>
          <w:b w:val="0"/>
          <w:bCs w:val="0"/>
          <w:i w:val="0"/>
          <w:iCs w:val="0"/>
          <w:sz w:val="18"/>
          <w:szCs w:val="18"/>
        </w:rPr>
        <w:t>y</w:t>
      </w:r>
      <w:r w:rsidR="00D1375A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 and </w:t>
      </w:r>
      <w:r w:rsidR="00F709C2">
        <w:rPr>
          <w:rStyle w:val="Heading2Char"/>
          <w:b w:val="0"/>
          <w:bCs w:val="0"/>
          <w:i w:val="0"/>
          <w:iCs w:val="0"/>
          <w:sz w:val="18"/>
          <w:szCs w:val="18"/>
        </w:rPr>
        <w:t>in</w:t>
      </w:r>
      <w:r w:rsidR="00653E83" w:rsidRPr="00653E83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 </w:t>
      </w:r>
      <w:r w:rsidR="00A01697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the </w:t>
      </w:r>
      <w:r w:rsidR="00653E83" w:rsidRPr="00653E83">
        <w:rPr>
          <w:rStyle w:val="Heading2Char"/>
          <w:b w:val="0"/>
          <w:bCs w:val="0"/>
          <w:i w:val="0"/>
          <w:iCs w:val="0"/>
          <w:sz w:val="18"/>
          <w:szCs w:val="18"/>
        </w:rPr>
        <w:t>National Organic Program</w:t>
      </w:r>
      <w:r w:rsidR="00A01697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 </w:t>
      </w:r>
      <w:hyperlink r:id="rId22" w:history="1">
        <w:r w:rsidR="00653E83" w:rsidRPr="006136FA">
          <w:rPr>
            <w:rStyle w:val="Hyperlink"/>
            <w:rFonts w:ascii="Arial" w:hAnsi="Arial" w:cs="Arial"/>
            <w:sz w:val="18"/>
            <w:szCs w:val="18"/>
          </w:rPr>
          <w:t>Organic Integrity Database</w:t>
        </w:r>
      </w:hyperlink>
      <w:r w:rsidR="00653E83" w:rsidRPr="00653E83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 (OID)</w:t>
      </w:r>
      <w:r w:rsidR="008F3678"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. </w:t>
      </w:r>
      <w:r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This person should be knowledgeable of your operation, your Organic System Plan, your operation’s activities, applicable organic standards, and have the authority to act on behalf of the </w:t>
      </w:r>
      <w:r w:rsidR="001D5971">
        <w:rPr>
          <w:rStyle w:val="Heading2Char"/>
          <w:b w:val="0"/>
          <w:bCs w:val="0"/>
          <w:i w:val="0"/>
          <w:iCs w:val="0"/>
          <w:sz w:val="18"/>
          <w:szCs w:val="18"/>
        </w:rPr>
        <w:t>operation</w:t>
      </w:r>
      <w:r w:rsidRPr="1D297652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. </w:t>
      </w:r>
      <w:bookmarkStart w:id="14" w:name="_Hlk10115117"/>
      <w:r w:rsidR="000B2BA9" w:rsidRPr="1D297652">
        <w:rPr>
          <w:rStyle w:val="Heading2Char"/>
          <w:i w:val="0"/>
          <w:iCs w:val="0"/>
          <w:sz w:val="18"/>
          <w:szCs w:val="18"/>
        </w:rPr>
        <w:t>All communication will be sent to this contact.</w:t>
      </w:r>
      <w:bookmarkEnd w:id="14"/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0"/>
        <w:gridCol w:w="90"/>
        <w:gridCol w:w="3690"/>
        <w:gridCol w:w="630"/>
        <w:gridCol w:w="90"/>
        <w:gridCol w:w="5490"/>
      </w:tblGrid>
      <w:tr w:rsidR="00AE01B5" w:rsidRPr="0046053E" w14:paraId="6D88C978" w14:textId="77777777" w:rsidTr="002D2F37">
        <w:trPr>
          <w:cantSplit/>
          <w:trHeight w:val="360"/>
        </w:trPr>
        <w:tc>
          <w:tcPr>
            <w:tcW w:w="630" w:type="dxa"/>
            <w:vAlign w:val="center"/>
          </w:tcPr>
          <w:p w14:paraId="7F268B35" w14:textId="77777777" w:rsidR="00AE01B5" w:rsidRPr="0046053E" w:rsidRDefault="00AE01B5" w:rsidP="00E00645">
            <w:pPr>
              <w:keepNext/>
              <w:spacing w:before="60"/>
              <w:ind w:left="72" w:right="-43" w:hanging="187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Name:</w:t>
            </w:r>
          </w:p>
        </w:tc>
        <w:bookmarkStart w:id="15" w:name="Text36"/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14:paraId="04B76838" w14:textId="77777777" w:rsidR="00AE01B5" w:rsidRPr="00D332F7" w:rsidRDefault="00AE01B5" w:rsidP="00E00645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15"/>
          </w:p>
        </w:tc>
        <w:tc>
          <w:tcPr>
            <w:tcW w:w="630" w:type="dxa"/>
            <w:vAlign w:val="center"/>
          </w:tcPr>
          <w:p w14:paraId="0B25D87B" w14:textId="77777777" w:rsidR="00AE01B5" w:rsidRPr="0046053E" w:rsidRDefault="00AE01B5" w:rsidP="00E00645">
            <w:pPr>
              <w:keepNext/>
              <w:spacing w:before="60"/>
              <w:ind w:right="-43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Title:</w:t>
            </w:r>
          </w:p>
        </w:tc>
        <w:tc>
          <w:tcPr>
            <w:tcW w:w="5580" w:type="dxa"/>
            <w:gridSpan w:val="2"/>
            <w:tcBorders>
              <w:bottom w:val="single" w:sz="4" w:space="0" w:color="auto"/>
            </w:tcBorders>
            <w:vAlign w:val="center"/>
          </w:tcPr>
          <w:p w14:paraId="45EE99A3" w14:textId="77777777" w:rsidR="00AE01B5" w:rsidRPr="00D332F7" w:rsidRDefault="00AE01B5" w:rsidP="00E00645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16" w:name="Text49"/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16"/>
          </w:p>
        </w:tc>
      </w:tr>
      <w:tr w:rsidR="00297784" w:rsidRPr="0046053E" w14:paraId="18C4D6B6" w14:textId="77777777" w:rsidTr="009054F9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33A5F6D5" w14:textId="77777777" w:rsidR="00297784" w:rsidRPr="0046053E" w:rsidRDefault="00297784" w:rsidP="00E00645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Phone: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14:paraId="3B668554" w14:textId="17677EBA" w:rsidR="00297784" w:rsidRPr="0046053E" w:rsidRDefault="00297784" w:rsidP="00E00645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14:paraId="6715C866" w14:textId="7A103499" w:rsidR="00297784" w:rsidRPr="00D332F7" w:rsidRDefault="00297784" w:rsidP="00E00645">
            <w:pPr>
              <w:keepNext/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46053E">
              <w:rPr>
                <w:rFonts w:cs="Arial"/>
                <w:szCs w:val="18"/>
              </w:rPr>
              <w:t>Email: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14:paraId="5F213A42" w14:textId="5FDE959F" w:rsidR="00297784" w:rsidRPr="00D332F7" w:rsidRDefault="00297784" w:rsidP="00E00645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0"/>
    <w:p w14:paraId="50348495" w14:textId="1EB9F446" w:rsidR="005D19AB" w:rsidRPr="005D19AB" w:rsidRDefault="003863B2" w:rsidP="00650E73">
      <w:pPr>
        <w:pStyle w:val="Indentwithtabs"/>
        <w:numPr>
          <w:ilvl w:val="0"/>
          <w:numId w:val="19"/>
        </w:numPr>
        <w:tabs>
          <w:tab w:val="clear" w:pos="9720"/>
        </w:tabs>
        <w:spacing w:before="120"/>
        <w:ind w:right="-43"/>
        <w:rPr>
          <w:rFonts w:ascii="Arial" w:hAnsi="Arial" w:cs="Arial"/>
          <w:i/>
          <w:sz w:val="18"/>
          <w:szCs w:val="18"/>
        </w:rPr>
      </w:pPr>
      <w:r w:rsidRPr="0046053E">
        <w:rPr>
          <w:rFonts w:ascii="Arial" w:hAnsi="Arial" w:cs="Arial"/>
          <w:b/>
          <w:sz w:val="18"/>
          <w:szCs w:val="18"/>
        </w:rPr>
        <w:t>Additional Contacts</w:t>
      </w:r>
    </w:p>
    <w:p w14:paraId="09CF384D" w14:textId="5ABED53B" w:rsidR="003863B2" w:rsidRPr="005D19AB" w:rsidRDefault="003863B2" w:rsidP="005D19AB">
      <w:pPr>
        <w:pStyle w:val="Indentwithtabs"/>
        <w:numPr>
          <w:ilvl w:val="0"/>
          <w:numId w:val="0"/>
        </w:numPr>
        <w:tabs>
          <w:tab w:val="clear" w:pos="9720"/>
          <w:tab w:val="left" w:pos="374"/>
        </w:tabs>
        <w:spacing w:before="60"/>
        <w:ind w:left="360" w:right="-43"/>
        <w:rPr>
          <w:rStyle w:val="Heading2Char"/>
          <w:b w:val="0"/>
          <w:bCs w:val="0"/>
          <w:i w:val="0"/>
          <w:iCs w:val="0"/>
          <w:sz w:val="18"/>
          <w:szCs w:val="18"/>
        </w:rPr>
      </w:pPr>
      <w:bookmarkStart w:id="17" w:name="_Hlk10116335"/>
      <w:bookmarkStart w:id="18" w:name="_Hlk10115130"/>
      <w:r w:rsidRPr="005D19AB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Please list all people at your operation authorized to conduct inspections, meet with inspectors, modify the OSP, or otherwise act on behalf of the </w:t>
      </w:r>
      <w:r w:rsidR="00532104">
        <w:rPr>
          <w:rStyle w:val="Heading2Char"/>
          <w:b w:val="0"/>
          <w:bCs w:val="0"/>
          <w:i w:val="0"/>
          <w:iCs w:val="0"/>
          <w:sz w:val="18"/>
          <w:szCs w:val="18"/>
        </w:rPr>
        <w:t>operation</w:t>
      </w:r>
      <w:r w:rsidRPr="005D19AB">
        <w:rPr>
          <w:rStyle w:val="Heading2Char"/>
          <w:b w:val="0"/>
          <w:bCs w:val="0"/>
          <w:i w:val="0"/>
          <w:iCs w:val="0"/>
          <w:sz w:val="18"/>
          <w:szCs w:val="18"/>
        </w:rPr>
        <w:t>.</w:t>
      </w:r>
      <w:r w:rsidR="00E702D8" w:rsidRPr="005D19AB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 Check the</w:t>
      </w:r>
      <w:r w:rsidR="00366EE2" w:rsidRPr="005D19AB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 CC</w:t>
      </w:r>
      <w:r w:rsidR="00E702D8" w:rsidRPr="005D19AB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 box </w:t>
      </w:r>
      <w:r w:rsidR="000B2BA9">
        <w:rPr>
          <w:rStyle w:val="Heading2Char"/>
          <w:b w:val="0"/>
          <w:bCs w:val="0"/>
          <w:i w:val="0"/>
          <w:iCs w:val="0"/>
          <w:sz w:val="18"/>
          <w:szCs w:val="18"/>
        </w:rPr>
        <w:t>for contacts that should receive all communication along with the Primary contact listed above</w:t>
      </w:r>
      <w:r w:rsidR="002B230D" w:rsidRPr="005D19AB">
        <w:rPr>
          <w:rStyle w:val="Heading2Char"/>
          <w:b w:val="0"/>
          <w:bCs w:val="0"/>
          <w:i w:val="0"/>
          <w:iCs w:val="0"/>
          <w:sz w:val="18"/>
          <w:szCs w:val="18"/>
        </w:rPr>
        <w:t xml:space="preserve">. </w:t>
      </w:r>
      <w:r w:rsidRPr="005D19AB">
        <w:rPr>
          <w:rStyle w:val="Heading2Char"/>
          <w:b w:val="0"/>
          <w:bCs w:val="0"/>
          <w:i w:val="0"/>
          <w:iCs w:val="0"/>
          <w:sz w:val="18"/>
          <w:szCs w:val="18"/>
        </w:rPr>
        <w:t>Attach an additional list if necessary</w:t>
      </w:r>
      <w:bookmarkEnd w:id="17"/>
      <w:r w:rsidRPr="005D19AB">
        <w:rPr>
          <w:rStyle w:val="Heading2Char"/>
          <w:b w:val="0"/>
          <w:bCs w:val="0"/>
          <w:i w:val="0"/>
          <w:iCs w:val="0"/>
          <w:sz w:val="18"/>
          <w:szCs w:val="18"/>
        </w:rPr>
        <w:t>.</w:t>
      </w:r>
      <w:bookmarkEnd w:id="18"/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36"/>
        <w:gridCol w:w="2431"/>
        <w:gridCol w:w="3233"/>
        <w:gridCol w:w="720"/>
      </w:tblGrid>
      <w:tr w:rsidR="00E702D8" w:rsidRPr="0046053E" w14:paraId="52F0D39C" w14:textId="77777777" w:rsidTr="009D120B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6DAF9239" w14:textId="77777777" w:rsidR="00E702D8" w:rsidRPr="000848EB" w:rsidRDefault="00E702D8" w:rsidP="00B948F7">
            <w:pPr>
              <w:tabs>
                <w:tab w:val="left" w:pos="5580"/>
                <w:tab w:val="left" w:pos="9180"/>
              </w:tabs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03899404" w14:textId="77777777" w:rsidR="00E702D8" w:rsidRPr="000848EB" w:rsidRDefault="00E702D8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500001F1" w14:textId="77777777" w:rsidR="00E702D8" w:rsidRPr="000848EB" w:rsidRDefault="00E702D8" w:rsidP="00B948F7">
            <w:pPr>
              <w:tabs>
                <w:tab w:val="left" w:pos="5580"/>
                <w:tab w:val="left" w:pos="9180"/>
              </w:tabs>
              <w:spacing w:before="60"/>
              <w:ind w:left="-97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B576600" w14:textId="77777777" w:rsidR="00E702D8" w:rsidRPr="000848EB" w:rsidRDefault="00366EE2" w:rsidP="00B948F7">
            <w:pPr>
              <w:tabs>
                <w:tab w:val="left" w:pos="5580"/>
                <w:tab w:val="left" w:pos="9180"/>
              </w:tabs>
              <w:spacing w:before="60"/>
              <w:ind w:left="-97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szCs w:val="18"/>
              </w:rPr>
              <w:t xml:space="preserve">CC: </w:t>
            </w:r>
            <w:r w:rsidR="00E702D8" w:rsidRPr="0046053E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02D8" w:rsidRPr="0046053E">
              <w:rPr>
                <w:rFonts w:cs="Arial"/>
                <w:szCs w:val="18"/>
              </w:rPr>
              <w:instrText xml:space="preserve"> FORMCHECKBOX </w:instrText>
            </w:r>
            <w:r w:rsidR="00E702D8" w:rsidRPr="0046053E">
              <w:rPr>
                <w:rFonts w:cs="Arial"/>
                <w:szCs w:val="18"/>
              </w:rPr>
            </w:r>
            <w:r w:rsidR="00E702D8" w:rsidRPr="0046053E">
              <w:rPr>
                <w:rFonts w:cs="Arial"/>
                <w:szCs w:val="18"/>
              </w:rPr>
              <w:fldChar w:fldCharType="separate"/>
            </w:r>
            <w:r w:rsidR="00E702D8" w:rsidRPr="0046053E">
              <w:rPr>
                <w:rFonts w:cs="Arial"/>
                <w:szCs w:val="18"/>
              </w:rPr>
              <w:fldChar w:fldCharType="end"/>
            </w:r>
          </w:p>
        </w:tc>
      </w:tr>
      <w:tr w:rsidR="00E702D8" w:rsidRPr="0046053E" w14:paraId="4E325433" w14:textId="77777777" w:rsidTr="009D120B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7BF2D7B1" w14:textId="156AF8EF" w:rsidR="00E702D8" w:rsidRPr="0046053E" w:rsidRDefault="00E702D8" w:rsidP="00B948F7">
            <w:pPr>
              <w:tabs>
                <w:tab w:val="left" w:pos="1762"/>
                <w:tab w:val="left" w:pos="5580"/>
                <w:tab w:val="left" w:pos="9180"/>
              </w:tabs>
              <w:spacing w:before="60"/>
              <w:ind w:right="-36" w:hanging="108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 xml:space="preserve">Name/Title 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2E49A134" w14:textId="77777777" w:rsidR="00E702D8" w:rsidRPr="0046053E" w:rsidRDefault="00E702D8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Phone number</w:t>
            </w:r>
          </w:p>
        </w:tc>
        <w:tc>
          <w:tcPr>
            <w:tcW w:w="3233" w:type="dxa"/>
            <w:tcBorders>
              <w:top w:val="single" w:sz="4" w:space="0" w:color="auto"/>
            </w:tcBorders>
            <w:vAlign w:val="center"/>
          </w:tcPr>
          <w:p w14:paraId="59BA2420" w14:textId="474D7FCE" w:rsidR="00E702D8" w:rsidRPr="0046053E" w:rsidRDefault="00E702D8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Email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5508D077" w14:textId="77777777" w:rsidR="00E702D8" w:rsidRPr="0046053E" w:rsidRDefault="00E702D8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szCs w:val="18"/>
              </w:rPr>
            </w:pPr>
          </w:p>
        </w:tc>
      </w:tr>
      <w:tr w:rsidR="00E702D8" w:rsidRPr="0046053E" w14:paraId="4759AE2D" w14:textId="77777777" w:rsidTr="009D120B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7BD502BD" w14:textId="77777777" w:rsidR="00E702D8" w:rsidRPr="000848EB" w:rsidRDefault="00E702D8" w:rsidP="00B948F7">
            <w:pPr>
              <w:tabs>
                <w:tab w:val="left" w:pos="5580"/>
                <w:tab w:val="left" w:pos="9180"/>
              </w:tabs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35D7012D" w14:textId="77777777" w:rsidR="00E702D8" w:rsidRPr="000848EB" w:rsidRDefault="00E702D8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1454E036" w14:textId="77777777" w:rsidR="00E702D8" w:rsidRPr="000848EB" w:rsidRDefault="00E702D8" w:rsidP="00B948F7">
            <w:pPr>
              <w:tabs>
                <w:tab w:val="left" w:pos="5580"/>
                <w:tab w:val="left" w:pos="9180"/>
              </w:tabs>
              <w:spacing w:before="60"/>
              <w:ind w:left="-97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172A2853" w14:textId="77777777" w:rsidR="00E702D8" w:rsidRPr="000848EB" w:rsidRDefault="00366EE2" w:rsidP="00B948F7">
            <w:pPr>
              <w:tabs>
                <w:tab w:val="left" w:pos="5580"/>
                <w:tab w:val="left" w:pos="9180"/>
              </w:tabs>
              <w:spacing w:before="60"/>
              <w:ind w:left="-97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szCs w:val="18"/>
              </w:rPr>
              <w:t xml:space="preserve">CC: </w:t>
            </w:r>
            <w:r w:rsidR="00E702D8" w:rsidRPr="0046053E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02D8" w:rsidRPr="0046053E">
              <w:rPr>
                <w:rFonts w:cs="Arial"/>
                <w:szCs w:val="18"/>
              </w:rPr>
              <w:instrText xml:space="preserve"> FORMCHECKBOX </w:instrText>
            </w:r>
            <w:r w:rsidR="00E702D8" w:rsidRPr="0046053E">
              <w:rPr>
                <w:rFonts w:cs="Arial"/>
                <w:szCs w:val="18"/>
              </w:rPr>
            </w:r>
            <w:r w:rsidR="00E702D8" w:rsidRPr="0046053E">
              <w:rPr>
                <w:rFonts w:cs="Arial"/>
                <w:szCs w:val="18"/>
              </w:rPr>
              <w:fldChar w:fldCharType="separate"/>
            </w:r>
            <w:r w:rsidR="00E702D8" w:rsidRPr="0046053E">
              <w:rPr>
                <w:rFonts w:cs="Arial"/>
                <w:szCs w:val="18"/>
              </w:rPr>
              <w:fldChar w:fldCharType="end"/>
            </w:r>
          </w:p>
        </w:tc>
      </w:tr>
      <w:tr w:rsidR="002B230D" w:rsidRPr="0046053E" w14:paraId="6B6CF7DF" w14:textId="77777777" w:rsidTr="009D120B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567BCCC3" w14:textId="43DCB267" w:rsidR="002B230D" w:rsidRPr="0046053E" w:rsidRDefault="002B230D" w:rsidP="00B948F7">
            <w:pPr>
              <w:tabs>
                <w:tab w:val="left" w:pos="266"/>
                <w:tab w:val="left" w:pos="1762"/>
                <w:tab w:val="left" w:pos="5580"/>
                <w:tab w:val="left" w:pos="9180"/>
              </w:tabs>
              <w:spacing w:before="60"/>
              <w:ind w:right="-36" w:hanging="108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Name/Title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666B3B91" w14:textId="77777777" w:rsidR="002B230D" w:rsidRPr="0046053E" w:rsidRDefault="002B230D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Phone number</w:t>
            </w:r>
          </w:p>
        </w:tc>
        <w:tc>
          <w:tcPr>
            <w:tcW w:w="3233" w:type="dxa"/>
            <w:tcBorders>
              <w:top w:val="single" w:sz="4" w:space="0" w:color="auto"/>
            </w:tcBorders>
            <w:vAlign w:val="center"/>
          </w:tcPr>
          <w:p w14:paraId="3AD904A4" w14:textId="77777777" w:rsidR="002B230D" w:rsidRPr="0046053E" w:rsidRDefault="002B230D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Email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3293CEB0" w14:textId="77777777" w:rsidR="002B230D" w:rsidRPr="0046053E" w:rsidRDefault="002B230D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szCs w:val="18"/>
              </w:rPr>
            </w:pPr>
          </w:p>
        </w:tc>
      </w:tr>
      <w:tr w:rsidR="002B230D" w:rsidRPr="0046053E" w14:paraId="75106506" w14:textId="77777777" w:rsidTr="009D120B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4E6E2038" w14:textId="77777777" w:rsidR="002B230D" w:rsidRPr="000848EB" w:rsidRDefault="002B230D" w:rsidP="00B948F7">
            <w:pPr>
              <w:tabs>
                <w:tab w:val="left" w:pos="5580"/>
                <w:tab w:val="left" w:pos="9180"/>
              </w:tabs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71D6E812" w14:textId="77777777" w:rsidR="002B230D" w:rsidRPr="000848EB" w:rsidRDefault="002B230D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5C91F1AC" w14:textId="77777777" w:rsidR="002B230D" w:rsidRPr="000848EB" w:rsidRDefault="002B230D" w:rsidP="00B948F7">
            <w:pPr>
              <w:tabs>
                <w:tab w:val="left" w:pos="5580"/>
                <w:tab w:val="left" w:pos="9180"/>
              </w:tabs>
              <w:spacing w:before="60"/>
              <w:ind w:left="-97" w:right="-36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5F14C7E" w14:textId="77777777" w:rsidR="002B230D" w:rsidRPr="000848EB" w:rsidRDefault="00366EE2" w:rsidP="00B948F7">
            <w:pPr>
              <w:tabs>
                <w:tab w:val="left" w:pos="5580"/>
                <w:tab w:val="left" w:pos="9180"/>
              </w:tabs>
              <w:spacing w:before="60"/>
              <w:ind w:left="-97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szCs w:val="18"/>
              </w:rPr>
              <w:t xml:space="preserve">CC: </w:t>
            </w:r>
            <w:r w:rsidR="002B230D" w:rsidRPr="0046053E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230D" w:rsidRPr="0046053E">
              <w:rPr>
                <w:rFonts w:cs="Arial"/>
                <w:szCs w:val="18"/>
              </w:rPr>
              <w:instrText xml:space="preserve"> FORMCHECKBOX </w:instrText>
            </w:r>
            <w:r w:rsidR="002B230D" w:rsidRPr="0046053E">
              <w:rPr>
                <w:rFonts w:cs="Arial"/>
                <w:szCs w:val="18"/>
              </w:rPr>
            </w:r>
            <w:r w:rsidR="002B230D" w:rsidRPr="0046053E">
              <w:rPr>
                <w:rFonts w:cs="Arial"/>
                <w:szCs w:val="18"/>
              </w:rPr>
              <w:fldChar w:fldCharType="separate"/>
            </w:r>
            <w:r w:rsidR="002B230D" w:rsidRPr="0046053E">
              <w:rPr>
                <w:rFonts w:cs="Arial"/>
                <w:szCs w:val="18"/>
              </w:rPr>
              <w:fldChar w:fldCharType="end"/>
            </w:r>
          </w:p>
        </w:tc>
      </w:tr>
      <w:tr w:rsidR="002B230D" w:rsidRPr="0046053E" w14:paraId="4A5775CF" w14:textId="77777777" w:rsidTr="009D120B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11007C90" w14:textId="04B5017F" w:rsidR="002B230D" w:rsidRPr="0046053E" w:rsidRDefault="002B230D" w:rsidP="00B948F7">
            <w:pPr>
              <w:tabs>
                <w:tab w:val="left" w:pos="1762"/>
                <w:tab w:val="left" w:pos="5580"/>
                <w:tab w:val="left" w:pos="9180"/>
              </w:tabs>
              <w:spacing w:before="60"/>
              <w:ind w:right="-36" w:hanging="108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Name/Title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5AB74AA5" w14:textId="77777777" w:rsidR="002B230D" w:rsidRPr="0046053E" w:rsidRDefault="002B230D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Phone number</w:t>
            </w:r>
          </w:p>
        </w:tc>
        <w:tc>
          <w:tcPr>
            <w:tcW w:w="3233" w:type="dxa"/>
            <w:tcBorders>
              <w:top w:val="single" w:sz="4" w:space="0" w:color="auto"/>
            </w:tcBorders>
            <w:vAlign w:val="center"/>
          </w:tcPr>
          <w:p w14:paraId="44B78DD5" w14:textId="77777777" w:rsidR="002B230D" w:rsidRPr="0046053E" w:rsidRDefault="002B230D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>Email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50C901D0" w14:textId="77777777" w:rsidR="002B230D" w:rsidRPr="0046053E" w:rsidRDefault="002B230D" w:rsidP="00B948F7">
            <w:pPr>
              <w:tabs>
                <w:tab w:val="left" w:pos="5580"/>
                <w:tab w:val="left" w:pos="9180"/>
              </w:tabs>
              <w:spacing w:before="60"/>
              <w:ind w:left="-96" w:right="-36"/>
              <w:rPr>
                <w:rFonts w:cs="Arial"/>
                <w:szCs w:val="18"/>
              </w:rPr>
            </w:pPr>
          </w:p>
        </w:tc>
      </w:tr>
    </w:tbl>
    <w:p w14:paraId="184F5999" w14:textId="77777777" w:rsidR="003863B2" w:rsidRPr="0046053E" w:rsidRDefault="009C04D1" w:rsidP="00454C03">
      <w:pPr>
        <w:keepNext/>
        <w:numPr>
          <w:ilvl w:val="0"/>
          <w:numId w:val="44"/>
        </w:numPr>
        <w:tabs>
          <w:tab w:val="left" w:pos="-90"/>
        </w:tabs>
        <w:spacing w:before="120"/>
        <w:ind w:right="-43"/>
        <w:rPr>
          <w:rFonts w:cs="Arial"/>
          <w:b/>
          <w:kern w:val="18"/>
          <w:sz w:val="22"/>
          <w:szCs w:val="22"/>
        </w:rPr>
      </w:pPr>
      <w:r>
        <w:rPr>
          <w:rFonts w:cs="Arial"/>
          <w:b/>
          <w:kern w:val="18"/>
          <w:sz w:val="22"/>
          <w:szCs w:val="22"/>
        </w:rPr>
        <w:lastRenderedPageBreak/>
        <w:t>Certification Program Information</w:t>
      </w:r>
    </w:p>
    <w:p w14:paraId="1524E44C" w14:textId="12B96B0E" w:rsidR="00E37A58" w:rsidRDefault="00DE2713" w:rsidP="00454C03">
      <w:pPr>
        <w:pStyle w:val="Indentwithtabs"/>
        <w:keepNext/>
        <w:numPr>
          <w:ilvl w:val="0"/>
          <w:numId w:val="20"/>
        </w:numPr>
        <w:tabs>
          <w:tab w:val="clear" w:pos="9720"/>
          <w:tab w:val="left" w:pos="360"/>
        </w:tabs>
        <w:spacing w:before="60"/>
        <w:ind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What types of products does </w:t>
      </w:r>
      <w:r w:rsidR="003863B2" w:rsidRPr="0046053E">
        <w:rPr>
          <w:rFonts w:ascii="Arial" w:hAnsi="Arial" w:cs="Arial"/>
          <w:sz w:val="18"/>
          <w:szCs w:val="18"/>
        </w:rPr>
        <w:t xml:space="preserve">this operation </w:t>
      </w:r>
      <w:r w:rsidR="00143A06">
        <w:rPr>
          <w:rFonts w:ascii="Arial" w:hAnsi="Arial" w:cs="Arial"/>
          <w:sz w:val="18"/>
          <w:szCs w:val="18"/>
        </w:rPr>
        <w:t>grow</w:t>
      </w:r>
      <w:r w:rsidR="00F9713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produce, </w:t>
      </w:r>
      <w:r w:rsidR="00F9713D">
        <w:rPr>
          <w:rFonts w:ascii="Arial" w:hAnsi="Arial" w:cs="Arial"/>
          <w:sz w:val="18"/>
          <w:szCs w:val="18"/>
        </w:rPr>
        <w:t>process</w:t>
      </w:r>
      <w:r>
        <w:rPr>
          <w:rFonts w:ascii="Arial" w:hAnsi="Arial" w:cs="Arial"/>
          <w:sz w:val="18"/>
          <w:szCs w:val="18"/>
        </w:rPr>
        <w:t>,</w:t>
      </w:r>
      <w:r w:rsidR="003863B2" w:rsidRPr="0046053E">
        <w:rPr>
          <w:rFonts w:ascii="Arial" w:hAnsi="Arial" w:cs="Arial"/>
          <w:sz w:val="18"/>
          <w:szCs w:val="18"/>
        </w:rPr>
        <w:t xml:space="preserve"> handle</w:t>
      </w:r>
      <w:r>
        <w:rPr>
          <w:rFonts w:ascii="Arial" w:hAnsi="Arial" w:cs="Arial"/>
          <w:sz w:val="18"/>
          <w:szCs w:val="18"/>
        </w:rPr>
        <w:t>, or sell</w:t>
      </w:r>
      <w:r w:rsidR="00143A06">
        <w:rPr>
          <w:rFonts w:ascii="Arial" w:hAnsi="Arial" w:cs="Arial"/>
          <w:sz w:val="18"/>
          <w:szCs w:val="18"/>
        </w:rPr>
        <w:t>? Check one:</w:t>
      </w:r>
    </w:p>
    <w:bookmarkStart w:id="19" w:name="_Hlk525221695"/>
    <w:bookmarkStart w:id="20" w:name="_Hlk525222479"/>
    <w:p w14:paraId="4356FC78" w14:textId="77777777" w:rsidR="003863B2" w:rsidRPr="0046053E" w:rsidRDefault="003863B2" w:rsidP="00E37A58">
      <w:pPr>
        <w:pStyle w:val="Indentwithtabs"/>
        <w:numPr>
          <w:ilvl w:val="0"/>
          <w:numId w:val="0"/>
        </w:numPr>
        <w:tabs>
          <w:tab w:val="clear" w:pos="9720"/>
          <w:tab w:val="left" w:pos="360"/>
        </w:tabs>
        <w:spacing w:before="60"/>
        <w:ind w:left="360" w:right="-36"/>
        <w:rPr>
          <w:rFonts w:ascii="Arial" w:hAnsi="Arial" w:cs="Arial"/>
          <w:sz w:val="18"/>
          <w:szCs w:val="18"/>
        </w:rPr>
      </w:pPr>
      <w:r w:rsidRPr="0046053E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6053E">
        <w:rPr>
          <w:rFonts w:ascii="Arial" w:hAnsi="Arial" w:cs="Arial"/>
          <w:sz w:val="18"/>
          <w:szCs w:val="18"/>
        </w:rPr>
        <w:instrText xml:space="preserve"> FORMCHECKBOX </w:instrText>
      </w:r>
      <w:r w:rsidRPr="0046053E">
        <w:rPr>
          <w:rFonts w:ascii="Arial" w:hAnsi="Arial" w:cs="Arial"/>
          <w:sz w:val="18"/>
          <w:szCs w:val="18"/>
        </w:rPr>
      </w:r>
      <w:r w:rsidRPr="0046053E">
        <w:rPr>
          <w:rFonts w:ascii="Arial" w:hAnsi="Arial" w:cs="Arial"/>
          <w:sz w:val="18"/>
          <w:szCs w:val="18"/>
        </w:rPr>
        <w:fldChar w:fldCharType="separate"/>
      </w:r>
      <w:r w:rsidRPr="0046053E">
        <w:rPr>
          <w:rFonts w:ascii="Arial" w:hAnsi="Arial" w:cs="Arial"/>
          <w:sz w:val="18"/>
          <w:szCs w:val="18"/>
        </w:rPr>
        <w:fldChar w:fldCharType="end"/>
      </w:r>
      <w:r w:rsidRPr="0046053E">
        <w:rPr>
          <w:rFonts w:ascii="Arial" w:hAnsi="Arial" w:cs="Arial"/>
          <w:sz w:val="18"/>
          <w:szCs w:val="18"/>
        </w:rPr>
        <w:t xml:space="preserve"> Both organic and nonorganic product(s)</w:t>
      </w:r>
      <w:bookmarkStart w:id="21" w:name="Check1"/>
      <w:r w:rsidR="008C4675">
        <w:rPr>
          <w:rFonts w:ascii="Arial" w:hAnsi="Arial" w:cs="Arial"/>
          <w:sz w:val="18"/>
          <w:szCs w:val="18"/>
        </w:rPr>
        <w:t xml:space="preserve">    </w:t>
      </w:r>
      <w:r w:rsidRPr="0046053E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6053E">
        <w:rPr>
          <w:rFonts w:ascii="Arial" w:hAnsi="Arial" w:cs="Arial"/>
          <w:sz w:val="18"/>
          <w:szCs w:val="18"/>
        </w:rPr>
        <w:instrText xml:space="preserve"> FORMCHECKBOX </w:instrText>
      </w:r>
      <w:r w:rsidRPr="0046053E">
        <w:rPr>
          <w:rFonts w:ascii="Arial" w:hAnsi="Arial" w:cs="Arial"/>
          <w:sz w:val="18"/>
          <w:szCs w:val="18"/>
        </w:rPr>
      </w:r>
      <w:r w:rsidRPr="0046053E">
        <w:rPr>
          <w:rFonts w:ascii="Arial" w:hAnsi="Arial" w:cs="Arial"/>
          <w:sz w:val="18"/>
          <w:szCs w:val="18"/>
        </w:rPr>
        <w:fldChar w:fldCharType="separate"/>
      </w:r>
      <w:r w:rsidRPr="0046053E">
        <w:rPr>
          <w:rFonts w:ascii="Arial" w:hAnsi="Arial" w:cs="Arial"/>
          <w:sz w:val="18"/>
          <w:szCs w:val="18"/>
        </w:rPr>
        <w:fldChar w:fldCharType="end"/>
      </w:r>
      <w:bookmarkEnd w:id="21"/>
      <w:r w:rsidRPr="0046053E">
        <w:rPr>
          <w:rFonts w:ascii="Arial" w:hAnsi="Arial" w:cs="Arial"/>
          <w:sz w:val="18"/>
          <w:szCs w:val="18"/>
        </w:rPr>
        <w:t xml:space="preserve"> Organic product(s) only</w:t>
      </w:r>
      <w:r w:rsidR="00D94208">
        <w:rPr>
          <w:rFonts w:ascii="Arial" w:hAnsi="Arial" w:cs="Arial"/>
          <w:sz w:val="18"/>
          <w:szCs w:val="18"/>
        </w:rPr>
        <w:t xml:space="preserve">    </w:t>
      </w:r>
      <w:r w:rsidR="00D94208" w:rsidRPr="0046053E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94208" w:rsidRPr="0046053E">
        <w:rPr>
          <w:rFonts w:ascii="Arial" w:hAnsi="Arial" w:cs="Arial"/>
          <w:sz w:val="18"/>
          <w:szCs w:val="18"/>
        </w:rPr>
        <w:instrText xml:space="preserve"> FORMCHECKBOX </w:instrText>
      </w:r>
      <w:r w:rsidR="00D94208" w:rsidRPr="0046053E">
        <w:rPr>
          <w:rFonts w:ascii="Arial" w:hAnsi="Arial" w:cs="Arial"/>
          <w:sz w:val="18"/>
          <w:szCs w:val="18"/>
        </w:rPr>
      </w:r>
      <w:r w:rsidR="00D94208" w:rsidRPr="0046053E">
        <w:rPr>
          <w:rFonts w:ascii="Arial" w:hAnsi="Arial" w:cs="Arial"/>
          <w:sz w:val="18"/>
          <w:szCs w:val="18"/>
        </w:rPr>
        <w:fldChar w:fldCharType="separate"/>
      </w:r>
      <w:r w:rsidR="00D94208" w:rsidRPr="0046053E">
        <w:rPr>
          <w:rFonts w:ascii="Arial" w:hAnsi="Arial" w:cs="Arial"/>
          <w:sz w:val="18"/>
          <w:szCs w:val="18"/>
        </w:rPr>
        <w:fldChar w:fldCharType="end"/>
      </w:r>
      <w:r w:rsidR="00D94208" w:rsidRPr="0046053E">
        <w:rPr>
          <w:rFonts w:ascii="Arial" w:hAnsi="Arial" w:cs="Arial"/>
          <w:sz w:val="18"/>
          <w:szCs w:val="18"/>
        </w:rPr>
        <w:t xml:space="preserve"> </w:t>
      </w:r>
      <w:r w:rsidR="00D94208">
        <w:rPr>
          <w:rFonts w:ascii="Arial" w:hAnsi="Arial" w:cs="Arial"/>
          <w:sz w:val="18"/>
          <w:szCs w:val="18"/>
        </w:rPr>
        <w:t>Organic and transitional product(s)</w:t>
      </w:r>
      <w:r w:rsidRPr="0046053E">
        <w:rPr>
          <w:rFonts w:ascii="Arial" w:hAnsi="Arial" w:cs="Arial"/>
          <w:sz w:val="18"/>
          <w:szCs w:val="18"/>
        </w:rPr>
        <w:t xml:space="preserve"> </w:t>
      </w:r>
      <w:bookmarkEnd w:id="19"/>
    </w:p>
    <w:bookmarkEnd w:id="20"/>
    <w:p w14:paraId="7B205EA8" w14:textId="77777777" w:rsidR="00835FAD" w:rsidRDefault="00835FAD" w:rsidP="009E2D0F">
      <w:pPr>
        <w:keepNext/>
        <w:numPr>
          <w:ilvl w:val="0"/>
          <w:numId w:val="20"/>
        </w:numPr>
        <w:tabs>
          <w:tab w:val="left" w:pos="360"/>
          <w:tab w:val="left" w:pos="5220"/>
          <w:tab w:val="left" w:pos="5400"/>
          <w:tab w:val="left" w:leader="underscore" w:pos="8100"/>
        </w:tabs>
        <w:spacing w:before="60"/>
        <w:ind w:right="-43"/>
        <w:rPr>
          <w:rFonts w:cs="Arial"/>
          <w:szCs w:val="18"/>
        </w:rPr>
      </w:pPr>
      <w:r w:rsidRPr="0046053E">
        <w:rPr>
          <w:rFonts w:cs="Arial"/>
          <w:szCs w:val="18"/>
        </w:rPr>
        <w:t>Please indicate any markets you export</w:t>
      </w:r>
      <w:r w:rsidR="00DA3F7F">
        <w:rPr>
          <w:rFonts w:cs="Arial"/>
          <w:szCs w:val="18"/>
        </w:rPr>
        <w:t xml:space="preserve"> or plan to export </w:t>
      </w:r>
      <w:r w:rsidRPr="0046053E">
        <w:rPr>
          <w:rFonts w:cs="Arial"/>
          <w:szCs w:val="18"/>
        </w:rPr>
        <w:t>to</w:t>
      </w:r>
      <w:r w:rsidR="00DA3F7F">
        <w:rPr>
          <w:rFonts w:cs="Arial"/>
          <w:szCs w:val="18"/>
        </w:rPr>
        <w:t>,</w:t>
      </w:r>
      <w:r w:rsidRPr="0046053E">
        <w:rPr>
          <w:rFonts w:cs="Arial"/>
          <w:szCs w:val="18"/>
        </w:rPr>
        <w:t xml:space="preserve"> directly or indirectly (as an ingredient or through brokers/traders etc</w:t>
      </w:r>
      <w:r w:rsidR="00BB094F">
        <w:rPr>
          <w:rFonts w:cs="Arial"/>
          <w:szCs w:val="18"/>
        </w:rPr>
        <w:t>.</w:t>
      </w:r>
      <w:r w:rsidRPr="0046053E">
        <w:rPr>
          <w:rFonts w:cs="Arial"/>
          <w:szCs w:val="18"/>
        </w:rPr>
        <w:t>).</w:t>
      </w:r>
    </w:p>
    <w:p w14:paraId="23DC55C8" w14:textId="77777777" w:rsidR="00297784" w:rsidRPr="006D0506" w:rsidRDefault="00297784" w:rsidP="009E2D0F">
      <w:pPr>
        <w:keepNext/>
        <w:tabs>
          <w:tab w:val="left" w:pos="360"/>
          <w:tab w:val="left" w:pos="5220"/>
          <w:tab w:val="left" w:pos="5400"/>
          <w:tab w:val="left" w:leader="underscore" w:pos="8100"/>
        </w:tabs>
        <w:spacing w:before="60"/>
        <w:ind w:left="360" w:right="-36"/>
        <w:rPr>
          <w:rFonts w:cs="Arial"/>
          <w:szCs w:val="18"/>
          <w:lang w:val="es-MX"/>
        </w:rPr>
      </w:pPr>
      <w:r w:rsidRPr="009E4B22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DA3F7F">
        <w:rPr>
          <w:rFonts w:cs="Arial"/>
          <w:szCs w:val="18"/>
          <w:lang w:val="es-MX"/>
        </w:rPr>
        <w:instrText xml:space="preserve"> FORMCHECKBOX </w:instrText>
      </w:r>
      <w:r w:rsidRPr="009E4B22">
        <w:rPr>
          <w:rFonts w:cs="Arial"/>
          <w:szCs w:val="18"/>
        </w:rPr>
      </w:r>
      <w:r w:rsidRPr="009E4B22">
        <w:rPr>
          <w:rFonts w:cs="Arial"/>
          <w:szCs w:val="18"/>
        </w:rPr>
        <w:fldChar w:fldCharType="separate"/>
      </w:r>
      <w:r w:rsidRPr="009E4B22">
        <w:rPr>
          <w:rFonts w:cs="Arial"/>
          <w:szCs w:val="18"/>
        </w:rPr>
        <w:fldChar w:fldCharType="end"/>
      </w:r>
      <w:r w:rsidRPr="00DA3F7F">
        <w:rPr>
          <w:rFonts w:cs="Arial"/>
          <w:szCs w:val="18"/>
          <w:lang w:val="es-MX"/>
        </w:rPr>
        <w:t xml:space="preserve"> Canada    </w:t>
      </w:r>
      <w:r w:rsidRPr="009E4B22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A3F7F">
        <w:rPr>
          <w:rFonts w:cs="Arial"/>
          <w:szCs w:val="18"/>
          <w:lang w:val="es-MX"/>
        </w:rPr>
        <w:instrText xml:space="preserve"> FORMCHECKBOX </w:instrText>
      </w:r>
      <w:r w:rsidRPr="009E4B22">
        <w:rPr>
          <w:rFonts w:cs="Arial"/>
          <w:szCs w:val="18"/>
        </w:rPr>
      </w:r>
      <w:r w:rsidRPr="009E4B22">
        <w:rPr>
          <w:rFonts w:cs="Arial"/>
          <w:szCs w:val="18"/>
        </w:rPr>
        <w:fldChar w:fldCharType="separate"/>
      </w:r>
      <w:r w:rsidRPr="009E4B22">
        <w:rPr>
          <w:rFonts w:cs="Arial"/>
          <w:szCs w:val="18"/>
        </w:rPr>
        <w:fldChar w:fldCharType="end"/>
      </w:r>
      <w:r w:rsidRPr="00DA3F7F">
        <w:rPr>
          <w:rFonts w:cs="Arial"/>
          <w:szCs w:val="18"/>
          <w:lang w:val="es-MX"/>
        </w:rPr>
        <w:t xml:space="preserve"> Europe</w:t>
      </w:r>
      <w:r>
        <w:rPr>
          <w:rFonts w:cs="Arial"/>
          <w:szCs w:val="18"/>
          <w:lang w:val="es-MX"/>
        </w:rPr>
        <w:t>/UK</w:t>
      </w:r>
      <w:r w:rsidRPr="00DA3F7F">
        <w:rPr>
          <w:rFonts w:cs="Arial"/>
          <w:szCs w:val="18"/>
          <w:lang w:val="es-MX"/>
        </w:rPr>
        <w:t xml:space="preserve">    </w:t>
      </w:r>
      <w:r w:rsidRPr="009E4B22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A3F7F">
        <w:rPr>
          <w:rFonts w:cs="Arial"/>
          <w:szCs w:val="18"/>
          <w:lang w:val="es-MX"/>
        </w:rPr>
        <w:instrText xml:space="preserve"> FORMCHECKBOX </w:instrText>
      </w:r>
      <w:r w:rsidRPr="009E4B22">
        <w:rPr>
          <w:rFonts w:cs="Arial"/>
          <w:szCs w:val="18"/>
        </w:rPr>
      </w:r>
      <w:r w:rsidRPr="009E4B22">
        <w:rPr>
          <w:rFonts w:cs="Arial"/>
          <w:szCs w:val="18"/>
        </w:rPr>
        <w:fldChar w:fldCharType="separate"/>
      </w:r>
      <w:r w:rsidRPr="009E4B22">
        <w:rPr>
          <w:rFonts w:cs="Arial"/>
          <w:szCs w:val="18"/>
        </w:rPr>
        <w:fldChar w:fldCharType="end"/>
      </w:r>
      <w:r w:rsidRPr="00DA3F7F">
        <w:rPr>
          <w:rFonts w:cs="Arial"/>
          <w:szCs w:val="18"/>
          <w:lang w:val="es-MX"/>
        </w:rPr>
        <w:t xml:space="preserve"> Japan    </w:t>
      </w:r>
      <w:r w:rsidRPr="009E4B22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DA3F7F">
        <w:rPr>
          <w:rFonts w:cs="Arial"/>
          <w:szCs w:val="18"/>
          <w:lang w:val="es-MX"/>
        </w:rPr>
        <w:instrText xml:space="preserve"> FORMCHECKBOX </w:instrText>
      </w:r>
      <w:r w:rsidRPr="009E4B22">
        <w:rPr>
          <w:rFonts w:cs="Arial"/>
          <w:szCs w:val="18"/>
        </w:rPr>
      </w:r>
      <w:r w:rsidRPr="009E4B22">
        <w:rPr>
          <w:rFonts w:cs="Arial"/>
          <w:szCs w:val="18"/>
        </w:rPr>
        <w:fldChar w:fldCharType="separate"/>
      </w:r>
      <w:r w:rsidRPr="009E4B22">
        <w:rPr>
          <w:rFonts w:cs="Arial"/>
          <w:szCs w:val="18"/>
        </w:rPr>
        <w:fldChar w:fldCharType="end"/>
      </w:r>
      <w:r w:rsidRPr="00DA3F7F">
        <w:rPr>
          <w:rFonts w:cs="Arial"/>
          <w:szCs w:val="18"/>
          <w:lang w:val="es-MX"/>
        </w:rPr>
        <w:t xml:space="preserve"> Korea    </w:t>
      </w:r>
      <w:r w:rsidRPr="009E4B22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DA3F7F">
        <w:rPr>
          <w:rFonts w:cs="Arial"/>
          <w:szCs w:val="18"/>
          <w:lang w:val="es-MX"/>
        </w:rPr>
        <w:instrText xml:space="preserve"> FORMCHECKBOX </w:instrText>
      </w:r>
      <w:r w:rsidRPr="009E4B22">
        <w:rPr>
          <w:rFonts w:cs="Arial"/>
          <w:szCs w:val="18"/>
        </w:rPr>
      </w:r>
      <w:r w:rsidRPr="009E4B22">
        <w:rPr>
          <w:rFonts w:cs="Arial"/>
          <w:szCs w:val="18"/>
        </w:rPr>
        <w:fldChar w:fldCharType="separate"/>
      </w:r>
      <w:r w:rsidRPr="009E4B22">
        <w:rPr>
          <w:rFonts w:cs="Arial"/>
          <w:szCs w:val="18"/>
        </w:rPr>
        <w:fldChar w:fldCharType="end"/>
      </w:r>
      <w:r w:rsidRPr="00DA3F7F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>Taiwan</w:t>
      </w:r>
      <w:r w:rsidRPr="00961F9B">
        <w:rPr>
          <w:rFonts w:cs="Arial"/>
          <w:szCs w:val="18"/>
          <w:lang w:val="es-MX"/>
        </w:rPr>
        <w:t xml:space="preserve">  </w:t>
      </w:r>
      <w:r>
        <w:rPr>
          <w:rFonts w:cs="Arial"/>
          <w:szCs w:val="18"/>
          <w:lang w:val="es-MX"/>
        </w:rPr>
        <w:t xml:space="preserve">  </w:t>
      </w:r>
      <w:r w:rsidRPr="009E4B22">
        <w:rPr>
          <w:rFonts w:cs="Arial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DA3F7F">
        <w:rPr>
          <w:rFonts w:cs="Arial"/>
          <w:szCs w:val="18"/>
          <w:lang w:val="es-MX"/>
        </w:rPr>
        <w:instrText xml:space="preserve"> FORMCHECKBOX </w:instrText>
      </w:r>
      <w:r w:rsidRPr="009E4B22">
        <w:rPr>
          <w:rFonts w:cs="Arial"/>
          <w:szCs w:val="18"/>
        </w:rPr>
      </w:r>
      <w:r w:rsidRPr="009E4B22">
        <w:rPr>
          <w:rFonts w:cs="Arial"/>
          <w:szCs w:val="18"/>
        </w:rPr>
        <w:fldChar w:fldCharType="separate"/>
      </w:r>
      <w:r w:rsidRPr="009E4B22">
        <w:rPr>
          <w:rFonts w:cs="Arial"/>
          <w:szCs w:val="18"/>
        </w:rPr>
        <w:fldChar w:fldCharType="end"/>
      </w:r>
      <w:r w:rsidRPr="00DA3F7F">
        <w:rPr>
          <w:rFonts w:cs="Arial"/>
          <w:szCs w:val="18"/>
          <w:lang w:val="es-MX"/>
        </w:rPr>
        <w:t xml:space="preserve"> Switzerland    </w:t>
      </w:r>
      <w:r w:rsidRPr="009E4B22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A3F7F">
        <w:rPr>
          <w:rFonts w:cs="Arial"/>
          <w:szCs w:val="18"/>
          <w:lang w:val="es-MX"/>
        </w:rPr>
        <w:instrText xml:space="preserve"> FORMCHECKBOX </w:instrText>
      </w:r>
      <w:r w:rsidRPr="009E4B22">
        <w:rPr>
          <w:rFonts w:cs="Arial"/>
          <w:szCs w:val="18"/>
        </w:rPr>
      </w:r>
      <w:r w:rsidRPr="009E4B22">
        <w:rPr>
          <w:rFonts w:cs="Arial"/>
          <w:szCs w:val="18"/>
        </w:rPr>
        <w:fldChar w:fldCharType="separate"/>
      </w:r>
      <w:r w:rsidRPr="009E4B22">
        <w:rPr>
          <w:rFonts w:cs="Arial"/>
          <w:szCs w:val="18"/>
        </w:rPr>
        <w:fldChar w:fldCharType="end"/>
      </w:r>
      <w:r w:rsidRPr="00DA3F7F">
        <w:rPr>
          <w:rFonts w:cs="Arial"/>
          <w:szCs w:val="18"/>
          <w:lang w:val="es-MX"/>
        </w:rPr>
        <w:t xml:space="preserve"> Mexico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6"/>
        <w:gridCol w:w="877"/>
        <w:gridCol w:w="5147"/>
        <w:gridCol w:w="1080"/>
        <w:gridCol w:w="3510"/>
      </w:tblGrid>
      <w:tr w:rsidR="00366AAE" w:rsidRPr="009E4B22" w14:paraId="735ECC8E" w14:textId="77777777" w:rsidTr="004A0B25">
        <w:trPr>
          <w:gridBefore w:val="1"/>
          <w:wBefore w:w="366" w:type="dxa"/>
          <w:cantSplit/>
          <w:trHeight w:val="360"/>
        </w:trPr>
        <w:tc>
          <w:tcPr>
            <w:tcW w:w="877" w:type="dxa"/>
            <w:vAlign w:val="center"/>
          </w:tcPr>
          <w:p w14:paraId="56D3B225" w14:textId="7C5D579A" w:rsidR="00366AAE" w:rsidRPr="00DA3F7F" w:rsidRDefault="00366AAE" w:rsidP="000266AA">
            <w:pPr>
              <w:spacing w:before="6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9E4B2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3F7F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9E4B22">
              <w:rPr>
                <w:rFonts w:cs="Arial"/>
                <w:szCs w:val="18"/>
              </w:rPr>
            </w:r>
            <w:r w:rsidRPr="009E4B22">
              <w:rPr>
                <w:rFonts w:cs="Arial"/>
                <w:szCs w:val="18"/>
              </w:rPr>
              <w:fldChar w:fldCharType="separate"/>
            </w:r>
            <w:r w:rsidRPr="009E4B22">
              <w:rPr>
                <w:rFonts w:cs="Arial"/>
                <w:szCs w:val="18"/>
              </w:rPr>
              <w:fldChar w:fldCharType="end"/>
            </w:r>
            <w:r w:rsidRPr="00DA3F7F">
              <w:rPr>
                <w:rFonts w:cs="Arial"/>
                <w:szCs w:val="18"/>
                <w:lang w:val="es-MX"/>
              </w:rPr>
              <w:t xml:space="preserve"> Other:</w:t>
            </w:r>
          </w:p>
        </w:tc>
        <w:tc>
          <w:tcPr>
            <w:tcW w:w="9737" w:type="dxa"/>
            <w:gridSpan w:val="3"/>
            <w:tcBorders>
              <w:bottom w:val="single" w:sz="4" w:space="0" w:color="auto"/>
            </w:tcBorders>
            <w:vAlign w:val="center"/>
          </w:tcPr>
          <w:p w14:paraId="12662324" w14:textId="77777777" w:rsidR="00366AAE" w:rsidRPr="009E4B22" w:rsidRDefault="00366AAE" w:rsidP="000C62D0">
            <w:pPr>
              <w:spacing w:before="60"/>
              <w:ind w:left="-101" w:right="-43"/>
              <w:rPr>
                <w:rFonts w:cs="Arial"/>
                <w:b/>
                <w:szCs w:val="18"/>
              </w:rPr>
            </w:pPr>
            <w:r w:rsidRPr="009E4B2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9E4B2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E4B22">
              <w:rPr>
                <w:rFonts w:cs="Arial"/>
                <w:b/>
                <w:color w:val="0070C0"/>
                <w:szCs w:val="18"/>
              </w:rPr>
            </w:r>
            <w:r w:rsidRPr="009E4B2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E4B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E4B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E4B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E4B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E4B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E4B2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73AAC" w:rsidRPr="0046053E" w14:paraId="6FBF12A1" w14:textId="77777777" w:rsidTr="001254A2">
        <w:trPr>
          <w:cantSplit/>
          <w:trHeight w:val="360"/>
        </w:trPr>
        <w:tc>
          <w:tcPr>
            <w:tcW w:w="6390" w:type="dxa"/>
            <w:gridSpan w:val="3"/>
            <w:vAlign w:val="center"/>
          </w:tcPr>
          <w:p w14:paraId="6477FA5E" w14:textId="637549CA" w:rsidR="00073AAC" w:rsidRPr="004444C7" w:rsidRDefault="00073AAC" w:rsidP="00953DBA">
            <w:pPr>
              <w:pStyle w:val="BodyText"/>
              <w:numPr>
                <w:ilvl w:val="0"/>
                <w:numId w:val="20"/>
              </w:numPr>
              <w:spacing w:before="60" w:after="0"/>
              <w:ind w:left="245" w:right="-43"/>
              <w:rPr>
                <w:rFonts w:cs="Arial"/>
                <w:szCs w:val="18"/>
              </w:rPr>
            </w:pPr>
            <w:bookmarkStart w:id="22" w:name="_Hlk19542605"/>
            <w:r>
              <w:rPr>
                <w:rFonts w:cs="Arial"/>
                <w:szCs w:val="18"/>
              </w:rPr>
              <w:t>By what date</w:t>
            </w:r>
            <w:r w:rsidRPr="0046053E">
              <w:rPr>
                <w:rFonts w:cs="Arial"/>
                <w:szCs w:val="18"/>
              </w:rPr>
              <w:t xml:space="preserve"> do you anticipate the need for certification?</w:t>
            </w:r>
            <w:r w:rsidR="005D45BF">
              <w:rPr>
                <w:rFonts w:cs="Arial"/>
                <w:szCs w:val="18"/>
              </w:rPr>
              <w:t xml:space="preserve"> </w:t>
            </w:r>
            <w:r w:rsidR="001254A2">
              <w:rPr>
                <w:rFonts w:cs="Arial"/>
                <w:i/>
                <w:iCs/>
                <w:szCs w:val="18"/>
              </w:rPr>
              <w:t>Month/Day/Year:</w:t>
            </w:r>
          </w:p>
        </w:tc>
        <w:tc>
          <w:tcPr>
            <w:tcW w:w="4590" w:type="dxa"/>
            <w:gridSpan w:val="2"/>
            <w:tcBorders>
              <w:bottom w:val="single" w:sz="4" w:space="0" w:color="auto"/>
            </w:tcBorders>
            <w:vAlign w:val="center"/>
          </w:tcPr>
          <w:p w14:paraId="69CCC56F" w14:textId="2A4CE837" w:rsidR="00073AAC" w:rsidRPr="000848EB" w:rsidRDefault="00073AAC" w:rsidP="004739FE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="004B6D7B">
              <w:rPr>
                <w:rFonts w:cs="Arial"/>
                <w:b/>
                <w:color w:val="0070C0"/>
                <w:szCs w:val="18"/>
              </w:rPr>
              <w:t xml:space="preserve"> </w:t>
            </w:r>
          </w:p>
        </w:tc>
      </w:tr>
      <w:tr w:rsidR="00073AAC" w:rsidRPr="0046053E" w14:paraId="35F816F2" w14:textId="77777777" w:rsidTr="004A0B25">
        <w:trPr>
          <w:cantSplit/>
        </w:trPr>
        <w:tc>
          <w:tcPr>
            <w:tcW w:w="10980" w:type="dxa"/>
            <w:gridSpan w:val="5"/>
            <w:vAlign w:val="center"/>
          </w:tcPr>
          <w:p w14:paraId="103AAC7E" w14:textId="659FD9E9" w:rsidR="00073AAC" w:rsidRPr="00F57D75" w:rsidRDefault="00073AAC" w:rsidP="006D0506">
            <w:pPr>
              <w:pStyle w:val="BodyText"/>
              <w:keepNext/>
              <w:spacing w:before="60" w:after="0"/>
              <w:ind w:left="240" w:right="-43"/>
              <w:rPr>
                <w:rFonts w:cs="Arial"/>
                <w:b/>
                <w:szCs w:val="18"/>
              </w:rPr>
            </w:pPr>
            <w:r>
              <w:rPr>
                <w:rFonts w:cs="Arial"/>
                <w:i/>
                <w:iCs/>
                <w:szCs w:val="18"/>
              </w:rPr>
              <w:t>T</w:t>
            </w:r>
            <w:r w:rsidRPr="00CA7D56">
              <w:rPr>
                <w:rFonts w:cs="Arial"/>
                <w:i/>
                <w:iCs/>
                <w:szCs w:val="18"/>
              </w:rPr>
              <w:t>he certification process could take 12 weeks</w:t>
            </w:r>
            <w:r>
              <w:rPr>
                <w:rFonts w:cs="Arial"/>
                <w:i/>
                <w:iCs/>
                <w:szCs w:val="18"/>
              </w:rPr>
              <w:t xml:space="preserve"> or longer. If you need a shorter timeline you can enroll in the </w:t>
            </w:r>
            <w:hyperlink r:id="rId23" w:history="1">
              <w:r w:rsidRPr="00790B69">
                <w:rPr>
                  <w:rStyle w:val="Hyperlink"/>
                  <w:rFonts w:cs="Arial"/>
                  <w:b/>
                  <w:bCs/>
                  <w:i/>
                  <w:iCs/>
                  <w:szCs w:val="18"/>
                </w:rPr>
                <w:t>Expedited Certification Service</w:t>
              </w:r>
            </w:hyperlink>
            <w:r w:rsidRPr="00CA7D56">
              <w:rPr>
                <w:rFonts w:cs="Arial"/>
                <w:i/>
                <w:iCs/>
                <w:szCs w:val="18"/>
              </w:rPr>
              <w:t>.</w:t>
            </w:r>
          </w:p>
        </w:tc>
      </w:tr>
      <w:tr w:rsidR="00073AAC" w:rsidRPr="0046053E" w14:paraId="35FDC7D1" w14:textId="77777777" w:rsidTr="004A0B25">
        <w:trPr>
          <w:cantSplit/>
          <w:trHeight w:val="270"/>
        </w:trPr>
        <w:tc>
          <w:tcPr>
            <w:tcW w:w="10980" w:type="dxa"/>
            <w:gridSpan w:val="5"/>
            <w:vAlign w:val="center"/>
          </w:tcPr>
          <w:p w14:paraId="09950C19" w14:textId="386FD8E2" w:rsidR="00073AAC" w:rsidRDefault="00073AAC" w:rsidP="006A005A">
            <w:pPr>
              <w:pStyle w:val="BodyText"/>
              <w:keepNext/>
              <w:numPr>
                <w:ilvl w:val="0"/>
                <w:numId w:val="20"/>
              </w:numPr>
              <w:spacing w:before="60" w:after="0"/>
              <w:ind w:left="245" w:right="-43"/>
              <w:rPr>
                <w:rFonts w:cs="Arial"/>
                <w:i/>
                <w:iCs/>
                <w:szCs w:val="18"/>
              </w:rPr>
            </w:pPr>
            <w:r w:rsidRPr="0046053E">
              <w:rPr>
                <w:rFonts w:cs="Arial"/>
                <w:szCs w:val="18"/>
              </w:rPr>
              <w:t xml:space="preserve">Is </w:t>
            </w:r>
            <w:r w:rsidR="00B25E56">
              <w:rPr>
                <w:rFonts w:cs="Arial"/>
                <w:szCs w:val="18"/>
              </w:rPr>
              <w:t>this</w:t>
            </w:r>
            <w:r w:rsidR="00B25E56" w:rsidRPr="0046053E">
              <w:rPr>
                <w:rFonts w:cs="Arial"/>
                <w:szCs w:val="18"/>
              </w:rPr>
              <w:t xml:space="preserve"> </w:t>
            </w:r>
            <w:r w:rsidRPr="0046053E">
              <w:rPr>
                <w:rFonts w:cs="Arial"/>
                <w:szCs w:val="18"/>
              </w:rPr>
              <w:t>operation currently certified organic?</w:t>
            </w:r>
          </w:p>
        </w:tc>
      </w:tr>
      <w:tr w:rsidR="00B25E56" w:rsidRPr="0046053E" w14:paraId="788ACA24" w14:textId="77777777" w:rsidTr="00643650">
        <w:trPr>
          <w:cantSplit/>
          <w:trHeight w:val="360"/>
        </w:trPr>
        <w:tc>
          <w:tcPr>
            <w:tcW w:w="10980" w:type="dxa"/>
            <w:gridSpan w:val="5"/>
            <w:vAlign w:val="center"/>
          </w:tcPr>
          <w:p w14:paraId="63E76142" w14:textId="04B39137" w:rsidR="00B25E56" w:rsidRPr="0046053E" w:rsidRDefault="00B25E56" w:rsidP="006A005A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6053E">
              <w:rPr>
                <w:rFonts w:cs="Arial"/>
                <w:szCs w:val="18"/>
              </w:rPr>
              <w:instrText xml:space="preserve"> FORMCHECKBOX </w:instrText>
            </w:r>
            <w:r w:rsidRPr="0046053E">
              <w:rPr>
                <w:rFonts w:cs="Arial"/>
                <w:szCs w:val="18"/>
              </w:rPr>
            </w:r>
            <w:r w:rsidRPr="0046053E">
              <w:rPr>
                <w:rFonts w:cs="Arial"/>
                <w:szCs w:val="18"/>
              </w:rPr>
              <w:fldChar w:fldCharType="separate"/>
            </w:r>
            <w:r w:rsidRPr="0046053E">
              <w:rPr>
                <w:rFonts w:cs="Arial"/>
                <w:szCs w:val="18"/>
              </w:rPr>
              <w:fldChar w:fldCharType="end"/>
            </w:r>
            <w:r w:rsidRPr="0046053E">
              <w:rPr>
                <w:rFonts w:cs="Arial"/>
                <w:szCs w:val="18"/>
              </w:rPr>
              <w:t xml:space="preserve"> No</w:t>
            </w:r>
            <w:r>
              <w:rPr>
                <w:rFonts w:cs="Arial"/>
                <w:szCs w:val="18"/>
              </w:rPr>
              <w:t xml:space="preserve">    </w:t>
            </w:r>
            <w:r w:rsidRPr="0046053E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6053E">
              <w:rPr>
                <w:rFonts w:cs="Arial"/>
                <w:szCs w:val="18"/>
              </w:rPr>
              <w:instrText xml:space="preserve"> FORMCHECKBOX </w:instrText>
            </w:r>
            <w:r w:rsidRPr="0046053E">
              <w:rPr>
                <w:rFonts w:cs="Arial"/>
                <w:szCs w:val="18"/>
              </w:rPr>
            </w:r>
            <w:r w:rsidRPr="0046053E">
              <w:rPr>
                <w:rFonts w:cs="Arial"/>
                <w:szCs w:val="18"/>
              </w:rPr>
              <w:fldChar w:fldCharType="separate"/>
            </w:r>
            <w:r w:rsidRPr="0046053E">
              <w:rPr>
                <w:rFonts w:cs="Arial"/>
                <w:szCs w:val="18"/>
              </w:rPr>
              <w:fldChar w:fldCharType="end"/>
            </w:r>
            <w:r w:rsidRPr="0046053E">
              <w:rPr>
                <w:rFonts w:cs="Arial"/>
                <w:szCs w:val="18"/>
              </w:rPr>
              <w:t xml:space="preserve"> Yes,</w:t>
            </w:r>
            <w:r>
              <w:rPr>
                <w:rFonts w:cs="Arial"/>
                <w:szCs w:val="18"/>
              </w:rPr>
              <w:t xml:space="preserve"> attach certificate and completed </w:t>
            </w:r>
            <w:hyperlink r:id="rId24" w:history="1">
              <w:r w:rsidRPr="004202F1">
                <w:rPr>
                  <w:rStyle w:val="Hyperlink"/>
                  <w:rFonts w:cs="Arial"/>
                  <w:b/>
                  <w:bCs/>
                  <w:szCs w:val="18"/>
                </w:rPr>
                <w:t>Certification Transfer Form</w:t>
              </w:r>
            </w:hyperlink>
            <w:r>
              <w:rPr>
                <w:rFonts w:cs="Arial"/>
                <w:szCs w:val="18"/>
              </w:rPr>
              <w:t>.</w:t>
            </w:r>
          </w:p>
        </w:tc>
      </w:tr>
      <w:tr w:rsidR="00073AAC" w:rsidRPr="0046053E" w14:paraId="7D43ADE2" w14:textId="77777777" w:rsidTr="004A0B25">
        <w:trPr>
          <w:cantSplit/>
        </w:trPr>
        <w:tc>
          <w:tcPr>
            <w:tcW w:w="10980" w:type="dxa"/>
            <w:gridSpan w:val="5"/>
            <w:vAlign w:val="center"/>
          </w:tcPr>
          <w:p w14:paraId="7F79C33B" w14:textId="572195A1" w:rsidR="00073AAC" w:rsidRPr="0046053E" w:rsidRDefault="00073AAC" w:rsidP="006A005A">
            <w:pPr>
              <w:pStyle w:val="BodyText"/>
              <w:keepNext/>
              <w:numPr>
                <w:ilvl w:val="0"/>
                <w:numId w:val="20"/>
              </w:numPr>
              <w:spacing w:before="60" w:after="0"/>
              <w:ind w:left="245" w:right="-43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 xml:space="preserve">Has this operation </w:t>
            </w:r>
            <w:r w:rsidR="00B25E56">
              <w:rPr>
                <w:rFonts w:cs="Arial"/>
                <w:szCs w:val="18"/>
              </w:rPr>
              <w:t>or any responsibly connected person with this operation</w:t>
            </w:r>
            <w:r w:rsidR="00B25E56" w:rsidRPr="0046053E">
              <w:rPr>
                <w:rFonts w:cs="Arial"/>
                <w:szCs w:val="18"/>
              </w:rPr>
              <w:t xml:space="preserve"> ever applied for</w:t>
            </w:r>
            <w:r w:rsidR="00B25E56">
              <w:rPr>
                <w:rFonts w:cs="Arial"/>
                <w:szCs w:val="18"/>
              </w:rPr>
              <w:t>,</w:t>
            </w:r>
            <w:r w:rsidR="00B25E56" w:rsidRPr="0046053E">
              <w:rPr>
                <w:rFonts w:cs="Arial"/>
                <w:szCs w:val="18"/>
              </w:rPr>
              <w:t xml:space="preserve"> or been granted</w:t>
            </w:r>
            <w:r w:rsidR="00B25E56">
              <w:rPr>
                <w:rFonts w:cs="Arial"/>
                <w:szCs w:val="18"/>
              </w:rPr>
              <w:t>,</w:t>
            </w:r>
            <w:r w:rsidR="00B25E56" w:rsidRPr="0046053E">
              <w:rPr>
                <w:rFonts w:cs="Arial"/>
                <w:szCs w:val="18"/>
              </w:rPr>
              <w:t xml:space="preserve"> organic certification?</w:t>
            </w:r>
            <w:r w:rsidR="00B25E56">
              <w:rPr>
                <w:rFonts w:cs="Arial"/>
                <w:szCs w:val="18"/>
              </w:rPr>
              <w:t xml:space="preserve"> </w:t>
            </w:r>
            <w:r w:rsidR="00B25E56" w:rsidRPr="0050052A">
              <w:rPr>
                <w:rFonts w:cs="Arial"/>
                <w:i/>
                <w:iCs/>
                <w:szCs w:val="18"/>
              </w:rPr>
              <w:t xml:space="preserve">NOP 205.2  </w:t>
            </w:r>
            <w:r w:rsidR="00B25E56">
              <w:rPr>
                <w:rFonts w:cs="Arial"/>
                <w:i/>
                <w:iCs/>
                <w:szCs w:val="18"/>
              </w:rPr>
              <w:t>“</w:t>
            </w:r>
            <w:r w:rsidR="00B25E56" w:rsidRPr="0050052A">
              <w:rPr>
                <w:rFonts w:cs="Arial"/>
                <w:i/>
                <w:iCs/>
                <w:szCs w:val="18"/>
              </w:rPr>
              <w:t>Responsibly connected</w:t>
            </w:r>
            <w:r w:rsidR="00B25E56">
              <w:rPr>
                <w:rFonts w:cs="Arial"/>
                <w:i/>
                <w:iCs/>
                <w:szCs w:val="18"/>
              </w:rPr>
              <w:t xml:space="preserve">” - </w:t>
            </w:r>
            <w:r w:rsidR="00B25E56" w:rsidRPr="0050052A">
              <w:rPr>
                <w:rFonts w:cs="Arial"/>
                <w:i/>
                <w:iCs/>
                <w:szCs w:val="18"/>
              </w:rPr>
              <w:t>Any person who is a partner, officer, director, holder, manager, or owner of 10 percent or more of the voting stock of an applicant or a recipient of certification or accreditation</w:t>
            </w:r>
            <w:r w:rsidR="00B25E56">
              <w:rPr>
                <w:rFonts w:cs="Arial"/>
                <w:i/>
                <w:iCs/>
                <w:szCs w:val="18"/>
              </w:rPr>
              <w:t>.</w:t>
            </w:r>
          </w:p>
        </w:tc>
      </w:tr>
      <w:tr w:rsidR="00073AAC" w:rsidRPr="0046053E" w14:paraId="0A962485" w14:textId="77777777" w:rsidTr="004E1902">
        <w:trPr>
          <w:cantSplit/>
          <w:trHeight w:val="360"/>
        </w:trPr>
        <w:tc>
          <w:tcPr>
            <w:tcW w:w="7470" w:type="dxa"/>
            <w:gridSpan w:val="4"/>
            <w:vAlign w:val="center"/>
          </w:tcPr>
          <w:p w14:paraId="2872B642" w14:textId="77777777" w:rsidR="00073AAC" w:rsidRPr="0046053E" w:rsidRDefault="00073AAC" w:rsidP="006A005A">
            <w:pPr>
              <w:pStyle w:val="BodyText"/>
              <w:keepNext/>
              <w:spacing w:before="60" w:after="0"/>
              <w:ind w:left="245" w:right="-36" w:hanging="360"/>
              <w:rPr>
                <w:rFonts w:cs="Arial"/>
                <w:szCs w:val="18"/>
              </w:rPr>
            </w:pPr>
            <w:r w:rsidRPr="0046053E">
              <w:rPr>
                <w:rFonts w:cs="Arial"/>
                <w:szCs w:val="18"/>
              </w:rPr>
              <w:tab/>
            </w:r>
            <w:r w:rsidRPr="0046053E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053E">
              <w:rPr>
                <w:rFonts w:cs="Arial"/>
                <w:szCs w:val="18"/>
              </w:rPr>
              <w:instrText xml:space="preserve"> FORMCHECKBOX </w:instrText>
            </w:r>
            <w:r w:rsidRPr="0046053E">
              <w:rPr>
                <w:rFonts w:cs="Arial"/>
                <w:szCs w:val="18"/>
              </w:rPr>
            </w:r>
            <w:r w:rsidRPr="0046053E">
              <w:rPr>
                <w:rFonts w:cs="Arial"/>
                <w:szCs w:val="18"/>
              </w:rPr>
              <w:fldChar w:fldCharType="separate"/>
            </w:r>
            <w:r w:rsidRPr="0046053E">
              <w:rPr>
                <w:rFonts w:cs="Arial"/>
                <w:szCs w:val="18"/>
              </w:rPr>
              <w:fldChar w:fldCharType="end"/>
            </w:r>
            <w:r w:rsidRPr="0046053E">
              <w:rPr>
                <w:rFonts w:cs="Arial"/>
                <w:szCs w:val="18"/>
              </w:rPr>
              <w:t xml:space="preserve"> No</w:t>
            </w:r>
            <w:r>
              <w:rPr>
                <w:rFonts w:cs="Arial"/>
                <w:szCs w:val="18"/>
              </w:rPr>
              <w:t xml:space="preserve">. Skip to section E.    </w:t>
            </w:r>
            <w:r w:rsidRPr="0046053E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053E">
              <w:rPr>
                <w:rFonts w:cs="Arial"/>
                <w:szCs w:val="18"/>
              </w:rPr>
              <w:instrText xml:space="preserve"> FORMCHECKBOX </w:instrText>
            </w:r>
            <w:r w:rsidRPr="0046053E">
              <w:rPr>
                <w:rFonts w:cs="Arial"/>
                <w:szCs w:val="18"/>
              </w:rPr>
            </w:r>
            <w:r w:rsidRPr="0046053E">
              <w:rPr>
                <w:rFonts w:cs="Arial"/>
                <w:szCs w:val="18"/>
              </w:rPr>
              <w:fldChar w:fldCharType="separate"/>
            </w:r>
            <w:r w:rsidRPr="0046053E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Yes. Complete this section and</w:t>
            </w:r>
            <w:r w:rsidRPr="0046053E">
              <w:rPr>
                <w:rFonts w:cs="Arial"/>
                <w:szCs w:val="18"/>
              </w:rPr>
              <w:t xml:space="preserve"> provide name of certifier: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53C6BEE4" w14:textId="77777777" w:rsidR="00073AAC" w:rsidRPr="000848EB" w:rsidRDefault="00073AAC" w:rsidP="006A005A">
            <w:pPr>
              <w:pStyle w:val="BodyText"/>
              <w:keepNext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0848E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0848E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48EB">
              <w:rPr>
                <w:rFonts w:cs="Arial"/>
                <w:b/>
                <w:color w:val="0070C0"/>
                <w:szCs w:val="18"/>
              </w:rPr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48E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5B13137" w14:textId="0E55E560" w:rsidR="007056CD" w:rsidRPr="00797610" w:rsidRDefault="007056CD" w:rsidP="00C74F87">
      <w:pPr>
        <w:pStyle w:val="ListParagraph"/>
        <w:numPr>
          <w:ilvl w:val="0"/>
          <w:numId w:val="38"/>
        </w:numPr>
        <w:ind w:right="144"/>
      </w:pPr>
      <w:r w:rsidRPr="00B15E42">
        <w:t xml:space="preserve">Was </w:t>
      </w:r>
      <w:r w:rsidR="00B25E56" w:rsidRPr="00B15E42">
        <w:t xml:space="preserve">the operation’s </w:t>
      </w:r>
      <w:r w:rsidR="00B25E56" w:rsidRPr="00B15E42">
        <w:rPr>
          <w:rFonts w:cs="Arial"/>
        </w:rPr>
        <w:t>or any responsibly connected person with this operation</w:t>
      </w:r>
      <w:r w:rsidR="007541C6" w:rsidRPr="00B15E42">
        <w:rPr>
          <w:rFonts w:cs="Arial"/>
        </w:rPr>
        <w:t>’s</w:t>
      </w:r>
      <w:r w:rsidR="00B25E56" w:rsidRPr="00B15E42">
        <w:rPr>
          <w:rFonts w:cs="Arial"/>
        </w:rPr>
        <w:t xml:space="preserve"> </w:t>
      </w:r>
      <w:r w:rsidRPr="00B15E42">
        <w:t>certification or the</w:t>
      </w:r>
      <w:r w:rsidR="00B25E56" w:rsidRPr="00B15E42">
        <w:br/>
      </w:r>
      <w:r w:rsidRPr="00B15E42">
        <w:t xml:space="preserve"> certification of fields or products ever suspended or revoked?</w:t>
      </w:r>
      <w:r w:rsidRPr="00B15E42">
        <w:tab/>
      </w:r>
      <w:r w:rsidRPr="00B15E42">
        <w:tab/>
      </w:r>
      <w:r w:rsidR="00B25E56" w:rsidRPr="00B15E42">
        <w:tab/>
      </w:r>
      <w:r w:rsidR="00B25E56" w:rsidRPr="00B15E42">
        <w:tab/>
      </w:r>
      <w:r w:rsidR="00B25E56" w:rsidRPr="00B15E42">
        <w:tab/>
      </w:r>
      <w:r w:rsidRPr="00540D5F">
        <w:rPr>
          <w:b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15E42">
        <w:instrText xml:space="preserve"> FORMCHECKBOX </w:instrText>
      </w:r>
      <w:r w:rsidRPr="00540D5F">
        <w:rPr>
          <w:b/>
        </w:rPr>
      </w:r>
      <w:r w:rsidRPr="00540D5F">
        <w:rPr>
          <w:b/>
        </w:rPr>
        <w:fldChar w:fldCharType="separate"/>
      </w:r>
      <w:r w:rsidRPr="00540D5F">
        <w:rPr>
          <w:b/>
        </w:rPr>
        <w:fldChar w:fldCharType="end"/>
      </w:r>
      <w:r w:rsidR="00007C38" w:rsidRPr="00540D5F">
        <w:rPr>
          <w:b/>
        </w:rPr>
        <w:t xml:space="preserve"> </w:t>
      </w:r>
      <w:r w:rsidRPr="00B15E42">
        <w:t xml:space="preserve">Yes    </w:t>
      </w:r>
      <w:r w:rsidRPr="00540D5F">
        <w:rPr>
          <w:b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15E42">
        <w:instrText xml:space="preserve"> FORMCHECKBOX </w:instrText>
      </w:r>
      <w:r w:rsidRPr="00540D5F">
        <w:rPr>
          <w:b/>
        </w:rPr>
      </w:r>
      <w:r w:rsidRPr="00540D5F">
        <w:rPr>
          <w:b/>
        </w:rPr>
        <w:fldChar w:fldCharType="separate"/>
      </w:r>
      <w:r w:rsidRPr="00540D5F">
        <w:rPr>
          <w:b/>
        </w:rPr>
        <w:fldChar w:fldCharType="end"/>
      </w:r>
      <w:r w:rsidRPr="00B15E42">
        <w:t xml:space="preserve"> No</w:t>
      </w:r>
    </w:p>
    <w:p w14:paraId="49B9C81F" w14:textId="018304AE" w:rsidR="007056CD" w:rsidRPr="00B15E42" w:rsidRDefault="007056CD" w:rsidP="0089376D">
      <w:pPr>
        <w:keepNext/>
        <w:numPr>
          <w:ilvl w:val="0"/>
          <w:numId w:val="38"/>
        </w:numPr>
        <w:spacing w:before="60" w:line="240" w:lineRule="exact"/>
        <w:ind w:right="-36"/>
        <w:rPr>
          <w:rFonts w:cs="Arial"/>
        </w:rPr>
      </w:pPr>
      <w:r w:rsidRPr="00B15E42">
        <w:rPr>
          <w:rFonts w:cs="Arial"/>
        </w:rPr>
        <w:t xml:space="preserve">Did </w:t>
      </w:r>
      <w:r w:rsidR="00A50508" w:rsidRPr="00B15E42">
        <w:rPr>
          <w:rFonts w:cs="Arial"/>
        </w:rPr>
        <w:t xml:space="preserve">the operation </w:t>
      </w:r>
      <w:r w:rsidRPr="00B15E42">
        <w:rPr>
          <w:rFonts w:cs="Arial"/>
        </w:rPr>
        <w:t>surrender certification with outstanding non-compliances or conditions?</w:t>
      </w:r>
      <w:r w:rsidRPr="00B15E42">
        <w:rPr>
          <w:rFonts w:cs="Arial"/>
          <w:szCs w:val="18"/>
        </w:rPr>
        <w:tab/>
      </w:r>
      <w:r w:rsidRPr="00B15E42">
        <w:rPr>
          <w:rFonts w:cs="Arial"/>
          <w:szCs w:val="18"/>
        </w:rPr>
        <w:tab/>
      </w:r>
      <w:r w:rsidRPr="00B15E42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15E42">
        <w:rPr>
          <w:rFonts w:cs="Arial"/>
        </w:rPr>
        <w:instrText xml:space="preserve"> FORMCHECKBOX </w:instrText>
      </w:r>
      <w:r w:rsidRPr="00B15E42">
        <w:rPr>
          <w:rFonts w:cs="Arial"/>
        </w:rPr>
      </w:r>
      <w:r w:rsidRPr="00B15E42">
        <w:rPr>
          <w:rFonts w:cs="Arial"/>
        </w:rPr>
        <w:fldChar w:fldCharType="separate"/>
      </w:r>
      <w:r w:rsidRPr="00B15E42">
        <w:rPr>
          <w:rFonts w:cs="Arial"/>
        </w:rPr>
        <w:fldChar w:fldCharType="end"/>
      </w:r>
      <w:r w:rsidRPr="00B15E42">
        <w:rPr>
          <w:rFonts w:cs="Arial"/>
        </w:rPr>
        <w:t xml:space="preserve"> Yes    </w:t>
      </w:r>
      <w:r w:rsidRPr="00B15E42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15E42">
        <w:rPr>
          <w:rFonts w:cs="Arial"/>
        </w:rPr>
        <w:instrText xml:space="preserve"> FORMCHECKBOX </w:instrText>
      </w:r>
      <w:r w:rsidRPr="00B15E42">
        <w:rPr>
          <w:rFonts w:cs="Arial"/>
        </w:rPr>
      </w:r>
      <w:r w:rsidRPr="00B15E42">
        <w:rPr>
          <w:rFonts w:cs="Arial"/>
        </w:rPr>
        <w:fldChar w:fldCharType="separate"/>
      </w:r>
      <w:r w:rsidRPr="00B15E42">
        <w:rPr>
          <w:rFonts w:cs="Arial"/>
        </w:rPr>
        <w:fldChar w:fldCharType="end"/>
      </w:r>
      <w:r w:rsidRPr="00B15E42">
        <w:rPr>
          <w:rFonts w:cs="Arial"/>
        </w:rPr>
        <w:t xml:space="preserve"> No</w:t>
      </w:r>
    </w:p>
    <w:p w14:paraId="773F2F7D" w14:textId="1E4E10CE" w:rsidR="007056CD" w:rsidRPr="00B15E42" w:rsidRDefault="007056CD" w:rsidP="0089376D">
      <w:pPr>
        <w:keepNext/>
        <w:numPr>
          <w:ilvl w:val="0"/>
          <w:numId w:val="38"/>
        </w:numPr>
        <w:spacing w:before="60" w:line="240" w:lineRule="exact"/>
        <w:ind w:right="-36"/>
        <w:rPr>
          <w:rFonts w:cs="Arial"/>
          <w:szCs w:val="18"/>
        </w:rPr>
      </w:pPr>
      <w:r w:rsidRPr="00B15E42">
        <w:rPr>
          <w:rFonts w:cs="Arial"/>
          <w:szCs w:val="18"/>
        </w:rPr>
        <w:t xml:space="preserve">Was </w:t>
      </w:r>
      <w:r w:rsidR="00A50508" w:rsidRPr="00B15E42">
        <w:rPr>
          <w:rFonts w:cs="Arial"/>
          <w:szCs w:val="18"/>
        </w:rPr>
        <w:t>the operation’s</w:t>
      </w:r>
      <w:r w:rsidRPr="00B15E42">
        <w:rPr>
          <w:rFonts w:cs="Arial"/>
          <w:szCs w:val="18"/>
        </w:rPr>
        <w:t xml:space="preserve"> application for organic certification ever issued a denial?</w:t>
      </w:r>
      <w:r w:rsidRPr="00B15E42">
        <w:rPr>
          <w:rFonts w:cs="Arial"/>
          <w:szCs w:val="18"/>
        </w:rPr>
        <w:tab/>
      </w:r>
      <w:r w:rsidRPr="00B15E42">
        <w:rPr>
          <w:rFonts w:cs="Arial"/>
          <w:szCs w:val="18"/>
        </w:rPr>
        <w:tab/>
      </w:r>
      <w:r w:rsidRPr="00B15E42">
        <w:rPr>
          <w:rFonts w:cs="Arial"/>
          <w:szCs w:val="18"/>
        </w:rPr>
        <w:tab/>
      </w:r>
      <w:r w:rsidRPr="00B15E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15E42">
        <w:rPr>
          <w:rFonts w:cs="Arial"/>
          <w:szCs w:val="18"/>
        </w:rPr>
        <w:instrText xml:space="preserve"> FORMCHECKBOX </w:instrText>
      </w:r>
      <w:r w:rsidRPr="00B15E42">
        <w:rPr>
          <w:rFonts w:cs="Arial"/>
          <w:szCs w:val="18"/>
        </w:rPr>
      </w:r>
      <w:r w:rsidRPr="00B15E42">
        <w:rPr>
          <w:rFonts w:cs="Arial"/>
          <w:szCs w:val="18"/>
        </w:rPr>
        <w:fldChar w:fldCharType="separate"/>
      </w:r>
      <w:r w:rsidRPr="00B15E42">
        <w:rPr>
          <w:rFonts w:cs="Arial"/>
          <w:szCs w:val="18"/>
        </w:rPr>
        <w:fldChar w:fldCharType="end"/>
      </w:r>
      <w:r w:rsidRPr="00B15E42">
        <w:rPr>
          <w:rFonts w:cs="Arial"/>
          <w:szCs w:val="18"/>
        </w:rPr>
        <w:t xml:space="preserve"> Yes    </w:t>
      </w:r>
      <w:r w:rsidRPr="00B15E42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15E42">
        <w:rPr>
          <w:rFonts w:cs="Arial"/>
          <w:szCs w:val="18"/>
        </w:rPr>
        <w:instrText xml:space="preserve"> FORMCHECKBOX </w:instrText>
      </w:r>
      <w:r w:rsidRPr="00B15E42">
        <w:rPr>
          <w:rFonts w:cs="Arial"/>
          <w:szCs w:val="18"/>
        </w:rPr>
      </w:r>
      <w:r w:rsidRPr="00B15E42">
        <w:rPr>
          <w:rFonts w:cs="Arial"/>
          <w:szCs w:val="18"/>
        </w:rPr>
        <w:fldChar w:fldCharType="separate"/>
      </w:r>
      <w:r w:rsidRPr="00B15E42">
        <w:rPr>
          <w:rFonts w:cs="Arial"/>
          <w:szCs w:val="18"/>
        </w:rPr>
        <w:fldChar w:fldCharType="end"/>
      </w:r>
      <w:r w:rsidRPr="00B15E42">
        <w:rPr>
          <w:rFonts w:cs="Arial"/>
          <w:szCs w:val="18"/>
        </w:rPr>
        <w:t xml:space="preserve"> No</w:t>
      </w:r>
    </w:p>
    <w:p w14:paraId="4E0DD3A2" w14:textId="634AB6F6" w:rsidR="007056CD" w:rsidRPr="00B15E42" w:rsidRDefault="007056CD" w:rsidP="007056CD">
      <w:pPr>
        <w:numPr>
          <w:ilvl w:val="0"/>
          <w:numId w:val="38"/>
        </w:numPr>
        <w:spacing w:before="60" w:line="240" w:lineRule="exact"/>
        <w:ind w:right="-36"/>
        <w:rPr>
          <w:rFonts w:cs="Arial"/>
          <w:szCs w:val="18"/>
        </w:rPr>
      </w:pPr>
      <w:r w:rsidRPr="00B15E42">
        <w:rPr>
          <w:rFonts w:cs="Arial"/>
          <w:szCs w:val="18"/>
        </w:rPr>
        <w:t xml:space="preserve">Did </w:t>
      </w:r>
      <w:r w:rsidR="00A50508" w:rsidRPr="00B15E42">
        <w:rPr>
          <w:rFonts w:cs="Arial"/>
          <w:szCs w:val="18"/>
        </w:rPr>
        <w:t>the operation</w:t>
      </w:r>
      <w:r w:rsidRPr="00B15E42">
        <w:rPr>
          <w:rFonts w:cs="Arial"/>
          <w:szCs w:val="18"/>
        </w:rPr>
        <w:t xml:space="preserve"> withdraw </w:t>
      </w:r>
      <w:r w:rsidR="00B4637F" w:rsidRPr="00B15E42">
        <w:rPr>
          <w:rFonts w:cs="Arial"/>
          <w:szCs w:val="18"/>
        </w:rPr>
        <w:t>its</w:t>
      </w:r>
      <w:r w:rsidRPr="00B15E42">
        <w:rPr>
          <w:rFonts w:cs="Arial"/>
          <w:szCs w:val="18"/>
        </w:rPr>
        <w:t xml:space="preserve"> application for certification with outstanding non-compliances?</w:t>
      </w:r>
      <w:r w:rsidRPr="00B15E42">
        <w:rPr>
          <w:rFonts w:cs="Arial"/>
          <w:szCs w:val="18"/>
        </w:rPr>
        <w:tab/>
      </w:r>
      <w:r w:rsidRPr="00B15E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15E42">
        <w:rPr>
          <w:rFonts w:cs="Arial"/>
          <w:szCs w:val="18"/>
        </w:rPr>
        <w:instrText xml:space="preserve"> FORMCHECKBOX </w:instrText>
      </w:r>
      <w:r w:rsidRPr="00B15E42">
        <w:rPr>
          <w:rFonts w:cs="Arial"/>
          <w:szCs w:val="18"/>
        </w:rPr>
      </w:r>
      <w:r w:rsidRPr="00B15E42">
        <w:rPr>
          <w:rFonts w:cs="Arial"/>
          <w:szCs w:val="18"/>
        </w:rPr>
        <w:fldChar w:fldCharType="separate"/>
      </w:r>
      <w:r w:rsidRPr="00B15E42">
        <w:rPr>
          <w:rFonts w:cs="Arial"/>
          <w:szCs w:val="18"/>
        </w:rPr>
        <w:fldChar w:fldCharType="end"/>
      </w:r>
      <w:r w:rsidRPr="00B15E42">
        <w:rPr>
          <w:rFonts w:cs="Arial"/>
          <w:szCs w:val="18"/>
        </w:rPr>
        <w:t xml:space="preserve"> Yes    </w:t>
      </w:r>
      <w:r w:rsidRPr="00B15E42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15E42">
        <w:rPr>
          <w:rFonts w:cs="Arial"/>
          <w:szCs w:val="18"/>
        </w:rPr>
        <w:instrText xml:space="preserve"> FORMCHECKBOX </w:instrText>
      </w:r>
      <w:r w:rsidRPr="00B15E42">
        <w:rPr>
          <w:rFonts w:cs="Arial"/>
          <w:szCs w:val="18"/>
        </w:rPr>
      </w:r>
      <w:r w:rsidRPr="00B15E42">
        <w:rPr>
          <w:rFonts w:cs="Arial"/>
          <w:szCs w:val="18"/>
        </w:rPr>
        <w:fldChar w:fldCharType="separate"/>
      </w:r>
      <w:r w:rsidRPr="00B15E42">
        <w:rPr>
          <w:rFonts w:cs="Arial"/>
          <w:szCs w:val="18"/>
        </w:rPr>
        <w:fldChar w:fldCharType="end"/>
      </w:r>
      <w:r w:rsidRPr="00B15E42">
        <w:rPr>
          <w:rFonts w:cs="Arial"/>
          <w:szCs w:val="18"/>
        </w:rPr>
        <w:t xml:space="preserve"> No</w:t>
      </w:r>
    </w:p>
    <w:p w14:paraId="037CC632" w14:textId="6884F226" w:rsidR="007056CD" w:rsidRDefault="007056CD" w:rsidP="0089376D">
      <w:pPr>
        <w:keepNext/>
        <w:numPr>
          <w:ilvl w:val="0"/>
          <w:numId w:val="20"/>
        </w:numPr>
        <w:spacing w:before="60" w:line="240" w:lineRule="exact"/>
        <w:ind w:right="-36"/>
        <w:rPr>
          <w:rFonts w:cs="Arial"/>
          <w:szCs w:val="18"/>
        </w:rPr>
      </w:pPr>
      <w:r>
        <w:rPr>
          <w:rFonts w:cs="Arial"/>
          <w:szCs w:val="18"/>
        </w:rPr>
        <w:t xml:space="preserve">If you answered yes to a, b, c, or d above, please list the years and </w:t>
      </w:r>
      <w:r w:rsidR="00A16501">
        <w:rPr>
          <w:rFonts w:cs="Arial"/>
          <w:szCs w:val="18"/>
        </w:rPr>
        <w:t xml:space="preserve">organic </w:t>
      </w:r>
      <w:r w:rsidR="005C0319">
        <w:rPr>
          <w:rFonts w:cs="Arial"/>
          <w:szCs w:val="18"/>
        </w:rPr>
        <w:t xml:space="preserve">certification </w:t>
      </w:r>
      <w:r>
        <w:rPr>
          <w:rFonts w:cs="Arial"/>
          <w:szCs w:val="18"/>
        </w:rPr>
        <w:t>agencies, attach a copy of all relevant letter(s) and a description</w:t>
      </w:r>
      <w:r w:rsidR="00784BBB">
        <w:rPr>
          <w:rFonts w:cs="Arial"/>
          <w:szCs w:val="18"/>
        </w:rPr>
        <w:t xml:space="preserve"> of all corrective actions:  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1350"/>
        <w:gridCol w:w="6750"/>
        <w:gridCol w:w="1800"/>
      </w:tblGrid>
      <w:tr w:rsidR="007056CD" w14:paraId="0F9AB9D3" w14:textId="77777777" w:rsidTr="005247B5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64CC258F" w14:textId="77777777" w:rsidR="007056CD" w:rsidRDefault="007056CD" w:rsidP="0089376D">
            <w:pPr>
              <w:pStyle w:val="BodyText"/>
              <w:keepNext/>
              <w:spacing w:before="60" w:after="0"/>
              <w:ind w:left="-120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Year(s):</w:t>
            </w:r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C9BE09" w14:textId="77777777" w:rsidR="007056CD" w:rsidRDefault="007056CD" w:rsidP="0089376D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  <w:hideMark/>
          </w:tcPr>
          <w:p w14:paraId="048C2601" w14:textId="77777777" w:rsidR="007056CD" w:rsidRDefault="007056CD" w:rsidP="005247B5">
            <w:pPr>
              <w:pStyle w:val="BodyText"/>
              <w:keepNext/>
              <w:spacing w:before="60" w:after="0"/>
              <w:ind w:right="-3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Letters Attached</w:t>
            </w:r>
          </w:p>
        </w:tc>
      </w:tr>
      <w:tr w:rsidR="007056CD" w14:paraId="7912AB76" w14:textId="77777777" w:rsidTr="00CB09D8">
        <w:trPr>
          <w:cantSplit/>
          <w:trHeight w:val="360"/>
        </w:trPr>
        <w:tc>
          <w:tcPr>
            <w:tcW w:w="2070" w:type="dxa"/>
            <w:gridSpan w:val="2"/>
            <w:vAlign w:val="center"/>
            <w:hideMark/>
          </w:tcPr>
          <w:p w14:paraId="3DD795BD" w14:textId="77777777" w:rsidR="007056CD" w:rsidRDefault="007056CD">
            <w:pPr>
              <w:pStyle w:val="BodyText"/>
              <w:spacing w:before="60" w:after="0"/>
              <w:ind w:left="-105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Corrective actions taken:</w:t>
            </w:r>
          </w:p>
        </w:tc>
        <w:tc>
          <w:tcPr>
            <w:tcW w:w="8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985572" w14:textId="77777777" w:rsidR="007056CD" w:rsidRDefault="007056CD">
            <w:pPr>
              <w:pStyle w:val="BodyText"/>
              <w:tabs>
                <w:tab w:val="left" w:pos="245"/>
              </w:tabs>
              <w:spacing w:before="60" w:after="0"/>
              <w:ind w:right="-36" w:hanging="151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B73484D" w14:textId="77777777" w:rsidR="006852F9" w:rsidRPr="00540D5F" w:rsidRDefault="009C04D1" w:rsidP="0010745E">
      <w:pPr>
        <w:pStyle w:val="BoldInstructions"/>
        <w:keepNext/>
        <w:numPr>
          <w:ilvl w:val="0"/>
          <w:numId w:val="44"/>
        </w:numPr>
        <w:tabs>
          <w:tab w:val="left" w:pos="360"/>
          <w:tab w:val="left" w:pos="4500"/>
        </w:tabs>
        <w:spacing w:before="120" w:line="240" w:lineRule="auto"/>
        <w:ind w:right="-36"/>
        <w:jc w:val="left"/>
        <w:rPr>
          <w:rFonts w:ascii="Arial" w:hAnsi="Arial" w:cs="Arial"/>
          <w:spacing w:val="0"/>
          <w:sz w:val="18"/>
          <w:szCs w:val="18"/>
        </w:rPr>
      </w:pPr>
      <w:r>
        <w:rPr>
          <w:rFonts w:ascii="Arial" w:hAnsi="Arial" w:cs="Arial"/>
          <w:bCs/>
          <w:iCs/>
          <w:kern w:val="18"/>
          <w:sz w:val="22"/>
          <w:szCs w:val="22"/>
        </w:rPr>
        <w:t xml:space="preserve">California Organic Registration   </w:t>
      </w:r>
    </w:p>
    <w:p w14:paraId="5C48BEC8" w14:textId="0A7D8FA0" w:rsidR="003863B2" w:rsidRPr="000848EB" w:rsidRDefault="007754AD" w:rsidP="00E17B6C">
      <w:pPr>
        <w:pStyle w:val="BoldInstructions"/>
        <w:keepNext/>
        <w:tabs>
          <w:tab w:val="left" w:pos="360"/>
          <w:tab w:val="left" w:pos="4500"/>
        </w:tabs>
        <w:spacing w:before="60" w:line="240" w:lineRule="auto"/>
        <w:ind w:left="360" w:right="-43"/>
        <w:jc w:val="left"/>
        <w:rPr>
          <w:rFonts w:ascii="Arial" w:hAnsi="Arial" w:cs="Arial"/>
          <w:spacing w:val="0"/>
          <w:sz w:val="18"/>
          <w:szCs w:val="18"/>
        </w:rPr>
      </w:pPr>
      <w:r w:rsidRPr="000848EB">
        <w:rPr>
          <w:rFonts w:ascii="Arial" w:hAnsi="Arial" w:cs="Arial"/>
          <w:spacing w:val="0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48EB">
        <w:rPr>
          <w:rFonts w:ascii="Arial" w:hAnsi="Arial" w:cs="Arial"/>
          <w:spacing w:val="0"/>
          <w:sz w:val="18"/>
          <w:szCs w:val="18"/>
        </w:rPr>
        <w:instrText xml:space="preserve"> FORMCHECKBOX </w:instrText>
      </w:r>
      <w:r w:rsidRPr="000848EB">
        <w:rPr>
          <w:rFonts w:ascii="Arial" w:hAnsi="Arial" w:cs="Arial"/>
          <w:spacing w:val="0"/>
          <w:sz w:val="18"/>
          <w:szCs w:val="18"/>
        </w:rPr>
      </w:r>
      <w:r w:rsidRPr="000848EB">
        <w:rPr>
          <w:rFonts w:ascii="Arial" w:hAnsi="Arial" w:cs="Arial"/>
          <w:spacing w:val="0"/>
          <w:sz w:val="18"/>
          <w:szCs w:val="18"/>
        </w:rPr>
        <w:fldChar w:fldCharType="separate"/>
      </w:r>
      <w:r w:rsidRPr="000848EB">
        <w:rPr>
          <w:rFonts w:ascii="Arial" w:hAnsi="Arial" w:cs="Arial"/>
          <w:spacing w:val="0"/>
          <w:sz w:val="18"/>
          <w:szCs w:val="18"/>
        </w:rPr>
        <w:fldChar w:fldCharType="end"/>
      </w:r>
      <w:r w:rsidRPr="000848EB">
        <w:rPr>
          <w:rFonts w:ascii="Arial" w:hAnsi="Arial" w:cs="Arial"/>
          <w:spacing w:val="0"/>
          <w:sz w:val="18"/>
          <w:szCs w:val="18"/>
        </w:rPr>
        <w:t xml:space="preserve"> </w:t>
      </w:r>
      <w:r w:rsidRPr="000848EB">
        <w:rPr>
          <w:rFonts w:ascii="Arial" w:hAnsi="Arial" w:cs="Arial"/>
          <w:b w:val="0"/>
          <w:spacing w:val="0"/>
          <w:sz w:val="18"/>
          <w:szCs w:val="18"/>
        </w:rPr>
        <w:t>Not applicable, not based in California</w:t>
      </w:r>
      <w:r w:rsidR="00C73150">
        <w:rPr>
          <w:rFonts w:ascii="Arial" w:hAnsi="Arial" w:cs="Arial"/>
          <w:b w:val="0"/>
          <w:spacing w:val="0"/>
          <w:sz w:val="18"/>
          <w:szCs w:val="18"/>
        </w:rPr>
        <w:t xml:space="preserve">   </w:t>
      </w:r>
      <w:r w:rsidR="00C73150" w:rsidRPr="000848EB">
        <w:rPr>
          <w:rFonts w:ascii="Arial" w:hAnsi="Arial" w:cs="Arial"/>
          <w:spacing w:val="0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73150" w:rsidRPr="000848EB">
        <w:rPr>
          <w:rFonts w:ascii="Arial" w:hAnsi="Arial" w:cs="Arial"/>
          <w:spacing w:val="0"/>
          <w:sz w:val="18"/>
          <w:szCs w:val="18"/>
        </w:rPr>
        <w:instrText xml:space="preserve"> FORMCHECKBOX </w:instrText>
      </w:r>
      <w:r w:rsidR="00C73150" w:rsidRPr="000848EB">
        <w:rPr>
          <w:rFonts w:ascii="Arial" w:hAnsi="Arial" w:cs="Arial"/>
          <w:spacing w:val="0"/>
          <w:sz w:val="18"/>
          <w:szCs w:val="18"/>
        </w:rPr>
      </w:r>
      <w:r w:rsidR="00C73150" w:rsidRPr="000848EB">
        <w:rPr>
          <w:rFonts w:ascii="Arial" w:hAnsi="Arial" w:cs="Arial"/>
          <w:spacing w:val="0"/>
          <w:sz w:val="18"/>
          <w:szCs w:val="18"/>
        </w:rPr>
        <w:fldChar w:fldCharType="separate"/>
      </w:r>
      <w:r w:rsidR="00C73150" w:rsidRPr="000848EB">
        <w:rPr>
          <w:rFonts w:ascii="Arial" w:hAnsi="Arial" w:cs="Arial"/>
          <w:spacing w:val="0"/>
          <w:sz w:val="18"/>
          <w:szCs w:val="18"/>
        </w:rPr>
        <w:fldChar w:fldCharType="end"/>
      </w:r>
      <w:r w:rsidR="00C73150" w:rsidRPr="000848EB">
        <w:rPr>
          <w:rFonts w:ascii="Arial" w:hAnsi="Arial" w:cs="Arial"/>
          <w:spacing w:val="0"/>
          <w:sz w:val="18"/>
          <w:szCs w:val="18"/>
        </w:rPr>
        <w:t xml:space="preserve"> </w:t>
      </w:r>
      <w:r w:rsidR="00C73150" w:rsidRPr="000848EB">
        <w:rPr>
          <w:rFonts w:ascii="Arial" w:hAnsi="Arial" w:cs="Arial"/>
          <w:b w:val="0"/>
          <w:spacing w:val="0"/>
          <w:sz w:val="18"/>
          <w:szCs w:val="18"/>
        </w:rPr>
        <w:t xml:space="preserve">Not applicable, </w:t>
      </w:r>
      <w:r w:rsidR="00C73150">
        <w:rPr>
          <w:rFonts w:ascii="Arial" w:hAnsi="Arial" w:cs="Arial"/>
          <w:b w:val="0"/>
          <w:spacing w:val="0"/>
          <w:sz w:val="18"/>
          <w:szCs w:val="18"/>
        </w:rPr>
        <w:t>retail or restaurant</w:t>
      </w:r>
    </w:p>
    <w:p w14:paraId="6DCBF4AA" w14:textId="4110E1D1" w:rsidR="003863B2" w:rsidRDefault="003863B2" w:rsidP="00E17B6C">
      <w:pPr>
        <w:pStyle w:val="BodyTextIndent"/>
        <w:keepNext/>
        <w:spacing w:before="60" w:after="0"/>
        <w:ind w:right="-43"/>
        <w:rPr>
          <w:rFonts w:cs="Arial"/>
          <w:szCs w:val="16"/>
        </w:rPr>
      </w:pPr>
      <w:r w:rsidRPr="00024105">
        <w:rPr>
          <w:rFonts w:cs="Arial"/>
          <w:szCs w:val="16"/>
        </w:rPr>
        <w:t xml:space="preserve">Operations engaged in production of organic products in California must register with the state prior to the first sale. </w:t>
      </w:r>
      <w:r w:rsidR="000A524C">
        <w:rPr>
          <w:rFonts w:cs="Arial"/>
          <w:szCs w:val="16"/>
        </w:rPr>
        <w:t>Refer to</w:t>
      </w:r>
      <w:r w:rsidR="000A524C" w:rsidRPr="00024105">
        <w:rPr>
          <w:rFonts w:cs="Arial"/>
          <w:szCs w:val="16"/>
        </w:rPr>
        <w:t xml:space="preserve"> </w:t>
      </w:r>
      <w:r w:rsidR="00D24379" w:rsidRPr="00024105">
        <w:rPr>
          <w:rFonts w:cs="Arial"/>
          <w:szCs w:val="16"/>
        </w:rPr>
        <w:t xml:space="preserve">the </w:t>
      </w:r>
      <w:hyperlink r:id="rId25" w:history="1">
        <w:r w:rsidR="00D24379" w:rsidRPr="00540D5F">
          <w:rPr>
            <w:rStyle w:val="Hyperlink"/>
            <w:rFonts w:cs="Arial"/>
            <w:b/>
            <w:bCs/>
            <w:szCs w:val="16"/>
          </w:rPr>
          <w:t>CDFA Organic Program</w:t>
        </w:r>
      </w:hyperlink>
      <w:r w:rsidR="00D24379" w:rsidRPr="00024105">
        <w:rPr>
          <w:rFonts w:cs="Arial"/>
          <w:szCs w:val="16"/>
        </w:rPr>
        <w:t xml:space="preserve"> </w:t>
      </w:r>
      <w:r w:rsidR="00665DBB" w:rsidRPr="00024105">
        <w:rPr>
          <w:rFonts w:cs="Arial"/>
          <w:szCs w:val="16"/>
        </w:rPr>
        <w:t>webpage or</w:t>
      </w:r>
      <w:r w:rsidR="00D24379" w:rsidRPr="00024105">
        <w:rPr>
          <w:rFonts w:cs="Arial"/>
          <w:szCs w:val="16"/>
        </w:rPr>
        <w:t xml:space="preserve"> c</w:t>
      </w:r>
      <w:r w:rsidRPr="00024105">
        <w:rPr>
          <w:rFonts w:cs="Arial"/>
          <w:szCs w:val="16"/>
        </w:rPr>
        <w:t xml:space="preserve">ontact your local County Agricultural Commissioner </w:t>
      </w:r>
      <w:r w:rsidR="006558FD">
        <w:rPr>
          <w:rFonts w:cs="Arial"/>
          <w:szCs w:val="16"/>
        </w:rPr>
        <w:t xml:space="preserve">to determine </w:t>
      </w:r>
      <w:r w:rsidR="00836DA9">
        <w:rPr>
          <w:rFonts w:cs="Arial"/>
          <w:szCs w:val="16"/>
        </w:rPr>
        <w:t xml:space="preserve">which agency to register </w:t>
      </w:r>
      <w:r w:rsidR="006558FD">
        <w:rPr>
          <w:rFonts w:cs="Arial"/>
          <w:szCs w:val="16"/>
        </w:rPr>
        <w:t>with</w:t>
      </w:r>
      <w:r w:rsidR="00DE7335">
        <w:rPr>
          <w:rFonts w:cs="Arial"/>
          <w:szCs w:val="16"/>
        </w:rPr>
        <w:t>;</w:t>
      </w:r>
      <w:r w:rsidR="006558FD">
        <w:rPr>
          <w:rFonts w:cs="Arial"/>
          <w:szCs w:val="16"/>
        </w:rPr>
        <w:t xml:space="preserve"> CDFA or CDPH.</w:t>
      </w:r>
      <w:r w:rsidR="00836DA9">
        <w:rPr>
          <w:rFonts w:cs="Arial"/>
          <w:szCs w:val="16"/>
        </w:rPr>
        <w:t xml:space="preserve"> </w:t>
      </w:r>
      <w:r w:rsidR="009C19B8">
        <w:rPr>
          <w:rFonts w:cs="Arial"/>
          <w:szCs w:val="16"/>
        </w:rPr>
        <w:t>List your registration number below (</w:t>
      </w:r>
      <w:r w:rsidR="005D7C02">
        <w:rPr>
          <w:rFonts w:cs="Arial"/>
          <w:szCs w:val="16"/>
        </w:rPr>
        <w:t>you may only have one registration number)</w:t>
      </w:r>
      <w:r w:rsidR="00054EB5">
        <w:rPr>
          <w:rFonts w:cs="Arial"/>
          <w:szCs w:val="16"/>
        </w:rPr>
        <w:t xml:space="preserve">. </w:t>
      </w:r>
      <w:r w:rsidR="00054EB5" w:rsidRPr="00540D5F">
        <w:rPr>
          <w:rFonts w:cs="Arial"/>
          <w:i/>
          <w:iCs/>
          <w:szCs w:val="16"/>
        </w:rPr>
        <w:t>California Organic Products Act of 2003</w:t>
      </w:r>
    </w:p>
    <w:p w14:paraId="4476212F" w14:textId="75908661" w:rsidR="00874AA0" w:rsidRPr="00540D5F" w:rsidRDefault="00690C27" w:rsidP="00874AA0">
      <w:pPr>
        <w:keepNext/>
        <w:numPr>
          <w:ilvl w:val="0"/>
          <w:numId w:val="40"/>
        </w:numPr>
        <w:spacing w:before="60"/>
        <w:ind w:left="360" w:right="-43"/>
        <w:rPr>
          <w:rFonts w:cs="Arial"/>
          <w:szCs w:val="16"/>
        </w:rPr>
      </w:pPr>
      <w:r>
        <w:rPr>
          <w:rFonts w:cs="Arial"/>
          <w:szCs w:val="18"/>
        </w:rPr>
        <w:t xml:space="preserve">CDFA </w:t>
      </w:r>
      <w:r w:rsidR="00874AA0" w:rsidRPr="0046053E">
        <w:rPr>
          <w:rFonts w:cs="Arial"/>
          <w:szCs w:val="18"/>
        </w:rPr>
        <w:t>California Organic Program Registration number (grower</w:t>
      </w:r>
      <w:r w:rsidR="0095363C">
        <w:rPr>
          <w:rFonts w:cs="Arial"/>
          <w:szCs w:val="18"/>
        </w:rPr>
        <w:t>,</w:t>
      </w:r>
      <w:r w:rsidR="00874AA0" w:rsidRPr="0046053E">
        <w:rPr>
          <w:rFonts w:cs="Arial"/>
          <w:szCs w:val="18"/>
        </w:rPr>
        <w:t xml:space="preserve"> post</w:t>
      </w:r>
      <w:r w:rsidR="0095363C">
        <w:rPr>
          <w:rFonts w:cs="Arial"/>
          <w:szCs w:val="18"/>
        </w:rPr>
        <w:t>-</w:t>
      </w:r>
      <w:r w:rsidR="00874AA0" w:rsidRPr="0046053E">
        <w:rPr>
          <w:rFonts w:cs="Arial"/>
          <w:szCs w:val="18"/>
        </w:rPr>
        <w:t>harvest handling</w:t>
      </w:r>
      <w:r w:rsidR="0095363C">
        <w:rPr>
          <w:rFonts w:cs="Arial"/>
          <w:szCs w:val="18"/>
        </w:rPr>
        <w:t xml:space="preserve">, </w:t>
      </w:r>
      <w:r w:rsidR="002660B2">
        <w:rPr>
          <w:rFonts w:cs="Arial"/>
          <w:szCs w:val="18"/>
        </w:rPr>
        <w:t>produce broker</w:t>
      </w:r>
      <w:r w:rsidR="00874AA0" w:rsidRPr="0046053E">
        <w:rPr>
          <w:rFonts w:cs="Arial"/>
          <w:szCs w:val="18"/>
        </w:rPr>
        <w:t>)</w:t>
      </w:r>
      <w:r w:rsidR="00874AA0">
        <w:rPr>
          <w:rFonts w:cs="Arial"/>
          <w:szCs w:val="18"/>
        </w:rPr>
        <w:t xml:space="preserve">. </w:t>
      </w:r>
      <w:r w:rsidR="00874AA0" w:rsidRPr="00F44ED0">
        <w:rPr>
          <w:rFonts w:cs="Arial"/>
          <w:i/>
          <w:iCs/>
          <w:szCs w:val="18"/>
        </w:rPr>
        <w:t>Example: 12-123456</w:t>
      </w:r>
      <w:r w:rsidR="00874AA0" w:rsidRPr="0046053E">
        <w:rPr>
          <w:rFonts w:cs="Arial"/>
          <w:szCs w:val="18"/>
        </w:rPr>
        <w:t>:</w:t>
      </w:r>
    </w:p>
    <w:tbl>
      <w:tblPr>
        <w:tblW w:w="227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</w:tblGrid>
      <w:tr w:rsidR="00874AA0" w:rsidRPr="003E2CBA" w14:paraId="79143A0F" w14:textId="77777777" w:rsidTr="00073AAC">
        <w:trPr>
          <w:cantSplit/>
          <w:trHeight w:val="360"/>
        </w:trPr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E3D2A2" w14:textId="77777777" w:rsidR="00874AA0" w:rsidRPr="003E2CBA" w:rsidRDefault="00874AA0" w:rsidP="00DC0C0C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8044DE9" w14:textId="3381C4D1" w:rsidR="00874AA0" w:rsidRPr="00073AAC" w:rsidRDefault="00690C27" w:rsidP="00874AA0">
      <w:pPr>
        <w:keepNext/>
        <w:numPr>
          <w:ilvl w:val="0"/>
          <w:numId w:val="40"/>
        </w:numPr>
        <w:spacing w:before="60"/>
        <w:ind w:left="360" w:right="-43"/>
        <w:rPr>
          <w:rFonts w:cs="Arial"/>
          <w:szCs w:val="16"/>
        </w:rPr>
      </w:pPr>
      <w:r>
        <w:rPr>
          <w:rFonts w:cs="Arial"/>
          <w:szCs w:val="18"/>
        </w:rPr>
        <w:t xml:space="preserve">CDPH </w:t>
      </w:r>
      <w:r w:rsidR="00874AA0" w:rsidRPr="0046053E">
        <w:rPr>
          <w:rFonts w:cs="Arial"/>
          <w:szCs w:val="18"/>
        </w:rPr>
        <w:t>Department of Health Services Organic Registration number (processing)</w:t>
      </w:r>
      <w:r w:rsidR="00874AA0">
        <w:rPr>
          <w:rFonts w:cs="Arial"/>
          <w:szCs w:val="18"/>
        </w:rPr>
        <w:t xml:space="preserve">. </w:t>
      </w:r>
      <w:r w:rsidR="00874AA0" w:rsidRPr="00F44ED0">
        <w:rPr>
          <w:rFonts w:cs="Arial"/>
          <w:i/>
          <w:iCs/>
          <w:szCs w:val="18"/>
        </w:rPr>
        <w:t>Example: 12345</w:t>
      </w:r>
      <w:r w:rsidR="00874AA0" w:rsidRPr="0046053E">
        <w:rPr>
          <w:rFonts w:cs="Arial"/>
          <w:szCs w:val="18"/>
        </w:rPr>
        <w:t>:</w:t>
      </w:r>
    </w:p>
    <w:tbl>
      <w:tblPr>
        <w:tblW w:w="227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</w:tblGrid>
      <w:tr w:rsidR="00874AA0" w:rsidRPr="003E2CBA" w14:paraId="09CBBDC3" w14:textId="77777777" w:rsidTr="00073AAC">
        <w:trPr>
          <w:cantSplit/>
          <w:trHeight w:val="360"/>
        </w:trPr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2DA2CE" w14:textId="77777777" w:rsidR="00874AA0" w:rsidRPr="003E2CBA" w:rsidRDefault="00874AA0" w:rsidP="00EA56F7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6ECED31C" w14:textId="77777777" w:rsidR="002D51E5" w:rsidRDefault="002D51E5" w:rsidP="00226C69">
      <w:pPr>
        <w:pStyle w:val="ListParagraph"/>
        <w:numPr>
          <w:ilvl w:val="0"/>
          <w:numId w:val="44"/>
        </w:numPr>
        <w:tabs>
          <w:tab w:val="left" w:pos="360"/>
        </w:tabs>
        <w:spacing w:before="120"/>
        <w:ind w:right="-36"/>
        <w:rPr>
          <w:rFonts w:cs="Arial"/>
          <w:b/>
          <w:spacing w:val="-8"/>
          <w:sz w:val="22"/>
          <w:szCs w:val="22"/>
        </w:rPr>
        <w:sectPr w:rsidR="002D51E5" w:rsidSect="004B40A5">
          <w:headerReference w:type="default" r:id="rId26"/>
          <w:footerReference w:type="default" r:id="rId27"/>
          <w:headerReference w:type="first" r:id="rId28"/>
          <w:pgSz w:w="12240" w:h="15840" w:code="1"/>
          <w:pgMar w:top="1440" w:right="648" w:bottom="720" w:left="648" w:header="187" w:footer="648" w:gutter="0"/>
          <w:cols w:space="720"/>
          <w:docGrid w:linePitch="360"/>
        </w:sectPr>
      </w:pPr>
      <w:bookmarkStart w:id="23" w:name="_Hlk517781370"/>
    </w:p>
    <w:p w14:paraId="7490EAEA" w14:textId="2DA7C972" w:rsidR="002149C2" w:rsidRPr="00226C69" w:rsidRDefault="002149C2" w:rsidP="00226C69">
      <w:pPr>
        <w:pStyle w:val="ListParagraph"/>
        <w:numPr>
          <w:ilvl w:val="0"/>
          <w:numId w:val="44"/>
        </w:numPr>
        <w:tabs>
          <w:tab w:val="left" w:pos="360"/>
        </w:tabs>
        <w:spacing w:before="120"/>
        <w:ind w:right="-36"/>
        <w:rPr>
          <w:rFonts w:cs="Arial"/>
          <w:b/>
          <w:spacing w:val="-8"/>
          <w:sz w:val="22"/>
          <w:szCs w:val="22"/>
        </w:rPr>
      </w:pPr>
      <w:r w:rsidRPr="00226C69">
        <w:rPr>
          <w:rFonts w:cs="Arial"/>
          <w:b/>
          <w:spacing w:val="-8"/>
          <w:sz w:val="22"/>
          <w:szCs w:val="22"/>
        </w:rPr>
        <w:lastRenderedPageBreak/>
        <w:t>Annual Certification Fee</w:t>
      </w:r>
    </w:p>
    <w:p w14:paraId="76910EA3" w14:textId="3187AE62" w:rsidR="002149C2" w:rsidRPr="00504EB1" w:rsidRDefault="002149C2" w:rsidP="00C50E17">
      <w:pPr>
        <w:spacing w:before="60"/>
        <w:ind w:left="360" w:right="-36"/>
        <w:rPr>
          <w:rFonts w:cs="Arial"/>
          <w:iCs/>
          <w:szCs w:val="18"/>
        </w:rPr>
      </w:pPr>
      <w:r w:rsidRPr="00504EB1">
        <w:rPr>
          <w:rFonts w:cs="Arial"/>
          <w:noProof/>
          <w:szCs w:val="18"/>
        </w:rPr>
        <w:t xml:space="preserve">CCOF </w:t>
      </w:r>
      <w:r w:rsidRPr="00504EB1">
        <w:rPr>
          <w:rFonts w:cs="Arial"/>
          <w:iCs/>
          <w:szCs w:val="18"/>
        </w:rPr>
        <w:t xml:space="preserve">will estimate and invoice your certification fee based on the information provided below and collected at your initial and subsequent inspections. Please refer to the </w:t>
      </w:r>
      <w:hyperlink r:id="rId29" w:history="1">
        <w:r w:rsidRPr="00504EB1">
          <w:rPr>
            <w:b/>
            <w:bCs/>
            <w:color w:val="0000FF"/>
            <w:u w:val="single"/>
          </w:rPr>
          <w:t>CCOF Certification Services Program Manual</w:t>
        </w:r>
      </w:hyperlink>
      <w:r w:rsidRPr="00504EB1">
        <w:rPr>
          <w:rFonts w:cs="Arial"/>
          <w:iCs/>
          <w:szCs w:val="18"/>
        </w:rPr>
        <w:t xml:space="preserve"> for fee information. </w:t>
      </w:r>
      <w:r w:rsidRPr="00504EB1">
        <w:rPr>
          <w:rFonts w:cs="Arial"/>
          <w:b/>
          <w:bCs/>
          <w:iCs/>
          <w:szCs w:val="18"/>
        </w:rPr>
        <w:t xml:space="preserve">If you do not provide the information requested below, you cannot move forward in the certification </w:t>
      </w:r>
      <w:r w:rsidR="00FC1C05" w:rsidRPr="00504EB1">
        <w:rPr>
          <w:rFonts w:cs="Arial"/>
          <w:b/>
          <w:bCs/>
          <w:iCs/>
          <w:szCs w:val="18"/>
        </w:rPr>
        <w:t>process,</w:t>
      </w:r>
      <w:r w:rsidRPr="00504EB1">
        <w:rPr>
          <w:rFonts w:cs="Arial"/>
          <w:b/>
          <w:bCs/>
          <w:iCs/>
          <w:szCs w:val="18"/>
        </w:rPr>
        <w:t xml:space="preserve"> and your inspection will be delayed.</w:t>
      </w:r>
      <w:r w:rsidRPr="00504EB1">
        <w:rPr>
          <w:rFonts w:cs="Arial"/>
          <w:iCs/>
          <w:szCs w:val="18"/>
        </w:rPr>
        <w:t xml:space="preserve"> Certification</w:t>
      </w:r>
      <w:r w:rsidRPr="00504EB1">
        <w:rPr>
          <w:rFonts w:cs="Arial"/>
          <w:b/>
          <w:iCs/>
          <w:szCs w:val="18"/>
        </w:rPr>
        <w:t xml:space="preserve"> fees must be paid prior to issuance of certification.</w:t>
      </w:r>
      <w:r w:rsidRPr="00504EB1">
        <w:rPr>
          <w:rFonts w:cs="Arial"/>
          <w:iCs/>
          <w:szCs w:val="18"/>
        </w:rPr>
        <w:t xml:space="preserve"> </w:t>
      </w:r>
      <w:r w:rsidR="0026698E">
        <w:rPr>
          <w:rFonts w:cs="Arial"/>
          <w:iCs/>
          <w:szCs w:val="18"/>
        </w:rPr>
        <w:t>Certification fees are confirmed upon application acceptance and may change</w:t>
      </w:r>
      <w:r w:rsidR="00683151">
        <w:rPr>
          <w:rFonts w:cs="Arial"/>
          <w:iCs/>
          <w:szCs w:val="18"/>
        </w:rP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360"/>
        <w:gridCol w:w="10260"/>
      </w:tblGrid>
      <w:tr w:rsidR="002149C2" w:rsidRPr="00504EB1" w14:paraId="257404C3" w14:textId="77777777" w:rsidTr="00BF0241">
        <w:trPr>
          <w:cantSplit/>
        </w:trPr>
        <w:tc>
          <w:tcPr>
            <w:tcW w:w="10980" w:type="dxa"/>
            <w:gridSpan w:val="3"/>
            <w:vAlign w:val="center"/>
          </w:tcPr>
          <w:p w14:paraId="35EB7854" w14:textId="0E9DE4DC" w:rsidR="002149C2" w:rsidRPr="00504EB1" w:rsidRDefault="004138B0" w:rsidP="002149C2">
            <w:pPr>
              <w:numPr>
                <w:ilvl w:val="0"/>
                <w:numId w:val="48"/>
              </w:numPr>
              <w:tabs>
                <w:tab w:val="left" w:pos="245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540D5F">
              <w:rPr>
                <w:rFonts w:cs="Arial"/>
                <w:bCs/>
                <w:szCs w:val="18"/>
              </w:rPr>
              <w:t xml:space="preserve">What is your </w:t>
            </w:r>
            <w:r w:rsidRPr="004138B0">
              <w:rPr>
                <w:rFonts w:cs="Arial"/>
                <w:bCs/>
                <w:iCs/>
              </w:rPr>
              <w:t>c</w:t>
            </w:r>
            <w:r w:rsidR="002149C2" w:rsidRPr="004138B0">
              <w:rPr>
                <w:rFonts w:cs="Arial"/>
                <w:bCs/>
                <w:iCs/>
              </w:rPr>
              <w:t>urrent</w:t>
            </w:r>
            <w:r w:rsidR="002149C2" w:rsidRPr="00504EB1">
              <w:rPr>
                <w:rFonts w:cs="Arial"/>
                <w:iCs/>
              </w:rPr>
              <w:t xml:space="preserve"> or expected total value of certified organic production/sales/services (gross, next 12 months)</w:t>
            </w:r>
            <w:r w:rsidR="001373B9">
              <w:rPr>
                <w:rFonts w:cs="Arial"/>
                <w:iCs/>
              </w:rPr>
              <w:t>:</w:t>
            </w:r>
          </w:p>
        </w:tc>
      </w:tr>
      <w:tr w:rsidR="002149C2" w:rsidRPr="00504EB1" w14:paraId="40AA73B8" w14:textId="77777777" w:rsidTr="00E80784">
        <w:trPr>
          <w:cantSplit/>
          <w:trHeight w:val="360"/>
        </w:trPr>
        <w:tc>
          <w:tcPr>
            <w:tcW w:w="360" w:type="dxa"/>
            <w:vAlign w:val="center"/>
          </w:tcPr>
          <w:p w14:paraId="6EE762EF" w14:textId="77777777" w:rsidR="002149C2" w:rsidRPr="00504EB1" w:rsidRDefault="002149C2" w:rsidP="00E80784">
            <w:pPr>
              <w:tabs>
                <w:tab w:val="left" w:pos="245"/>
              </w:tabs>
              <w:spacing w:before="60"/>
              <w:ind w:left="255" w:right="-43"/>
              <w:rPr>
                <w:rFonts w:cs="Arial"/>
                <w:b/>
                <w:i/>
                <w:color w:val="0070C0"/>
              </w:rPr>
            </w:pPr>
          </w:p>
        </w:tc>
        <w:tc>
          <w:tcPr>
            <w:tcW w:w="10620" w:type="dxa"/>
            <w:gridSpan w:val="2"/>
            <w:tcBorders>
              <w:bottom w:val="single" w:sz="4" w:space="0" w:color="auto"/>
            </w:tcBorders>
            <w:vAlign w:val="center"/>
          </w:tcPr>
          <w:p w14:paraId="3DCB7092" w14:textId="77777777" w:rsidR="002149C2" w:rsidRPr="00504EB1" w:rsidRDefault="002149C2" w:rsidP="00E80784">
            <w:pPr>
              <w:spacing w:before="60"/>
              <w:ind w:left="-120" w:right="-43"/>
              <w:rPr>
                <w:rFonts w:cs="Arial"/>
                <w:b/>
                <w:i/>
                <w:color w:val="0070C0"/>
              </w:rPr>
            </w:pPr>
            <w:r w:rsidRPr="00504EB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04EB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04EB1">
              <w:rPr>
                <w:rFonts w:cs="Arial"/>
                <w:b/>
                <w:color w:val="0070C0"/>
                <w:szCs w:val="18"/>
              </w:rPr>
            </w:r>
            <w:r w:rsidRPr="00504EB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2149C2" w:rsidRPr="00504EB1" w14:paraId="63DE63A1" w14:textId="77777777" w:rsidTr="00E80784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66263C26" w14:textId="391985BD" w:rsidR="002149C2" w:rsidRPr="00504EB1" w:rsidRDefault="00411A48" w:rsidP="002149C2">
            <w:pPr>
              <w:numPr>
                <w:ilvl w:val="1"/>
                <w:numId w:val="47"/>
              </w:numPr>
              <w:spacing w:before="60"/>
              <w:ind w:left="600" w:right="-43"/>
              <w:rPr>
                <w:rFonts w:cs="Arial"/>
                <w:noProof/>
                <w:szCs w:val="18"/>
              </w:rPr>
            </w:pPr>
            <w:r>
              <w:rPr>
                <w:rFonts w:cs="Arial"/>
                <w:b/>
                <w:noProof/>
                <w:szCs w:val="18"/>
              </w:rPr>
              <w:t xml:space="preserve">If you are a </w:t>
            </w:r>
            <w:r w:rsidR="002149C2" w:rsidRPr="00504EB1">
              <w:rPr>
                <w:rFonts w:cs="Arial"/>
                <w:b/>
                <w:noProof/>
                <w:szCs w:val="18"/>
              </w:rPr>
              <w:t xml:space="preserve">Farm </w:t>
            </w:r>
            <w:r>
              <w:rPr>
                <w:rFonts w:cs="Arial"/>
                <w:b/>
                <w:noProof/>
                <w:szCs w:val="18"/>
              </w:rPr>
              <w:t xml:space="preserve">or </w:t>
            </w:r>
            <w:r w:rsidR="002149C2" w:rsidRPr="00504EB1">
              <w:rPr>
                <w:rFonts w:cs="Arial"/>
                <w:b/>
                <w:noProof/>
                <w:szCs w:val="18"/>
              </w:rPr>
              <w:t xml:space="preserve">Livestock operation: </w:t>
            </w:r>
            <w:r w:rsidRPr="00540D5F">
              <w:rPr>
                <w:rFonts w:cs="Arial"/>
                <w:bCs/>
                <w:noProof/>
                <w:szCs w:val="18"/>
              </w:rPr>
              <w:t xml:space="preserve">What is your </w:t>
            </w:r>
            <w:r w:rsidR="00D661B9" w:rsidRPr="00504EB1">
              <w:rPr>
                <w:rFonts w:cs="Arial"/>
              </w:rPr>
              <w:t>current</w:t>
            </w:r>
            <w:r w:rsidR="002149C2" w:rsidRPr="00504EB1">
              <w:rPr>
                <w:rFonts w:cs="Arial"/>
              </w:rPr>
              <w:t xml:space="preserve"> or expected cost of certified organic </w:t>
            </w:r>
            <w:r w:rsidR="002149C2" w:rsidRPr="00504EB1">
              <w:rPr>
                <w:rFonts w:cs="Arial"/>
                <w:noProof/>
              </w:rPr>
              <w:t xml:space="preserve">product purchased, such as </w:t>
            </w:r>
            <w:r w:rsidR="002149C2" w:rsidRPr="00504EB1">
              <w:rPr>
                <w:rFonts w:cs="Arial"/>
              </w:rPr>
              <w:t>seed</w:t>
            </w:r>
            <w:r w:rsidR="002149C2" w:rsidRPr="00504EB1">
              <w:rPr>
                <w:rFonts w:cs="Arial"/>
                <w:noProof/>
              </w:rPr>
              <w:t>, feed, transplants</w:t>
            </w:r>
            <w:r w:rsidR="002149C2" w:rsidRPr="00504EB1">
              <w:rPr>
                <w:rFonts w:cs="Arial"/>
              </w:rPr>
              <w:t xml:space="preserve"> (next 12 months)</w:t>
            </w:r>
            <w:r w:rsidR="002149C2" w:rsidRPr="00504EB1">
              <w:rPr>
                <w:rFonts w:cs="Arial"/>
                <w:noProof/>
              </w:rPr>
              <w:t xml:space="preserve"> and service fees charged by certified organic co-processors, custom grazing, etc. This will be subtracted from the amount in line 1 to determine your annual certification fee. </w:t>
            </w:r>
          </w:p>
        </w:tc>
      </w:tr>
      <w:tr w:rsidR="002149C2" w:rsidRPr="00504EB1" w14:paraId="06AEFA45" w14:textId="77777777" w:rsidTr="00E80784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65A111EB" w14:textId="77777777" w:rsidR="002149C2" w:rsidRPr="00504EB1" w:rsidRDefault="002149C2" w:rsidP="00E80784">
            <w:pPr>
              <w:tabs>
                <w:tab w:val="left" w:pos="245"/>
              </w:tabs>
              <w:spacing w:before="60"/>
              <w:ind w:left="255" w:right="-43"/>
              <w:rPr>
                <w:rFonts w:cs="Arial"/>
                <w:b/>
                <w:i/>
                <w:color w:val="0070C0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6F395CEE" w14:textId="77777777" w:rsidR="002149C2" w:rsidRPr="00504EB1" w:rsidRDefault="002149C2" w:rsidP="00E80784">
            <w:pPr>
              <w:spacing w:before="60"/>
              <w:ind w:left="-120" w:right="-43"/>
              <w:rPr>
                <w:rFonts w:cs="Arial"/>
                <w:b/>
                <w:i/>
                <w:color w:val="0070C0"/>
              </w:rPr>
            </w:pPr>
            <w:r w:rsidRPr="00504EB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04EB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04EB1">
              <w:rPr>
                <w:rFonts w:cs="Arial"/>
                <w:b/>
                <w:color w:val="0070C0"/>
                <w:szCs w:val="18"/>
              </w:rPr>
            </w:r>
            <w:r w:rsidRPr="00504EB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2149C2" w:rsidRPr="00504EB1" w14:paraId="51A015CA" w14:textId="77777777" w:rsidTr="00E80784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01C3DA73" w14:textId="01E4D0BE" w:rsidR="002149C2" w:rsidRPr="00504EB1" w:rsidRDefault="00411A48" w:rsidP="002149C2">
            <w:pPr>
              <w:numPr>
                <w:ilvl w:val="1"/>
                <w:numId w:val="47"/>
              </w:numPr>
              <w:spacing w:before="60"/>
              <w:ind w:left="60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iCs/>
                <w:noProof/>
                <w:szCs w:val="18"/>
              </w:rPr>
              <w:t xml:space="preserve">If you are a </w:t>
            </w:r>
            <w:r w:rsidR="002149C2" w:rsidRPr="00504EB1">
              <w:rPr>
                <w:rFonts w:cs="Arial"/>
                <w:b/>
                <w:iCs/>
                <w:noProof/>
                <w:szCs w:val="18"/>
              </w:rPr>
              <w:t>Handler</w:t>
            </w:r>
            <w:r>
              <w:rPr>
                <w:rFonts w:cs="Arial"/>
                <w:b/>
                <w:iCs/>
                <w:noProof/>
                <w:szCs w:val="18"/>
              </w:rPr>
              <w:t xml:space="preserve">, </w:t>
            </w:r>
            <w:r w:rsidR="00257F48">
              <w:rPr>
                <w:rFonts w:cs="Arial"/>
                <w:b/>
                <w:iCs/>
                <w:noProof/>
                <w:szCs w:val="18"/>
              </w:rPr>
              <w:t>P</w:t>
            </w:r>
            <w:r w:rsidR="002149C2" w:rsidRPr="00504EB1">
              <w:rPr>
                <w:rFonts w:cs="Arial"/>
                <w:b/>
                <w:iCs/>
                <w:noProof/>
                <w:szCs w:val="18"/>
              </w:rPr>
              <w:t>rocessor</w:t>
            </w:r>
            <w:r>
              <w:rPr>
                <w:rFonts w:cs="Arial"/>
                <w:b/>
                <w:iCs/>
                <w:noProof/>
                <w:szCs w:val="18"/>
              </w:rPr>
              <w:t xml:space="preserve">, </w:t>
            </w:r>
            <w:r w:rsidR="00257F48">
              <w:rPr>
                <w:rFonts w:cs="Arial"/>
                <w:b/>
                <w:iCs/>
                <w:noProof/>
                <w:szCs w:val="18"/>
              </w:rPr>
              <w:t>P</w:t>
            </w:r>
            <w:r w:rsidR="002149C2" w:rsidRPr="00504EB1">
              <w:rPr>
                <w:rFonts w:cs="Arial"/>
                <w:b/>
                <w:iCs/>
                <w:noProof/>
                <w:szCs w:val="18"/>
              </w:rPr>
              <w:t xml:space="preserve">rivate </w:t>
            </w:r>
            <w:r w:rsidR="00DA4F11">
              <w:rPr>
                <w:rFonts w:cs="Arial"/>
                <w:b/>
                <w:iCs/>
                <w:noProof/>
                <w:szCs w:val="18"/>
              </w:rPr>
              <w:t>L</w:t>
            </w:r>
            <w:r w:rsidR="002149C2" w:rsidRPr="00504EB1">
              <w:rPr>
                <w:rFonts w:cs="Arial"/>
                <w:b/>
                <w:iCs/>
                <w:noProof/>
                <w:szCs w:val="18"/>
              </w:rPr>
              <w:t>abel</w:t>
            </w:r>
            <w:r>
              <w:rPr>
                <w:rFonts w:cs="Arial"/>
                <w:b/>
                <w:iCs/>
                <w:noProof/>
                <w:szCs w:val="18"/>
              </w:rPr>
              <w:t xml:space="preserve"> </w:t>
            </w:r>
            <w:r w:rsidR="00DA4F11">
              <w:rPr>
                <w:rFonts w:cs="Arial"/>
                <w:b/>
                <w:iCs/>
                <w:noProof/>
                <w:szCs w:val="18"/>
              </w:rPr>
              <w:t>B</w:t>
            </w:r>
            <w:r>
              <w:rPr>
                <w:rFonts w:cs="Arial"/>
                <w:b/>
                <w:iCs/>
                <w:noProof/>
                <w:szCs w:val="18"/>
              </w:rPr>
              <w:t xml:space="preserve">rand </w:t>
            </w:r>
            <w:r w:rsidR="00DA4F11">
              <w:rPr>
                <w:rFonts w:cs="Arial"/>
                <w:b/>
                <w:iCs/>
                <w:noProof/>
                <w:szCs w:val="18"/>
              </w:rPr>
              <w:t>O</w:t>
            </w:r>
            <w:r>
              <w:rPr>
                <w:rFonts w:cs="Arial"/>
                <w:b/>
                <w:iCs/>
                <w:noProof/>
                <w:szCs w:val="18"/>
              </w:rPr>
              <w:t xml:space="preserve">wner, </w:t>
            </w:r>
            <w:r w:rsidR="00257F48">
              <w:rPr>
                <w:rFonts w:cs="Arial"/>
                <w:b/>
                <w:iCs/>
                <w:noProof/>
                <w:szCs w:val="18"/>
              </w:rPr>
              <w:t>Broker, I</w:t>
            </w:r>
            <w:r>
              <w:rPr>
                <w:rFonts w:cs="Arial"/>
                <w:b/>
                <w:iCs/>
                <w:noProof/>
                <w:szCs w:val="18"/>
              </w:rPr>
              <w:t xml:space="preserve">mporter or </w:t>
            </w:r>
            <w:r w:rsidR="002149C2" w:rsidRPr="00504EB1">
              <w:rPr>
                <w:rFonts w:cs="Arial"/>
                <w:b/>
                <w:iCs/>
                <w:noProof/>
                <w:szCs w:val="18"/>
              </w:rPr>
              <w:t xml:space="preserve">other non-farm business: </w:t>
            </w:r>
            <w:r w:rsidRPr="00540D5F">
              <w:rPr>
                <w:rFonts w:cs="Arial"/>
                <w:bCs/>
                <w:iCs/>
                <w:noProof/>
                <w:szCs w:val="18"/>
              </w:rPr>
              <w:t>What is your c</w:t>
            </w:r>
            <w:r w:rsidR="002149C2" w:rsidRPr="00504EB1">
              <w:rPr>
                <w:rFonts w:cs="Arial"/>
                <w:iCs/>
                <w:noProof/>
                <w:szCs w:val="18"/>
              </w:rPr>
              <w:t xml:space="preserve">urrent or expected cost of certified organic ingredients/products purchased (next 12 months) and service fees charged by certified organic co-processors. This will be subtracted from the amount in line 1 to determine your annual certification fee. </w:t>
            </w:r>
          </w:p>
        </w:tc>
      </w:tr>
      <w:tr w:rsidR="002149C2" w:rsidRPr="00504EB1" w14:paraId="07B23326" w14:textId="77777777" w:rsidTr="00E80784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0570C014" w14:textId="77777777" w:rsidR="002149C2" w:rsidRPr="00504EB1" w:rsidRDefault="002149C2" w:rsidP="00E80784">
            <w:pPr>
              <w:tabs>
                <w:tab w:val="left" w:pos="245"/>
              </w:tabs>
              <w:spacing w:before="60"/>
              <w:ind w:left="255" w:right="-43"/>
              <w:rPr>
                <w:rFonts w:cs="Arial"/>
                <w:b/>
                <w:i/>
                <w:color w:val="0070C0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518573A4" w14:textId="77777777" w:rsidR="002149C2" w:rsidRPr="00504EB1" w:rsidRDefault="002149C2" w:rsidP="00E80784">
            <w:pPr>
              <w:spacing w:before="60"/>
              <w:ind w:left="-120" w:right="-43"/>
              <w:rPr>
                <w:rFonts w:cs="Arial"/>
                <w:b/>
                <w:i/>
                <w:color w:val="0070C0"/>
              </w:rPr>
            </w:pPr>
            <w:r w:rsidRPr="00504EB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04EB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04EB1">
              <w:rPr>
                <w:rFonts w:cs="Arial"/>
                <w:b/>
                <w:color w:val="0070C0"/>
                <w:szCs w:val="18"/>
              </w:rPr>
            </w:r>
            <w:r w:rsidRPr="00504EB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2149C2" w:rsidRPr="00504EB1" w14:paraId="519AABBE" w14:textId="77777777" w:rsidTr="00E80784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5A60E0BD" w14:textId="33C703D0" w:rsidR="002149C2" w:rsidRPr="00504EB1" w:rsidRDefault="00411A48" w:rsidP="002149C2">
            <w:pPr>
              <w:numPr>
                <w:ilvl w:val="1"/>
                <w:numId w:val="47"/>
              </w:numPr>
              <w:spacing w:before="60"/>
              <w:ind w:left="600" w:right="-43"/>
              <w:rPr>
                <w:rFonts w:cs="Arial"/>
                <w:noProof/>
                <w:szCs w:val="18"/>
              </w:rPr>
            </w:pPr>
            <w:r>
              <w:rPr>
                <w:rFonts w:cs="Arial"/>
                <w:b/>
                <w:noProof/>
                <w:szCs w:val="18"/>
              </w:rPr>
              <w:t xml:space="preserve">If you are a </w:t>
            </w:r>
            <w:r w:rsidR="002149C2" w:rsidRPr="00504EB1">
              <w:rPr>
                <w:rFonts w:cs="Arial"/>
                <w:b/>
                <w:noProof/>
                <w:szCs w:val="18"/>
              </w:rPr>
              <w:t xml:space="preserve">Retail </w:t>
            </w:r>
            <w:r>
              <w:rPr>
                <w:rFonts w:cs="Arial"/>
                <w:b/>
                <w:noProof/>
                <w:szCs w:val="18"/>
              </w:rPr>
              <w:t>or</w:t>
            </w:r>
            <w:r w:rsidR="002149C2" w:rsidRPr="00504EB1">
              <w:rPr>
                <w:rFonts w:cs="Arial"/>
                <w:b/>
                <w:noProof/>
                <w:szCs w:val="18"/>
              </w:rPr>
              <w:t xml:space="preserve"> Restaurant operation: </w:t>
            </w:r>
            <w:r w:rsidRPr="00540D5F">
              <w:rPr>
                <w:rFonts w:cs="Arial"/>
                <w:bCs/>
                <w:noProof/>
                <w:szCs w:val="18"/>
              </w:rPr>
              <w:t>What is your c</w:t>
            </w:r>
            <w:r w:rsidR="002149C2" w:rsidRPr="00504EB1">
              <w:rPr>
                <w:rFonts w:cs="Arial"/>
                <w:noProof/>
                <w:szCs w:val="18"/>
              </w:rPr>
              <w:t>urrent or expected number of stores (next 12 months)</w:t>
            </w:r>
            <w:r w:rsidR="002149C2">
              <w:rPr>
                <w:rFonts w:cs="Arial"/>
                <w:noProof/>
                <w:szCs w:val="18"/>
              </w:rPr>
              <w:t>.</w:t>
            </w:r>
          </w:p>
        </w:tc>
      </w:tr>
      <w:tr w:rsidR="002149C2" w:rsidRPr="00504EB1" w14:paraId="58C49EA7" w14:textId="77777777" w:rsidTr="00E80784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35BB863E" w14:textId="77777777" w:rsidR="002149C2" w:rsidRPr="00504EB1" w:rsidRDefault="002149C2" w:rsidP="00E80784">
            <w:pPr>
              <w:tabs>
                <w:tab w:val="left" w:pos="245"/>
              </w:tabs>
              <w:spacing w:before="60"/>
              <w:ind w:left="255" w:right="-43"/>
              <w:rPr>
                <w:rFonts w:cs="Arial"/>
                <w:b/>
                <w:i/>
                <w:color w:val="0070C0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619D9C7" w14:textId="77777777" w:rsidR="002149C2" w:rsidRPr="00504EB1" w:rsidRDefault="002149C2" w:rsidP="00E80784">
            <w:pPr>
              <w:spacing w:before="60"/>
              <w:ind w:left="-120" w:right="-43"/>
              <w:rPr>
                <w:rFonts w:cs="Arial"/>
                <w:b/>
                <w:i/>
                <w:color w:val="0070C0"/>
              </w:rPr>
            </w:pPr>
            <w:r w:rsidRPr="00504EB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04EB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04EB1">
              <w:rPr>
                <w:rFonts w:cs="Arial"/>
                <w:b/>
                <w:color w:val="0070C0"/>
                <w:szCs w:val="18"/>
              </w:rPr>
            </w:r>
            <w:r w:rsidRPr="00504EB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04EB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End w:id="22"/>
      <w:bookmarkEnd w:id="23"/>
    </w:tbl>
    <w:p w14:paraId="291864C8" w14:textId="77777777" w:rsidR="001E065E" w:rsidRDefault="001E065E" w:rsidP="00CC4A2F">
      <w:pPr>
        <w:spacing w:before="60"/>
        <w:ind w:left="-108" w:right="-36"/>
        <w:rPr>
          <w:rFonts w:cs="Arial"/>
          <w:szCs w:val="18"/>
        </w:rPr>
      </w:pPr>
    </w:p>
    <w:p w14:paraId="5F00A00A" w14:textId="77777777" w:rsidR="00D14F0D" w:rsidRDefault="00D14F0D" w:rsidP="00CC4A2F">
      <w:pPr>
        <w:spacing w:before="60"/>
        <w:ind w:left="-108" w:right="-36"/>
        <w:rPr>
          <w:rFonts w:cs="Arial"/>
          <w:szCs w:val="18"/>
        </w:rPr>
      </w:pPr>
    </w:p>
    <w:p w14:paraId="00AF19B0" w14:textId="77777777" w:rsidR="00D14F0D" w:rsidRDefault="00D14F0D" w:rsidP="00CC4A2F">
      <w:pPr>
        <w:spacing w:before="60"/>
        <w:ind w:left="-108" w:right="-36"/>
        <w:rPr>
          <w:rFonts w:cs="Arial"/>
          <w:szCs w:val="18"/>
        </w:rPr>
      </w:pPr>
    </w:p>
    <w:p w14:paraId="7EFBC7B7" w14:textId="77777777" w:rsidR="00D14F0D" w:rsidRDefault="00D14F0D" w:rsidP="00CC4A2F">
      <w:pPr>
        <w:spacing w:before="60"/>
        <w:ind w:left="-108" w:right="-36"/>
        <w:rPr>
          <w:rFonts w:cs="Arial"/>
          <w:szCs w:val="18"/>
        </w:rPr>
      </w:pPr>
    </w:p>
    <w:p w14:paraId="60716098" w14:textId="6AA9C6BD" w:rsidR="001A6B2D" w:rsidRDefault="001A6B2D">
      <w:pPr>
        <w:ind w:right="0"/>
        <w:rPr>
          <w:rFonts w:cs="Arial"/>
          <w:szCs w:val="18"/>
        </w:rPr>
      </w:pPr>
      <w:r>
        <w:rPr>
          <w:rFonts w:cs="Arial"/>
          <w:szCs w:val="18"/>
        </w:rPr>
        <w:br w:type="page"/>
      </w:r>
    </w:p>
    <w:p w14:paraId="0E3A3374" w14:textId="77777777" w:rsidR="00D14F0D" w:rsidRDefault="00D14F0D" w:rsidP="00CC4A2F">
      <w:pPr>
        <w:spacing w:before="60"/>
        <w:ind w:left="-108" w:right="-36"/>
        <w:rPr>
          <w:rFonts w:cs="Arial"/>
          <w:szCs w:val="18"/>
        </w:rPr>
      </w:pPr>
    </w:p>
    <w:bookmarkEnd w:id="13"/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710"/>
        <w:gridCol w:w="6660"/>
        <w:gridCol w:w="720"/>
        <w:gridCol w:w="1890"/>
      </w:tblGrid>
      <w:tr w:rsidR="00DE76DA" w:rsidRPr="0046053E" w14:paraId="3D73801D" w14:textId="77777777" w:rsidTr="004302DA">
        <w:trPr>
          <w:trHeight w:val="360"/>
        </w:trPr>
        <w:tc>
          <w:tcPr>
            <w:tcW w:w="1710" w:type="dxa"/>
            <w:vAlign w:val="center"/>
          </w:tcPr>
          <w:p w14:paraId="347EC2B6" w14:textId="7ADEDAEC" w:rsidR="00DE76DA" w:rsidRPr="000443D9" w:rsidRDefault="009911CD" w:rsidP="000443D9">
            <w:pPr>
              <w:spacing w:before="60"/>
              <w:ind w:left="-115" w:right="-43"/>
              <w:rPr>
                <w:rFonts w:cs="Arial"/>
                <w:sz w:val="20"/>
                <w:szCs w:val="20"/>
              </w:rPr>
            </w:pPr>
            <w:r w:rsidRPr="00CB09D8">
              <w:rPr>
                <w:rFonts w:cs="Arial"/>
                <w:sz w:val="20"/>
                <w:szCs w:val="20"/>
              </w:rPr>
              <w:br w:type="page"/>
            </w:r>
            <w:r w:rsidR="00DE76DA" w:rsidRPr="00CB09D8">
              <w:rPr>
                <w:rFonts w:cs="Arial"/>
                <w:b/>
                <w:bCs/>
                <w:sz w:val="20"/>
                <w:szCs w:val="22"/>
              </w:rPr>
              <w:t>Operation Name: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E008054" w14:textId="77777777" w:rsidR="00DE76DA" w:rsidRPr="001C4F0F" w:rsidRDefault="00DE76DA" w:rsidP="004302D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744809E7" w14:textId="31BA2015" w:rsidR="00DE76DA" w:rsidRPr="00CB09D8" w:rsidRDefault="00DE76DA" w:rsidP="004302DA">
            <w:pPr>
              <w:spacing w:before="60"/>
              <w:ind w:right="-43"/>
              <w:rPr>
                <w:rFonts w:cs="Arial"/>
                <w:b/>
                <w:sz w:val="20"/>
                <w:szCs w:val="20"/>
              </w:rPr>
            </w:pPr>
            <w:r w:rsidRPr="00CB09D8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0AB0D8A2" w14:textId="77777777" w:rsidR="00DE76DA" w:rsidRPr="001C4F0F" w:rsidRDefault="00DE76DA" w:rsidP="004302D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306BA65" w14:textId="284405F7" w:rsidR="00462261" w:rsidRPr="0040146B" w:rsidRDefault="009C04D1" w:rsidP="009C5E2A">
      <w:pPr>
        <w:numPr>
          <w:ilvl w:val="0"/>
          <w:numId w:val="44"/>
        </w:numPr>
        <w:spacing w:before="120"/>
        <w:ind w:right="-36"/>
        <w:rPr>
          <w:rFonts w:cs="Arial"/>
          <w:szCs w:val="18"/>
        </w:rPr>
      </w:pPr>
      <w:bookmarkStart w:id="24" w:name="_Hlk491939500"/>
      <w:r>
        <w:rPr>
          <w:rFonts w:cs="Arial"/>
          <w:b/>
          <w:sz w:val="22"/>
          <w:szCs w:val="22"/>
        </w:rPr>
        <w:t>Certification Contract and Agreement</w:t>
      </w:r>
    </w:p>
    <w:p w14:paraId="042970B7" w14:textId="5E437DF6" w:rsidR="00462261" w:rsidRPr="0046053E" w:rsidRDefault="00462261" w:rsidP="00EC77A3">
      <w:pPr>
        <w:shd w:val="clear" w:color="auto" w:fill="FFFFFF" w:themeFill="background1"/>
        <w:spacing w:before="60"/>
        <w:ind w:left="360" w:right="-36" w:hanging="360"/>
        <w:rPr>
          <w:rFonts w:cs="Arial"/>
          <w:b/>
          <w:bCs/>
        </w:rPr>
      </w:pPr>
      <w:bookmarkStart w:id="25" w:name="_Hlk19541899"/>
      <w:r w:rsidRPr="27933287">
        <w:rPr>
          <w:rFonts w:cs="Arial"/>
        </w:rPr>
        <w:t>►</w:t>
      </w:r>
      <w:r>
        <w:tab/>
      </w:r>
      <w:r w:rsidRPr="27933287">
        <w:rPr>
          <w:rFonts w:cs="Arial"/>
          <w:b/>
          <w:bCs/>
        </w:rPr>
        <w:t>The following must be signed</w:t>
      </w:r>
      <w:r w:rsidR="00CB0C35" w:rsidRPr="27933287">
        <w:rPr>
          <w:rFonts w:cs="Arial"/>
          <w:b/>
          <w:bCs/>
        </w:rPr>
        <w:t xml:space="preserve"> by a legally authorized representative of an</w:t>
      </w:r>
      <w:r w:rsidR="00095497">
        <w:rPr>
          <w:rFonts w:cs="Arial"/>
          <w:b/>
          <w:bCs/>
        </w:rPr>
        <w:t xml:space="preserve"> </w:t>
      </w:r>
      <w:r w:rsidR="00CB0C35" w:rsidRPr="27933287">
        <w:rPr>
          <w:rFonts w:cs="Arial"/>
          <w:b/>
          <w:bCs/>
        </w:rPr>
        <w:t>operation</w:t>
      </w:r>
      <w:r w:rsidRPr="27933287">
        <w:rPr>
          <w:rFonts w:cs="Arial"/>
          <w:b/>
          <w:bCs/>
        </w:rPr>
        <w:t xml:space="preserve"> </w:t>
      </w:r>
      <w:r w:rsidR="00A57D1E">
        <w:rPr>
          <w:rFonts w:cs="Arial"/>
          <w:b/>
          <w:bCs/>
        </w:rPr>
        <w:t>and</w:t>
      </w:r>
      <w:r w:rsidRPr="27933287">
        <w:rPr>
          <w:rFonts w:cs="Arial"/>
          <w:b/>
          <w:bCs/>
        </w:rPr>
        <w:t xml:space="preserve"> by all applicants for certification by </w:t>
      </w:r>
      <w:r w:rsidR="005529E3" w:rsidRPr="27933287">
        <w:rPr>
          <w:rFonts w:cs="Arial"/>
          <w:b/>
          <w:bCs/>
        </w:rPr>
        <w:t>CCOF</w:t>
      </w:r>
      <w:r w:rsidR="009E35C6" w:rsidRPr="27933287">
        <w:rPr>
          <w:rFonts w:cs="Arial"/>
          <w:b/>
          <w:bCs/>
        </w:rPr>
        <w:t xml:space="preserve"> CS</w:t>
      </w:r>
      <w:r w:rsidR="00927465" w:rsidRPr="27933287">
        <w:rPr>
          <w:rFonts w:cs="Arial"/>
          <w:b/>
          <w:bCs/>
        </w:rPr>
        <w:t xml:space="preserve"> (CCOF)</w:t>
      </w:r>
      <w:r w:rsidR="00CB0C35" w:rsidRPr="27933287">
        <w:rPr>
          <w:rFonts w:cs="Arial"/>
          <w:b/>
          <w:bCs/>
        </w:rPr>
        <w:t>.</w:t>
      </w:r>
      <w:r w:rsidRPr="27933287">
        <w:rPr>
          <w:rFonts w:cs="Arial"/>
          <w:b/>
          <w:bCs/>
        </w:rPr>
        <w:t xml:space="preserve"> </w:t>
      </w:r>
    </w:p>
    <w:p w14:paraId="44D5BC8D" w14:textId="77777777" w:rsidR="00462261" w:rsidRPr="0046053E" w:rsidRDefault="00462261" w:rsidP="00FC118B">
      <w:pPr>
        <w:shd w:val="clear" w:color="auto" w:fill="FFFFFF"/>
        <w:spacing w:before="120"/>
        <w:ind w:left="360" w:right="-36"/>
        <w:rPr>
          <w:rFonts w:cs="Arial"/>
          <w:b/>
          <w:bCs/>
          <w:szCs w:val="18"/>
        </w:rPr>
      </w:pPr>
      <w:r w:rsidRPr="00F80ABA">
        <w:rPr>
          <w:rFonts w:cs="Arial"/>
          <w:b/>
          <w:bCs/>
          <w:szCs w:val="18"/>
        </w:rPr>
        <w:t xml:space="preserve">By signing this document, the applicant acknowledges that it has </w:t>
      </w:r>
      <w:r w:rsidRPr="00F80ABA">
        <w:rPr>
          <w:rFonts w:cs="Arial"/>
          <w:b/>
          <w:spacing w:val="-1"/>
          <w:szCs w:val="18"/>
        </w:rPr>
        <w:t xml:space="preserve">received, has read, fully understands, and agrees to be bound by the </w:t>
      </w:r>
      <w:r w:rsidR="00733B36" w:rsidRPr="00F80ABA">
        <w:rPr>
          <w:rFonts w:cs="Arial"/>
          <w:b/>
          <w:spacing w:val="-1"/>
          <w:szCs w:val="18"/>
        </w:rPr>
        <w:t xml:space="preserve">terms of the </w:t>
      </w:r>
      <w:r w:rsidR="005529E3" w:rsidRPr="00F80ABA">
        <w:rPr>
          <w:rFonts w:cs="Arial"/>
          <w:b/>
          <w:spacing w:val="-1"/>
          <w:szCs w:val="18"/>
        </w:rPr>
        <w:t>CCOF</w:t>
      </w:r>
      <w:r w:rsidRPr="00F80ABA">
        <w:rPr>
          <w:rFonts w:cs="Arial"/>
          <w:b/>
          <w:spacing w:val="-1"/>
          <w:szCs w:val="18"/>
        </w:rPr>
        <w:t xml:space="preserve"> CS Certification Manuals and </w:t>
      </w:r>
      <w:r w:rsidR="00733B36" w:rsidRPr="00F80ABA">
        <w:rPr>
          <w:rFonts w:cs="Arial"/>
          <w:b/>
          <w:spacing w:val="-1"/>
          <w:szCs w:val="18"/>
        </w:rPr>
        <w:t xml:space="preserve">further </w:t>
      </w:r>
      <w:r w:rsidRPr="00F80ABA">
        <w:rPr>
          <w:rFonts w:cs="Arial"/>
          <w:b/>
          <w:bCs/>
          <w:szCs w:val="18"/>
        </w:rPr>
        <w:t>agrees to:</w:t>
      </w:r>
    </w:p>
    <w:p w14:paraId="56AF3D2C" w14:textId="6FD9EEE4" w:rsidR="00462261" w:rsidRPr="0046053E" w:rsidRDefault="00462261" w:rsidP="00EC77A3">
      <w:pPr>
        <w:pStyle w:val="Level1"/>
        <w:numPr>
          <w:ilvl w:val="0"/>
          <w:numId w:val="13"/>
        </w:numPr>
        <w:tabs>
          <w:tab w:val="clear" w:pos="720"/>
        </w:tabs>
        <w:spacing w:before="60" w:after="0"/>
        <w:ind w:left="360" w:right="-36" w:hanging="360"/>
        <w:rPr>
          <w:spacing w:val="-10"/>
        </w:rPr>
      </w:pPr>
      <w:r w:rsidRPr="00540D5F">
        <w:rPr>
          <w:b/>
          <w:bCs/>
        </w:rPr>
        <w:t xml:space="preserve">For operations </w:t>
      </w:r>
      <w:r w:rsidR="00B25E56" w:rsidRPr="00540D5F">
        <w:rPr>
          <w:b/>
          <w:bCs/>
        </w:rPr>
        <w:t xml:space="preserve">and any responsibly connected person </w:t>
      </w:r>
      <w:r w:rsidRPr="00540D5F">
        <w:rPr>
          <w:b/>
          <w:bCs/>
        </w:rPr>
        <w:t>seeking NOP certification:</w:t>
      </w:r>
      <w:r w:rsidRPr="0046053E">
        <w:t xml:space="preserve"> Comply with all State and applicable organic production and handling regulations as described in rules issued by the United States Department of Agriculture Agricultural Marketing Service (including those regulations in 7 CFR Part 205 and the NOP Handbook</w:t>
      </w:r>
      <w:r w:rsidR="0013107C" w:rsidRPr="0046053E">
        <w:t xml:space="preserve"> as published on the USDA AMS NOP website</w:t>
      </w:r>
      <w:r w:rsidRPr="0046053E">
        <w:t xml:space="preserve">).  </w:t>
      </w:r>
    </w:p>
    <w:p w14:paraId="1BCA938F" w14:textId="77777777" w:rsidR="00462261" w:rsidRPr="0046053E" w:rsidRDefault="00462261" w:rsidP="00EC77A3">
      <w:pPr>
        <w:pStyle w:val="Level1"/>
        <w:numPr>
          <w:ilvl w:val="0"/>
          <w:numId w:val="13"/>
        </w:numPr>
        <w:tabs>
          <w:tab w:val="clear" w:pos="720"/>
        </w:tabs>
        <w:spacing w:before="60" w:after="0"/>
        <w:ind w:left="360" w:right="-36" w:hanging="360"/>
        <w:rPr>
          <w:spacing w:val="-10"/>
        </w:rPr>
      </w:pPr>
      <w:r w:rsidRPr="00540D5F">
        <w:rPr>
          <w:b/>
          <w:bCs/>
        </w:rPr>
        <w:t>For operations seeking COR certification:</w:t>
      </w:r>
      <w:r w:rsidRPr="0046053E">
        <w:t xml:space="preserve"> Comply with all </w:t>
      </w:r>
      <w:r w:rsidRPr="0040146B">
        <w:t>Province</w:t>
      </w:r>
      <w:r w:rsidRPr="0046053E">
        <w:t xml:space="preserve"> and applicable organic production and handling regulations as described in rules issued by the Canada Food Inspection Agency</w:t>
      </w:r>
    </w:p>
    <w:p w14:paraId="677C60D5" w14:textId="77777777" w:rsidR="0013784A" w:rsidRPr="0046053E" w:rsidRDefault="0013784A" w:rsidP="00EC77A3">
      <w:pPr>
        <w:pStyle w:val="Level1"/>
        <w:numPr>
          <w:ilvl w:val="0"/>
          <w:numId w:val="13"/>
        </w:numPr>
        <w:tabs>
          <w:tab w:val="clear" w:pos="720"/>
        </w:tabs>
        <w:spacing w:before="60" w:after="0"/>
        <w:ind w:left="360" w:right="-36" w:hanging="360"/>
      </w:pPr>
      <w:r w:rsidRPr="0090320A">
        <w:rPr>
          <w:b/>
        </w:rPr>
        <w:t>For operations seeking CCOF GMA</w:t>
      </w:r>
      <w:r w:rsidRPr="00EC5A26">
        <w:rPr>
          <w:b/>
        </w:rPr>
        <w:t xml:space="preserve">: </w:t>
      </w:r>
      <w:r w:rsidRPr="00F1737B">
        <w:t>Comply</w:t>
      </w:r>
      <w:r w:rsidRPr="0046053E">
        <w:t xml:space="preserve"> with the requirements set forth in the </w:t>
      </w:r>
      <w:r>
        <w:t>CCOF</w:t>
      </w:r>
      <w:r w:rsidRPr="0046053E">
        <w:t xml:space="preserve"> GMA </w:t>
      </w:r>
      <w:r w:rsidRPr="00465F9D">
        <w:t>Manual</w:t>
      </w:r>
      <w:r w:rsidRPr="0046053E">
        <w:t xml:space="preserve">. </w:t>
      </w:r>
    </w:p>
    <w:p w14:paraId="15F4C426" w14:textId="77777777" w:rsidR="00462261" w:rsidRPr="0046053E" w:rsidRDefault="00462261" w:rsidP="00EC77A3">
      <w:pPr>
        <w:pStyle w:val="Level1"/>
        <w:numPr>
          <w:ilvl w:val="0"/>
          <w:numId w:val="13"/>
        </w:numPr>
        <w:tabs>
          <w:tab w:val="clear" w:pos="720"/>
        </w:tabs>
        <w:spacing w:before="60" w:after="0"/>
        <w:ind w:left="360" w:right="-36" w:hanging="360"/>
        <w:rPr>
          <w:spacing w:val="-1"/>
        </w:rPr>
      </w:pPr>
      <w:r w:rsidRPr="00540D5F">
        <w:rPr>
          <w:b/>
          <w:bCs/>
          <w:spacing w:val="-1"/>
        </w:rPr>
        <w:t>For all operations:</w:t>
      </w:r>
      <w:r w:rsidRPr="0046053E">
        <w:rPr>
          <w:spacing w:val="-1"/>
        </w:rPr>
        <w:t xml:space="preserve"> Comply with and strictly adhere to all </w:t>
      </w:r>
      <w:r w:rsidR="005529E3">
        <w:rPr>
          <w:spacing w:val="-1"/>
        </w:rPr>
        <w:t>CCOF</w:t>
      </w:r>
      <w:r w:rsidRPr="0046053E">
        <w:rPr>
          <w:spacing w:val="-1"/>
        </w:rPr>
        <w:t xml:space="preserve"> standards, </w:t>
      </w:r>
      <w:r w:rsidR="00F757B8" w:rsidRPr="0046053E">
        <w:rPr>
          <w:spacing w:val="-1"/>
        </w:rPr>
        <w:t>procedures and</w:t>
      </w:r>
      <w:r w:rsidRPr="0046053E">
        <w:rPr>
          <w:spacing w:val="-1"/>
        </w:rPr>
        <w:t xml:space="preserve"> policies </w:t>
      </w:r>
      <w:r w:rsidR="00733B36">
        <w:rPr>
          <w:spacing w:val="-1"/>
        </w:rPr>
        <w:t>set forth</w:t>
      </w:r>
      <w:r w:rsidR="00733B36" w:rsidRPr="0046053E">
        <w:rPr>
          <w:spacing w:val="-1"/>
        </w:rPr>
        <w:t xml:space="preserve"> </w:t>
      </w:r>
      <w:r w:rsidRPr="0046053E">
        <w:rPr>
          <w:spacing w:val="-1"/>
        </w:rPr>
        <w:t>in the CCOF Manuals</w:t>
      </w:r>
      <w:r w:rsidRPr="0046053E">
        <w:t xml:space="preserve"> including but not limited to the following:</w:t>
      </w:r>
    </w:p>
    <w:p w14:paraId="6A15B60D" w14:textId="77777777" w:rsidR="00462261" w:rsidRPr="0046053E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0"/>
        </w:rPr>
      </w:pPr>
      <w:r w:rsidRPr="0046053E">
        <w:t>Establishing, implementing, and updating</w:t>
      </w:r>
      <w:r w:rsidRPr="0046053E">
        <w:rPr>
          <w:spacing w:val="-10"/>
        </w:rPr>
        <w:t xml:space="preserve"> </w:t>
      </w:r>
      <w:r w:rsidRPr="0046053E">
        <w:t xml:space="preserve">annually an Organic System Plan that will be submitted to </w:t>
      </w:r>
      <w:r w:rsidR="005529E3">
        <w:t>CCOF</w:t>
      </w:r>
      <w:r w:rsidRPr="0046053E">
        <w:t>.</w:t>
      </w:r>
    </w:p>
    <w:p w14:paraId="5DF5FF2A" w14:textId="56168D78" w:rsidR="00462261" w:rsidRPr="0040146B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0"/>
        </w:rPr>
      </w:pPr>
      <w:r w:rsidRPr="0046053E">
        <w:rPr>
          <w:spacing w:val="-1"/>
        </w:rPr>
        <w:t xml:space="preserve">Permitting on-site inspections </w:t>
      </w:r>
      <w:r w:rsidR="00B25E56">
        <w:t>at least once per calendar year</w:t>
      </w:r>
      <w:r w:rsidR="00B25E56" w:rsidRPr="0046053E">
        <w:rPr>
          <w:spacing w:val="-1"/>
        </w:rPr>
        <w:t xml:space="preserve"> </w:t>
      </w:r>
      <w:r w:rsidRPr="0046053E">
        <w:rPr>
          <w:spacing w:val="-1"/>
        </w:rPr>
        <w:t xml:space="preserve">with complete access to the production or handling aspects of the operation, including </w:t>
      </w:r>
      <w:r w:rsidRPr="0046053E">
        <w:t xml:space="preserve">non-certified production areas, structures, or offices by </w:t>
      </w:r>
      <w:r w:rsidR="005529E3">
        <w:t>CCOF</w:t>
      </w:r>
      <w:r w:rsidRPr="0046053E">
        <w:t xml:space="preserve">. These inspections may be announced or unannounced at the discretion of </w:t>
      </w:r>
      <w:r w:rsidR="005529E3">
        <w:t>CCOF</w:t>
      </w:r>
      <w:r w:rsidRPr="0046053E">
        <w:t xml:space="preserve"> or as required </w:t>
      </w:r>
      <w:r w:rsidRPr="0040146B">
        <w:t>by an accredita</w:t>
      </w:r>
      <w:r w:rsidR="00CA1A56" w:rsidRPr="0040146B">
        <w:t>tion authority, government entity with jurisdiction, or other governing body</w:t>
      </w:r>
      <w:r w:rsidRPr="0040146B">
        <w:t xml:space="preserve">. </w:t>
      </w:r>
    </w:p>
    <w:p w14:paraId="414AE46C" w14:textId="77777777" w:rsidR="00462261" w:rsidRPr="0046053E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0"/>
        </w:rPr>
      </w:pPr>
      <w:r w:rsidRPr="0046053E">
        <w:t>Maintaining all records applicable to the organic operation for not less than five (5) years beyond their creation.</w:t>
      </w:r>
    </w:p>
    <w:p w14:paraId="7129C7DE" w14:textId="77777777" w:rsidR="00462261" w:rsidRPr="0040146B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3"/>
        </w:rPr>
      </w:pPr>
      <w:r w:rsidRPr="0046053E">
        <w:rPr>
          <w:spacing w:val="-1"/>
        </w:rPr>
        <w:t xml:space="preserve">Allowing authorized representatives of </w:t>
      </w:r>
      <w:r w:rsidR="005529E3">
        <w:rPr>
          <w:spacing w:val="-1"/>
        </w:rPr>
        <w:t>CCOF</w:t>
      </w:r>
      <w:r w:rsidRPr="0046053E">
        <w:rPr>
          <w:spacing w:val="-1"/>
        </w:rPr>
        <w:t xml:space="preserve">, </w:t>
      </w:r>
      <w:r w:rsidR="00CA1A56" w:rsidRPr="0040146B">
        <w:rPr>
          <w:spacing w:val="-1"/>
        </w:rPr>
        <w:t>an</w:t>
      </w:r>
      <w:r w:rsidRPr="0040146B">
        <w:rPr>
          <w:spacing w:val="-1"/>
        </w:rPr>
        <w:t xml:space="preserve"> accre</w:t>
      </w:r>
      <w:r w:rsidR="00CA1A56" w:rsidRPr="0040146B">
        <w:t>ditation authority, government</w:t>
      </w:r>
      <w:r w:rsidR="00CA1A56">
        <w:t xml:space="preserve"> entity with jurisdiction, or other governing body</w:t>
      </w:r>
      <w:r w:rsidRPr="0046053E">
        <w:t xml:space="preserve"> access to these records under normal business hours for review and copying to determine compliance with </w:t>
      </w:r>
      <w:r w:rsidRPr="0040146B">
        <w:t xml:space="preserve">the applicable standards, regulations or governing law.  </w:t>
      </w:r>
    </w:p>
    <w:p w14:paraId="6AE5782C" w14:textId="77777777" w:rsidR="00462261" w:rsidRPr="0046053E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0"/>
        </w:rPr>
      </w:pPr>
      <w:r w:rsidRPr="0046053E">
        <w:t xml:space="preserve">Understanding </w:t>
      </w:r>
      <w:r w:rsidR="005529E3">
        <w:t>CCOF</w:t>
      </w:r>
      <w:r w:rsidRPr="0046053E">
        <w:t xml:space="preserve"> may use subcontractors for inspecting, testing and other technical services, as necessary.</w:t>
      </w:r>
    </w:p>
    <w:p w14:paraId="004018D0" w14:textId="77777777" w:rsidR="00462261" w:rsidRPr="0046053E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3"/>
        </w:rPr>
      </w:pPr>
      <w:r w:rsidRPr="0046053E">
        <w:t xml:space="preserve">Submitting to </w:t>
      </w:r>
      <w:r w:rsidR="005529E3">
        <w:t>CCOF</w:t>
      </w:r>
      <w:r w:rsidRPr="0046053E">
        <w:t xml:space="preserve"> any applicable fees as described on the most current fee schedule.</w:t>
      </w:r>
    </w:p>
    <w:p w14:paraId="36049B89" w14:textId="77777777" w:rsidR="00462261" w:rsidRPr="0046053E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9"/>
        </w:rPr>
      </w:pPr>
      <w:r w:rsidRPr="0046053E">
        <w:t xml:space="preserve">Immediately notifying </w:t>
      </w:r>
      <w:r w:rsidR="005529E3">
        <w:t>CCOF</w:t>
      </w:r>
      <w:r w:rsidRPr="0046053E">
        <w:t xml:space="preserve"> concerning any application, including drift, of a prohibited substance to any field, production unit, site, facility, livestock, or product that is part of an operation.</w:t>
      </w:r>
    </w:p>
    <w:p w14:paraId="69CFA48B" w14:textId="77777777" w:rsidR="00462261" w:rsidRPr="0040146B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3"/>
        </w:rPr>
      </w:pPr>
      <w:r w:rsidRPr="0046053E">
        <w:t xml:space="preserve">Immediately notifying </w:t>
      </w:r>
      <w:r w:rsidR="005529E3">
        <w:t>CCOF</w:t>
      </w:r>
      <w:r w:rsidRPr="0046053E">
        <w:t xml:space="preserve"> of any change in </w:t>
      </w:r>
      <w:r w:rsidR="005F1888">
        <w:t>y</w:t>
      </w:r>
      <w:r w:rsidRPr="0046053E">
        <w:t xml:space="preserve">our certified operation or portion of it that may affect its compliance with the </w:t>
      </w:r>
      <w:r w:rsidR="00CA1A56" w:rsidRPr="0040146B">
        <w:t>applicable standards, regulations or governing law.</w:t>
      </w:r>
    </w:p>
    <w:p w14:paraId="5DE8658D" w14:textId="77777777" w:rsidR="00462261" w:rsidRPr="0046053E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0"/>
        </w:rPr>
      </w:pPr>
      <w:r w:rsidRPr="0046053E">
        <w:t xml:space="preserve">Using the </w:t>
      </w:r>
      <w:r w:rsidR="005529E3">
        <w:t>CCOF</w:t>
      </w:r>
      <w:r w:rsidRPr="0046053E">
        <w:t xml:space="preserve"> name and seal(s) only in accordance with </w:t>
      </w:r>
      <w:r w:rsidR="005529E3">
        <w:t>CCOF</w:t>
      </w:r>
      <w:r w:rsidRPr="0046053E">
        <w:t xml:space="preserve"> standards and ceasing all use of </w:t>
      </w:r>
      <w:r w:rsidR="005529E3">
        <w:t>CCOF</w:t>
      </w:r>
      <w:r w:rsidRPr="0046053E">
        <w:t xml:space="preserve">'s name and seal upon notice by </w:t>
      </w:r>
      <w:r w:rsidR="005529E3">
        <w:t>CCOF</w:t>
      </w:r>
      <w:r w:rsidRPr="0046053E">
        <w:t xml:space="preserve">. Any use of </w:t>
      </w:r>
      <w:r w:rsidR="005529E3">
        <w:t>CCOF</w:t>
      </w:r>
      <w:r w:rsidRPr="0046053E">
        <w:t xml:space="preserve">'s names or marks, without the express consent of </w:t>
      </w:r>
      <w:r w:rsidR="005529E3">
        <w:t>CCOF</w:t>
      </w:r>
      <w:r w:rsidRPr="0046053E">
        <w:t xml:space="preserve">, is strictly prohibited and constitutes an infringement of </w:t>
      </w:r>
      <w:r w:rsidR="005529E3">
        <w:t>CCOF</w:t>
      </w:r>
      <w:r w:rsidRPr="0046053E">
        <w:t xml:space="preserve">'s rights. </w:t>
      </w:r>
      <w:r w:rsidR="005529E3">
        <w:t>CCOF</w:t>
      </w:r>
      <w:r w:rsidRPr="0046053E">
        <w:t xml:space="preserve"> shall be entitled to its reasonable </w:t>
      </w:r>
      <w:r w:rsidRPr="0046053E">
        <w:rPr>
          <w:spacing w:val="-1"/>
        </w:rPr>
        <w:t xml:space="preserve">attorney's fees and costs incurred in bringing any civil action, arbitration, or mediation to enforce its rights to its names or </w:t>
      </w:r>
      <w:r w:rsidRPr="0046053E">
        <w:t>marks.</w:t>
      </w:r>
    </w:p>
    <w:p w14:paraId="378CB222" w14:textId="77777777" w:rsidR="00462261" w:rsidRPr="0046053E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1"/>
        </w:rPr>
      </w:pPr>
      <w:r w:rsidRPr="0046053E">
        <w:t xml:space="preserve">Destroying or returning to </w:t>
      </w:r>
      <w:r w:rsidR="005529E3">
        <w:t>CCOF</w:t>
      </w:r>
      <w:r w:rsidRPr="0046053E">
        <w:t xml:space="preserve"> all packaging and certificate(s) upon notice from </w:t>
      </w:r>
      <w:r w:rsidR="005529E3">
        <w:t>CCOF</w:t>
      </w:r>
      <w:r w:rsidRPr="0046053E">
        <w:t>.</w:t>
      </w:r>
    </w:p>
    <w:p w14:paraId="2B9A8903" w14:textId="77777777" w:rsidR="00462261" w:rsidRPr="0046053E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1"/>
        </w:rPr>
      </w:pPr>
      <w:r w:rsidRPr="0046053E">
        <w:t xml:space="preserve">Understanding that the use of the </w:t>
      </w:r>
      <w:r w:rsidR="005529E3">
        <w:t>CCOF</w:t>
      </w:r>
      <w:r w:rsidRPr="0046053E">
        <w:t xml:space="preserve"> name and seal must be in accordance with the </w:t>
      </w:r>
      <w:r w:rsidR="005529E3">
        <w:t>CCOF</w:t>
      </w:r>
      <w:r w:rsidRPr="0046053E">
        <w:t xml:space="preserve"> standards.</w:t>
      </w:r>
      <w:r w:rsidRPr="0046053E">
        <w:rPr>
          <w:spacing w:val="-1"/>
        </w:rPr>
        <w:t xml:space="preserve">  </w:t>
      </w:r>
    </w:p>
    <w:p w14:paraId="6286F694" w14:textId="77777777" w:rsidR="00462261" w:rsidRPr="0046053E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1"/>
        </w:rPr>
      </w:pPr>
      <w:r w:rsidRPr="0046053E">
        <w:t xml:space="preserve">Authorizing </w:t>
      </w:r>
      <w:r w:rsidR="005529E3">
        <w:t>CCOF</w:t>
      </w:r>
      <w:r w:rsidRPr="0046053E">
        <w:t xml:space="preserve"> to list certified parcel crops, products, services, and acreage on my certificate and in the </w:t>
      </w:r>
      <w:r w:rsidR="005529E3">
        <w:t>CCOF</w:t>
      </w:r>
      <w:r w:rsidRPr="0046053E">
        <w:t xml:space="preserve"> Directory.</w:t>
      </w:r>
    </w:p>
    <w:p w14:paraId="6EAE7856" w14:textId="77777777" w:rsidR="00462261" w:rsidRPr="00326788" w:rsidRDefault="00462261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1"/>
        </w:rPr>
      </w:pPr>
      <w:r w:rsidRPr="0046053E">
        <w:t xml:space="preserve">Immediately ceasing all claims of </w:t>
      </w:r>
      <w:r w:rsidR="005529E3">
        <w:t>CCOF</w:t>
      </w:r>
      <w:r w:rsidRPr="0046053E">
        <w:t xml:space="preserve"> certification associated with this operation, and destroying or returning all certificates, labeling, and marketing material containing reference to </w:t>
      </w:r>
      <w:r w:rsidR="005529E3">
        <w:t>CCOF</w:t>
      </w:r>
      <w:r w:rsidRPr="0046053E">
        <w:t xml:space="preserve"> in the event that this operation withdraws, or its certification is suspended or revoked.</w:t>
      </w:r>
    </w:p>
    <w:p w14:paraId="364B5CA6" w14:textId="77777777" w:rsidR="00326788" w:rsidRPr="00540D5F" w:rsidRDefault="00326788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1"/>
        </w:rPr>
      </w:pPr>
      <w:r w:rsidRPr="0000082E">
        <w:t>Agreeing to be legally bound by the</w:t>
      </w:r>
      <w:r w:rsidR="00733B36" w:rsidRPr="0000082E">
        <w:t xml:space="preserve"> terms of the paragraphs </w:t>
      </w:r>
      <w:r w:rsidR="00733B36" w:rsidRPr="00F80ABA">
        <w:t xml:space="preserve">entitled </w:t>
      </w:r>
      <w:r w:rsidR="009977A6" w:rsidRPr="00F80ABA">
        <w:t>“</w:t>
      </w:r>
      <w:r w:rsidR="0000082E" w:rsidRPr="00F80ABA">
        <w:t xml:space="preserve">Consent to </w:t>
      </w:r>
      <w:r w:rsidR="009977A6" w:rsidRPr="00F80ABA">
        <w:t xml:space="preserve">Electronic </w:t>
      </w:r>
      <w:r w:rsidR="0000082E" w:rsidRPr="00F80ABA">
        <w:t>Transmission</w:t>
      </w:r>
      <w:r w:rsidR="009977A6" w:rsidRPr="00F80ABA">
        <w:t xml:space="preserve">”, </w:t>
      </w:r>
      <w:r w:rsidR="00733B36" w:rsidRPr="00F80ABA">
        <w:t>“</w:t>
      </w:r>
      <w:r w:rsidRPr="00F80ABA">
        <w:t>Governing</w:t>
      </w:r>
      <w:r w:rsidRPr="0000082E">
        <w:t xml:space="preserve"> Law</w:t>
      </w:r>
      <w:r w:rsidR="00733B36" w:rsidRPr="0000082E">
        <w:t>”</w:t>
      </w:r>
      <w:r w:rsidRPr="0000082E">
        <w:t xml:space="preserve">, </w:t>
      </w:r>
      <w:r w:rsidR="00733B36" w:rsidRPr="0000082E">
        <w:t>“</w:t>
      </w:r>
      <w:r w:rsidRPr="0000082E">
        <w:t>Consent to Jurisdiction</w:t>
      </w:r>
      <w:r w:rsidR="00733B36" w:rsidRPr="0000082E">
        <w:t>”</w:t>
      </w:r>
      <w:r w:rsidRPr="0000082E">
        <w:t xml:space="preserve">, </w:t>
      </w:r>
      <w:r w:rsidR="00733B36" w:rsidRPr="0000082E">
        <w:t>“</w:t>
      </w:r>
      <w:r w:rsidRPr="0000082E">
        <w:t>Indemnification</w:t>
      </w:r>
      <w:r w:rsidR="00733B36" w:rsidRPr="0000082E">
        <w:t>”</w:t>
      </w:r>
      <w:r w:rsidRPr="0000082E">
        <w:t xml:space="preserve"> and </w:t>
      </w:r>
      <w:r w:rsidR="00733B36" w:rsidRPr="0000082E">
        <w:t>“</w:t>
      </w:r>
      <w:r w:rsidRPr="0000082E">
        <w:t>Limit of Liability</w:t>
      </w:r>
      <w:r w:rsidR="00733B36" w:rsidRPr="0000082E">
        <w:t>”</w:t>
      </w:r>
      <w:r w:rsidRPr="0000082E">
        <w:t xml:space="preserve"> as described in the CCOF Certification Program Manual.</w:t>
      </w:r>
    </w:p>
    <w:p w14:paraId="731183E6" w14:textId="787C459C" w:rsidR="004373BD" w:rsidRPr="004373BD" w:rsidRDefault="004373BD" w:rsidP="00EC77A3">
      <w:pPr>
        <w:pStyle w:val="Level2"/>
        <w:numPr>
          <w:ilvl w:val="1"/>
          <w:numId w:val="14"/>
        </w:numPr>
        <w:tabs>
          <w:tab w:val="clear" w:pos="1440"/>
        </w:tabs>
        <w:spacing w:before="60" w:after="0"/>
        <w:ind w:left="720" w:right="-36" w:hanging="360"/>
        <w:rPr>
          <w:spacing w:val="-11"/>
        </w:rPr>
      </w:pPr>
      <w:r w:rsidRPr="00540D5F">
        <w:t>Agreeing to be legally bound by the “Standards of Behavior” detailed in the CCOF Certification Program Manual</w:t>
      </w:r>
      <w:r w:rsidR="00915B77" w:rsidRPr="00540D5F">
        <w:t>.</w:t>
      </w:r>
    </w:p>
    <w:p w14:paraId="042E2B3E" w14:textId="77777777" w:rsidR="00462261" w:rsidRPr="00F91757" w:rsidRDefault="00462261" w:rsidP="009F4389">
      <w:pPr>
        <w:spacing w:before="240"/>
        <w:ind w:right="-36"/>
        <w:rPr>
          <w:rFonts w:cs="Arial"/>
          <w:szCs w:val="18"/>
        </w:rPr>
      </w:pPr>
      <w:r w:rsidRPr="00F91757">
        <w:rPr>
          <w:rFonts w:cs="Arial"/>
          <w:b/>
          <w:bCs/>
          <w:szCs w:val="18"/>
        </w:rPr>
        <w:t xml:space="preserve">I, the owner or legally authorized corporate representative, </w:t>
      </w:r>
      <w:r w:rsidRPr="00F91757">
        <w:rPr>
          <w:rFonts w:cs="Arial"/>
          <w:szCs w:val="18"/>
        </w:rPr>
        <w:t xml:space="preserve">acknowledge the above General Requirements for </w:t>
      </w:r>
      <w:r w:rsidR="005529E3" w:rsidRPr="00F91757">
        <w:rPr>
          <w:rFonts w:cs="Arial"/>
          <w:szCs w:val="18"/>
        </w:rPr>
        <w:t>CCOF</w:t>
      </w:r>
      <w:r w:rsidR="0017703D" w:rsidRPr="00F91757">
        <w:rPr>
          <w:rFonts w:cs="Arial"/>
          <w:szCs w:val="18"/>
        </w:rPr>
        <w:t xml:space="preserve"> c</w:t>
      </w:r>
      <w:r w:rsidRPr="00F91757">
        <w:rPr>
          <w:rFonts w:cs="Arial"/>
          <w:szCs w:val="18"/>
        </w:rPr>
        <w:t xml:space="preserve">ertification and understand that any willful misrepresentation may be cause for denial of an application and sanctioning of certification. </w:t>
      </w:r>
      <w:r w:rsidR="00FF6774" w:rsidRPr="00F91757">
        <w:rPr>
          <w:rFonts w:cs="Arial"/>
          <w:szCs w:val="18"/>
        </w:rPr>
        <w:t>I</w:t>
      </w:r>
      <w:r w:rsidRPr="00F91757">
        <w:rPr>
          <w:rFonts w:cs="Arial"/>
          <w:szCs w:val="18"/>
        </w:rPr>
        <w:t xml:space="preserve"> </w:t>
      </w:r>
      <w:r w:rsidR="00FF6774" w:rsidRPr="00F91757">
        <w:rPr>
          <w:rFonts w:cs="Arial"/>
          <w:bCs/>
          <w:szCs w:val="18"/>
        </w:rPr>
        <w:t xml:space="preserve">authorize the person(s) listed above to act on behalf of my company in establishing or maintaining organic certification. </w:t>
      </w:r>
      <w:r w:rsidRPr="00F91757">
        <w:rPr>
          <w:rFonts w:cs="Arial"/>
          <w:szCs w:val="18"/>
        </w:rPr>
        <w:t>I attest that all information in this application is true and accurate to the best of my knowledge: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17"/>
        <w:gridCol w:w="4619"/>
        <w:gridCol w:w="2644"/>
      </w:tblGrid>
      <w:tr w:rsidR="00462261" w:rsidRPr="0046053E" w14:paraId="2D366ADE" w14:textId="77777777" w:rsidTr="00721628">
        <w:trPr>
          <w:trHeight w:val="720"/>
        </w:trPr>
        <w:tc>
          <w:tcPr>
            <w:tcW w:w="3717" w:type="dxa"/>
            <w:tcBorders>
              <w:bottom w:val="single" w:sz="4" w:space="0" w:color="auto"/>
            </w:tcBorders>
            <w:vAlign w:val="center"/>
          </w:tcPr>
          <w:p w14:paraId="7A3DA251" w14:textId="77777777" w:rsidR="00462261" w:rsidRPr="00F91757" w:rsidRDefault="00D332F7" w:rsidP="00D345B5">
            <w:pPr>
              <w:spacing w:before="12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F917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917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91757">
              <w:rPr>
                <w:rFonts w:cs="Arial"/>
                <w:b/>
                <w:color w:val="0070C0"/>
                <w:szCs w:val="18"/>
              </w:rPr>
            </w:r>
            <w:r w:rsidRPr="00F917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19" w:type="dxa"/>
            <w:tcBorders>
              <w:bottom w:val="single" w:sz="4" w:space="0" w:color="auto"/>
            </w:tcBorders>
            <w:vAlign w:val="center"/>
          </w:tcPr>
          <w:p w14:paraId="2988F17E" w14:textId="77777777" w:rsidR="00462261" w:rsidRPr="00F91757" w:rsidRDefault="00462261" w:rsidP="00D345B5">
            <w:pPr>
              <w:spacing w:before="120"/>
              <w:ind w:left="-108" w:right="-36"/>
              <w:rPr>
                <w:rFonts w:cs="Arial"/>
                <w:color w:val="0070C0"/>
                <w:szCs w:val="18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14:paraId="05A53031" w14:textId="77777777" w:rsidR="00462261" w:rsidRPr="001C4F0F" w:rsidRDefault="00D332F7" w:rsidP="00D345B5">
            <w:pPr>
              <w:tabs>
                <w:tab w:val="left" w:pos="5580"/>
                <w:tab w:val="left" w:pos="9180"/>
              </w:tabs>
              <w:spacing w:before="12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F917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917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91757">
              <w:rPr>
                <w:rFonts w:cs="Arial"/>
                <w:b/>
                <w:color w:val="0070C0"/>
                <w:szCs w:val="18"/>
              </w:rPr>
            </w:r>
            <w:r w:rsidRPr="00F917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917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62261" w:rsidRPr="0046053E" w14:paraId="7E3046D9" w14:textId="77777777" w:rsidTr="00721628">
        <w:trPr>
          <w:trHeight w:val="350"/>
        </w:trPr>
        <w:tc>
          <w:tcPr>
            <w:tcW w:w="3717" w:type="dxa"/>
            <w:tcBorders>
              <w:top w:val="single" w:sz="4" w:space="0" w:color="auto"/>
            </w:tcBorders>
          </w:tcPr>
          <w:p w14:paraId="1BAEA0CA" w14:textId="77777777" w:rsidR="00462261" w:rsidRPr="0046053E" w:rsidRDefault="00462261" w:rsidP="00D345B5">
            <w:pPr>
              <w:tabs>
                <w:tab w:val="left" w:pos="5580"/>
                <w:tab w:val="left" w:pos="9180"/>
              </w:tabs>
              <w:spacing w:before="20"/>
              <w:ind w:left="-108" w:right="-36"/>
              <w:rPr>
                <w:rFonts w:cs="Arial"/>
                <w:b/>
                <w:szCs w:val="18"/>
              </w:rPr>
            </w:pPr>
            <w:r w:rsidRPr="0046053E">
              <w:rPr>
                <w:rFonts w:cs="Arial"/>
                <w:b/>
                <w:szCs w:val="18"/>
              </w:rPr>
              <w:t>Name/Title</w:t>
            </w:r>
          </w:p>
        </w:tc>
        <w:tc>
          <w:tcPr>
            <w:tcW w:w="4619" w:type="dxa"/>
            <w:tcBorders>
              <w:top w:val="single" w:sz="4" w:space="0" w:color="auto"/>
            </w:tcBorders>
          </w:tcPr>
          <w:p w14:paraId="155B2C91" w14:textId="77777777" w:rsidR="00462261" w:rsidRPr="0046053E" w:rsidRDefault="00462261" w:rsidP="00D345B5">
            <w:pPr>
              <w:tabs>
                <w:tab w:val="left" w:pos="5580"/>
                <w:tab w:val="left" w:pos="9180"/>
              </w:tabs>
              <w:spacing w:before="20"/>
              <w:ind w:left="-108" w:right="-36"/>
              <w:rPr>
                <w:rFonts w:cs="Arial"/>
                <w:b/>
                <w:szCs w:val="18"/>
              </w:rPr>
            </w:pPr>
            <w:r w:rsidRPr="0046053E">
              <w:rPr>
                <w:rFonts w:cs="Arial"/>
                <w:b/>
                <w:szCs w:val="18"/>
              </w:rPr>
              <w:t>Signature</w:t>
            </w:r>
          </w:p>
        </w:tc>
        <w:tc>
          <w:tcPr>
            <w:tcW w:w="2644" w:type="dxa"/>
            <w:tcBorders>
              <w:top w:val="single" w:sz="4" w:space="0" w:color="auto"/>
            </w:tcBorders>
          </w:tcPr>
          <w:p w14:paraId="65C97F94" w14:textId="77777777" w:rsidR="00462261" w:rsidRPr="0046053E" w:rsidRDefault="00462261" w:rsidP="00D345B5">
            <w:pPr>
              <w:tabs>
                <w:tab w:val="left" w:pos="5580"/>
                <w:tab w:val="left" w:pos="9180"/>
              </w:tabs>
              <w:spacing w:before="20"/>
              <w:ind w:left="-108" w:right="-36"/>
              <w:rPr>
                <w:rFonts w:cs="Arial"/>
                <w:b/>
                <w:szCs w:val="18"/>
              </w:rPr>
            </w:pPr>
            <w:r w:rsidRPr="0046053E">
              <w:rPr>
                <w:rFonts w:cs="Arial"/>
                <w:b/>
                <w:szCs w:val="18"/>
              </w:rPr>
              <w:t>Date</w:t>
            </w:r>
          </w:p>
        </w:tc>
      </w:tr>
    </w:tbl>
    <w:p w14:paraId="1D1AFD3A" w14:textId="77777777" w:rsidR="00ED3418" w:rsidRDefault="00ED3418" w:rsidP="00ED3418">
      <w:pPr>
        <w:spacing w:before="120"/>
        <w:ind w:right="-43"/>
        <w:rPr>
          <w:rFonts w:cs="Arial"/>
          <w:b/>
          <w:sz w:val="22"/>
          <w:szCs w:val="22"/>
        </w:rPr>
      </w:pPr>
      <w:bookmarkStart w:id="26" w:name="_Hlk491939443"/>
      <w:bookmarkEnd w:id="24"/>
      <w:bookmarkEnd w:id="25"/>
    </w:p>
    <w:p w14:paraId="2F71606E" w14:textId="77777777" w:rsidR="00C1180E" w:rsidRDefault="00C1180E" w:rsidP="00B16B37">
      <w:pPr>
        <w:spacing w:before="60"/>
        <w:ind w:left="-108" w:right="-36"/>
        <w:sectPr w:rsidR="00C1180E" w:rsidSect="004B40A5">
          <w:pgSz w:w="12240" w:h="15840" w:code="1"/>
          <w:pgMar w:top="1440" w:right="648" w:bottom="720" w:left="648" w:header="187" w:footer="648" w:gutter="0"/>
          <w:cols w:space="720"/>
          <w:docGrid w:linePitch="360"/>
        </w:sectPr>
      </w:pPr>
    </w:p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710"/>
        <w:gridCol w:w="6652"/>
        <w:gridCol w:w="728"/>
        <w:gridCol w:w="1890"/>
      </w:tblGrid>
      <w:tr w:rsidR="00ED3418" w:rsidRPr="00ED3418" w14:paraId="04056C0B" w14:textId="77777777" w:rsidTr="009D120B">
        <w:trPr>
          <w:trHeight w:val="288"/>
        </w:trPr>
        <w:tc>
          <w:tcPr>
            <w:tcW w:w="1710" w:type="dxa"/>
          </w:tcPr>
          <w:p w14:paraId="2B8D24F1" w14:textId="77777777" w:rsidR="00ED3418" w:rsidRPr="0088180C" w:rsidRDefault="00ED3418" w:rsidP="00B16B37">
            <w:pPr>
              <w:spacing w:before="60"/>
              <w:ind w:left="-108" w:right="-36"/>
              <w:rPr>
                <w:rFonts w:cs="Arial"/>
                <w:sz w:val="20"/>
                <w:szCs w:val="22"/>
              </w:rPr>
            </w:pPr>
            <w:r w:rsidRPr="0088180C">
              <w:rPr>
                <w:sz w:val="20"/>
                <w:szCs w:val="22"/>
              </w:rPr>
              <w:br w:type="page"/>
            </w:r>
            <w:r w:rsidR="009911CD" w:rsidRPr="0088180C">
              <w:rPr>
                <w:rFonts w:cs="Arial"/>
                <w:b/>
                <w:sz w:val="20"/>
                <w:szCs w:val="22"/>
              </w:rPr>
              <w:br w:type="page"/>
            </w:r>
            <w:r w:rsidRPr="0088180C">
              <w:rPr>
                <w:rFonts w:cs="Arial"/>
                <w:b/>
                <w:bCs/>
                <w:sz w:val="20"/>
                <w:szCs w:val="22"/>
              </w:rPr>
              <w:t>Operation Name:</w:t>
            </w: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14:paraId="60CF083E" w14:textId="77777777" w:rsidR="00ED3418" w:rsidRPr="00ED3418" w:rsidRDefault="00ED3418" w:rsidP="00B16B37">
            <w:pPr>
              <w:spacing w:before="60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0A64B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A64B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A64B7">
              <w:rPr>
                <w:rFonts w:cs="Arial"/>
                <w:b/>
                <w:color w:val="0070C0"/>
                <w:szCs w:val="18"/>
              </w:rPr>
            </w:r>
            <w:r w:rsidRPr="000A64B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A64B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A64B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A64B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A64B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A64B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A64B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8" w:type="dxa"/>
            <w:tcBorders>
              <w:left w:val="nil"/>
            </w:tcBorders>
            <w:vAlign w:val="center"/>
          </w:tcPr>
          <w:p w14:paraId="017C1270" w14:textId="77777777" w:rsidR="00ED3418" w:rsidRPr="00ED3418" w:rsidRDefault="00ED3418" w:rsidP="009D120B">
            <w:pPr>
              <w:spacing w:before="60"/>
              <w:ind w:right="-43"/>
              <w:rPr>
                <w:rFonts w:cs="Arial"/>
                <w:b/>
                <w:szCs w:val="20"/>
              </w:rPr>
            </w:pPr>
            <w:r w:rsidRPr="0088180C">
              <w:rPr>
                <w:rFonts w:cs="Arial"/>
                <w:b/>
                <w:sz w:val="20"/>
                <w:szCs w:val="22"/>
              </w:rPr>
              <w:t>Date</w:t>
            </w:r>
            <w:r w:rsidRPr="00ED3418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0FDBF2FC" w14:textId="77777777" w:rsidR="00ED3418" w:rsidRPr="00ED3418" w:rsidRDefault="00ED3418" w:rsidP="00B16B37">
            <w:pPr>
              <w:spacing w:before="60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0A64B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A64B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A64B7">
              <w:rPr>
                <w:rFonts w:cs="Arial"/>
                <w:b/>
                <w:color w:val="0070C0"/>
                <w:szCs w:val="18"/>
              </w:rPr>
            </w:r>
            <w:r w:rsidRPr="000A64B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A64B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A64B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A64B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A64B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A64B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A64B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F0E8D57" w14:textId="77777777" w:rsidR="000D10FC" w:rsidRDefault="009C04D1" w:rsidP="0010745E">
      <w:pPr>
        <w:numPr>
          <w:ilvl w:val="0"/>
          <w:numId w:val="44"/>
        </w:numPr>
        <w:spacing w:before="120" w:after="60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Credit Card Payment Information</w:t>
      </w:r>
      <w:bookmarkEnd w:id="26"/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70"/>
        <w:gridCol w:w="900"/>
        <w:gridCol w:w="630"/>
        <w:gridCol w:w="1530"/>
        <w:gridCol w:w="3150"/>
      </w:tblGrid>
      <w:tr w:rsidR="00081290" w:rsidRPr="00081290" w14:paraId="4F1E4107" w14:textId="77777777" w:rsidTr="0011510E">
        <w:trPr>
          <w:cantSplit/>
          <w:trHeight w:val="359"/>
        </w:trPr>
        <w:tc>
          <w:tcPr>
            <w:tcW w:w="7830" w:type="dxa"/>
            <w:gridSpan w:val="4"/>
            <w:tcBorders>
              <w:bottom w:val="single" w:sz="4" w:space="0" w:color="auto"/>
            </w:tcBorders>
            <w:vAlign w:val="center"/>
          </w:tcPr>
          <w:p w14:paraId="4C5132A9" w14:textId="1FA468F9" w:rsidR="00081290" w:rsidRPr="00081290" w:rsidRDefault="00301DC3" w:rsidP="007A336E">
            <w:pPr>
              <w:tabs>
                <w:tab w:val="left" w:pos="3597"/>
                <w:tab w:val="left" w:pos="5037"/>
              </w:tabs>
              <w:spacing w:before="20"/>
              <w:ind w:right="-36"/>
              <w:rPr>
                <w:rFonts w:cs="Arial"/>
                <w:szCs w:val="20"/>
              </w:rPr>
            </w:pPr>
            <w:bookmarkStart w:id="27" w:name="_Hlk10116406"/>
            <w:r w:rsidRPr="00301DC3">
              <w:rPr>
                <w:rFonts w:cs="Arial"/>
                <w:bCs/>
                <w:szCs w:val="20"/>
              </w:rPr>
              <w:t xml:space="preserve">Type of </w:t>
            </w:r>
            <w:r w:rsidR="00081290" w:rsidRPr="00301DC3">
              <w:rPr>
                <w:rFonts w:cs="Arial"/>
                <w:bCs/>
                <w:szCs w:val="20"/>
              </w:rPr>
              <w:t>Credit Car</w:t>
            </w:r>
            <w:r w:rsidRPr="00301DC3">
              <w:rPr>
                <w:rFonts w:cs="Arial"/>
                <w:bCs/>
                <w:szCs w:val="20"/>
              </w:rPr>
              <w:t>d</w:t>
            </w:r>
            <w:r w:rsidR="00081290" w:rsidRPr="00301DC3">
              <w:rPr>
                <w:rFonts w:cs="Arial"/>
                <w:bCs/>
                <w:szCs w:val="20"/>
              </w:rPr>
              <w:t>:</w:t>
            </w:r>
            <w:r w:rsidR="00D73AB0">
              <w:rPr>
                <w:rFonts w:cs="Arial"/>
                <w:szCs w:val="20"/>
              </w:rPr>
              <w:t xml:space="preserve"> </w:t>
            </w:r>
            <w:r w:rsidR="00081290" w:rsidRPr="00081290">
              <w:rPr>
                <w:rFonts w:cs="Arial"/>
                <w:szCs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1290" w:rsidRPr="00081290">
              <w:rPr>
                <w:rFonts w:cs="Arial"/>
                <w:szCs w:val="18"/>
              </w:rPr>
              <w:instrText xml:space="preserve"> FORMCHECKBOX </w:instrText>
            </w:r>
            <w:r w:rsidR="00081290" w:rsidRPr="00081290">
              <w:rPr>
                <w:rFonts w:cs="Arial"/>
                <w:szCs w:val="18"/>
              </w:rPr>
            </w:r>
            <w:r w:rsidR="00081290" w:rsidRPr="00081290">
              <w:rPr>
                <w:rFonts w:cs="Arial"/>
                <w:szCs w:val="18"/>
              </w:rPr>
              <w:fldChar w:fldCharType="separate"/>
            </w:r>
            <w:r w:rsidR="00081290" w:rsidRPr="00081290">
              <w:rPr>
                <w:rFonts w:cs="Arial"/>
                <w:szCs w:val="18"/>
              </w:rPr>
              <w:fldChar w:fldCharType="end"/>
            </w:r>
            <w:r w:rsidR="00081290" w:rsidRPr="00081290">
              <w:rPr>
                <w:rFonts w:cs="Arial"/>
                <w:szCs w:val="20"/>
              </w:rPr>
              <w:t xml:space="preserve"> Visa </w:t>
            </w:r>
            <w:r w:rsidR="0071606D">
              <w:rPr>
                <w:rFonts w:cs="Arial"/>
                <w:szCs w:val="20"/>
              </w:rPr>
              <w:t xml:space="preserve"> </w:t>
            </w:r>
            <w:r w:rsidR="00081290" w:rsidRPr="00081290">
              <w:rPr>
                <w:rFonts w:cs="Arial"/>
                <w:szCs w:val="20"/>
              </w:rPr>
              <w:t xml:space="preserve">  </w:t>
            </w:r>
            <w:r w:rsidR="00081290" w:rsidRPr="00081290">
              <w:rPr>
                <w:rFonts w:cs="Arial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1290" w:rsidRPr="00081290">
              <w:rPr>
                <w:rFonts w:cs="Arial"/>
                <w:szCs w:val="18"/>
              </w:rPr>
              <w:instrText xml:space="preserve"> FORMCHECKBOX </w:instrText>
            </w:r>
            <w:r w:rsidR="00081290" w:rsidRPr="00081290">
              <w:rPr>
                <w:rFonts w:cs="Arial"/>
                <w:szCs w:val="18"/>
              </w:rPr>
            </w:r>
            <w:r w:rsidR="00081290" w:rsidRPr="00081290">
              <w:rPr>
                <w:rFonts w:cs="Arial"/>
                <w:szCs w:val="18"/>
              </w:rPr>
              <w:fldChar w:fldCharType="separate"/>
            </w:r>
            <w:r w:rsidR="00081290" w:rsidRPr="00081290">
              <w:rPr>
                <w:rFonts w:cs="Arial"/>
                <w:szCs w:val="18"/>
              </w:rPr>
              <w:fldChar w:fldCharType="end"/>
            </w:r>
            <w:r w:rsidR="00081290" w:rsidRPr="00081290">
              <w:rPr>
                <w:rFonts w:cs="Arial"/>
                <w:szCs w:val="20"/>
              </w:rPr>
              <w:t xml:space="preserve"> Master Card </w:t>
            </w:r>
            <w:r w:rsidR="0071606D">
              <w:rPr>
                <w:rFonts w:cs="Arial"/>
                <w:szCs w:val="20"/>
              </w:rPr>
              <w:t xml:space="preserve"> </w:t>
            </w:r>
            <w:r w:rsidR="00081290" w:rsidRPr="00081290">
              <w:rPr>
                <w:rFonts w:cs="Arial"/>
                <w:szCs w:val="20"/>
              </w:rPr>
              <w:t xml:space="preserve">  </w:t>
            </w:r>
            <w:r w:rsidR="00081290" w:rsidRPr="00081290">
              <w:rPr>
                <w:rFonts w:cs="Arial"/>
                <w:szCs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1290" w:rsidRPr="00081290">
              <w:rPr>
                <w:rFonts w:cs="Arial"/>
                <w:szCs w:val="18"/>
              </w:rPr>
              <w:instrText xml:space="preserve"> FORMCHECKBOX </w:instrText>
            </w:r>
            <w:r w:rsidR="00081290" w:rsidRPr="00081290">
              <w:rPr>
                <w:rFonts w:cs="Arial"/>
                <w:szCs w:val="18"/>
              </w:rPr>
            </w:r>
            <w:r w:rsidR="00081290" w:rsidRPr="00081290">
              <w:rPr>
                <w:rFonts w:cs="Arial"/>
                <w:szCs w:val="18"/>
              </w:rPr>
              <w:fldChar w:fldCharType="separate"/>
            </w:r>
            <w:r w:rsidR="00081290" w:rsidRPr="00081290">
              <w:rPr>
                <w:rFonts w:cs="Arial"/>
                <w:szCs w:val="18"/>
              </w:rPr>
              <w:fldChar w:fldCharType="end"/>
            </w:r>
            <w:r w:rsidR="00081290" w:rsidRPr="00081290">
              <w:rPr>
                <w:rFonts w:cs="Arial"/>
                <w:szCs w:val="20"/>
              </w:rPr>
              <w:t xml:space="preserve"> Amex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62115CB4" w14:textId="77777777" w:rsidR="00081290" w:rsidRPr="00081290" w:rsidRDefault="00081290" w:rsidP="007A336E">
            <w:pPr>
              <w:tabs>
                <w:tab w:val="left" w:pos="3597"/>
                <w:tab w:val="left" w:pos="5037"/>
              </w:tabs>
              <w:spacing w:before="20"/>
              <w:ind w:right="-36"/>
              <w:rPr>
                <w:rFonts w:cs="Arial"/>
                <w:szCs w:val="20"/>
              </w:rPr>
            </w:pPr>
            <w:r w:rsidRPr="00081290">
              <w:rPr>
                <w:rFonts w:cs="Arial"/>
                <w:szCs w:val="20"/>
              </w:rPr>
              <w:t>Amount: $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3AB0" w:rsidRPr="00081290" w14:paraId="6307CA7D" w14:textId="77777777" w:rsidTr="0011510E">
        <w:trPr>
          <w:cantSplit/>
          <w:trHeight w:val="360"/>
        </w:trPr>
        <w:tc>
          <w:tcPr>
            <w:tcW w:w="10980" w:type="dxa"/>
            <w:gridSpan w:val="5"/>
            <w:tcBorders>
              <w:bottom w:val="single" w:sz="4" w:space="0" w:color="auto"/>
            </w:tcBorders>
            <w:vAlign w:val="center"/>
          </w:tcPr>
          <w:p w14:paraId="63BCF4CA" w14:textId="51E6221A" w:rsidR="00D73AB0" w:rsidRPr="00914E5D" w:rsidRDefault="00D73AB0" w:rsidP="007A336E">
            <w:pPr>
              <w:spacing w:before="2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szCs w:val="20"/>
              </w:rPr>
              <w:t>Credit Card Billing Address</w:t>
            </w:r>
            <w:r w:rsidRPr="00081290">
              <w:rPr>
                <w:rFonts w:cs="Arial"/>
                <w:szCs w:val="20"/>
              </w:rPr>
              <w:t xml:space="preserve">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BD5271" w:rsidRPr="00081290" w14:paraId="2D03DD61" w14:textId="77777777" w:rsidTr="006A005A">
        <w:trPr>
          <w:cantSplit/>
          <w:trHeight w:val="360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19B64F" w14:textId="5394286C" w:rsidR="00BD5271" w:rsidRPr="00081290" w:rsidDel="000E21C9" w:rsidRDefault="00BD5271" w:rsidP="00BD5271">
            <w:pPr>
              <w:spacing w:before="20"/>
              <w:ind w:right="-36"/>
              <w:rPr>
                <w:rFonts w:cs="Arial"/>
                <w:szCs w:val="20"/>
              </w:rPr>
            </w:pPr>
            <w:r w:rsidRPr="00D478BA">
              <w:rPr>
                <w:rFonts w:cs="Arial"/>
                <w:szCs w:val="20"/>
              </w:rPr>
              <w:t xml:space="preserve">City: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081290" w:rsidDel="000E21C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3CD97B" w14:textId="6B3E793F" w:rsidR="00BD5271" w:rsidRPr="00081290" w:rsidDel="000E21C9" w:rsidRDefault="00BD5271" w:rsidP="00BD5271">
            <w:pPr>
              <w:spacing w:before="20"/>
              <w:ind w:right="-36"/>
              <w:rPr>
                <w:rFonts w:cs="Arial"/>
                <w:szCs w:val="20"/>
              </w:rPr>
            </w:pPr>
            <w:r w:rsidRPr="00D478BA">
              <w:rPr>
                <w:rFonts w:cs="Arial"/>
                <w:szCs w:val="20"/>
              </w:rPr>
              <w:t>State:</w:t>
            </w:r>
            <w:r>
              <w:rPr>
                <w:rFonts w:cs="Arial"/>
                <w:szCs w:val="20"/>
              </w:rPr>
              <w:t xml:space="preserve">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081290" w:rsidDel="000E21C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E774F" w14:textId="504C98DE" w:rsidR="00BD5271" w:rsidRPr="00081290" w:rsidDel="000E21C9" w:rsidRDefault="00BD5271" w:rsidP="00BD5271">
            <w:pPr>
              <w:spacing w:before="20"/>
              <w:ind w:right="-36"/>
              <w:rPr>
                <w:rFonts w:cs="Arial"/>
                <w:szCs w:val="20"/>
              </w:rPr>
            </w:pPr>
            <w:r w:rsidRPr="00D478BA">
              <w:rPr>
                <w:rFonts w:cs="Arial"/>
                <w:szCs w:val="20"/>
              </w:rPr>
              <w:t>Zip code:</w:t>
            </w:r>
            <w:r>
              <w:rPr>
                <w:rFonts w:cs="Arial"/>
                <w:szCs w:val="20"/>
              </w:rPr>
              <w:t xml:space="preserve">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F609C" w:rsidRPr="00081290" w14:paraId="46E6C866" w14:textId="77777777" w:rsidTr="00BD5271">
        <w:trPr>
          <w:cantSplit/>
          <w:trHeight w:val="360"/>
        </w:trPr>
        <w:tc>
          <w:tcPr>
            <w:tcW w:w="6300" w:type="dxa"/>
            <w:gridSpan w:val="3"/>
            <w:tcBorders>
              <w:top w:val="single" w:sz="4" w:space="0" w:color="auto"/>
            </w:tcBorders>
            <w:vAlign w:val="center"/>
          </w:tcPr>
          <w:p w14:paraId="234ADA7D" w14:textId="77777777" w:rsidR="003F609C" w:rsidRPr="00081290" w:rsidRDefault="003F609C" w:rsidP="007A336E">
            <w:pPr>
              <w:spacing w:before="20"/>
              <w:ind w:right="-115"/>
              <w:rPr>
                <w:rFonts w:cs="Arial"/>
                <w:color w:val="0070C0"/>
                <w:szCs w:val="20"/>
              </w:rPr>
            </w:pPr>
            <w:r w:rsidRPr="00081290">
              <w:rPr>
                <w:rFonts w:cs="Arial"/>
                <w:szCs w:val="20"/>
              </w:rPr>
              <w:t xml:space="preserve">Name on Card: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</w:tcBorders>
            <w:vAlign w:val="center"/>
          </w:tcPr>
          <w:p w14:paraId="60C028B6" w14:textId="5ED69E4A" w:rsidR="003F609C" w:rsidRPr="00081290" w:rsidRDefault="003F609C" w:rsidP="007A336E">
            <w:pPr>
              <w:spacing w:before="20"/>
              <w:ind w:right="-115"/>
              <w:rPr>
                <w:rFonts w:cs="Arial"/>
                <w:color w:val="0070C0"/>
                <w:szCs w:val="20"/>
              </w:rPr>
            </w:pPr>
            <w:r w:rsidRPr="00081290">
              <w:rPr>
                <w:rFonts w:cs="Arial"/>
                <w:szCs w:val="20"/>
              </w:rPr>
              <w:t xml:space="preserve">Phone Number: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F609C" w:rsidRPr="00081290" w14:paraId="3ABB798F" w14:textId="77777777" w:rsidTr="007A336E">
        <w:trPr>
          <w:cantSplit/>
          <w:trHeight w:val="360"/>
        </w:trPr>
        <w:tc>
          <w:tcPr>
            <w:tcW w:w="10980" w:type="dxa"/>
            <w:gridSpan w:val="5"/>
            <w:tcBorders>
              <w:top w:val="single" w:sz="4" w:space="0" w:color="auto"/>
            </w:tcBorders>
            <w:vAlign w:val="center"/>
          </w:tcPr>
          <w:p w14:paraId="018086AE" w14:textId="2306EFCF" w:rsidR="003F609C" w:rsidRPr="00081290" w:rsidRDefault="003F609C" w:rsidP="007A336E">
            <w:pPr>
              <w:spacing w:before="20"/>
              <w:ind w:right="-115"/>
              <w:rPr>
                <w:rFonts w:cs="Arial"/>
                <w:szCs w:val="20"/>
              </w:rPr>
            </w:pPr>
            <w:r w:rsidRPr="00081290">
              <w:rPr>
                <w:rFonts w:cs="Arial"/>
                <w:szCs w:val="20"/>
              </w:rPr>
              <w:t xml:space="preserve">Credit Card Number: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951C8" w:rsidRPr="00081290" w14:paraId="13367773" w14:textId="77777777" w:rsidTr="00BD5271">
        <w:trPr>
          <w:cantSplit/>
          <w:trHeight w:val="360"/>
        </w:trPr>
        <w:tc>
          <w:tcPr>
            <w:tcW w:w="5670" w:type="dxa"/>
            <w:gridSpan w:val="2"/>
            <w:vAlign w:val="center"/>
          </w:tcPr>
          <w:p w14:paraId="74050ADC" w14:textId="770E514F" w:rsidR="001951C8" w:rsidRPr="00081290" w:rsidRDefault="001951C8" w:rsidP="007A336E">
            <w:pPr>
              <w:spacing w:before="20"/>
              <w:ind w:right="-36"/>
              <w:rPr>
                <w:rFonts w:cs="Arial"/>
                <w:szCs w:val="20"/>
              </w:rPr>
            </w:pPr>
            <w:r w:rsidRPr="00923991">
              <w:rPr>
                <w:rFonts w:cs="Arial"/>
                <w:szCs w:val="20"/>
                <w:lang w:val="fr-FR"/>
              </w:rPr>
              <w:t xml:space="preserve">Expiration Date (mm/yy): </w:t>
            </w:r>
            <w:r w:rsidRPr="0092399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2399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23991">
              <w:rPr>
                <w:rFonts w:cs="Arial"/>
                <w:b/>
                <w:color w:val="0070C0"/>
                <w:szCs w:val="18"/>
              </w:rPr>
            </w:r>
            <w:r w:rsidRPr="0092399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23991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923991">
              <w:rPr>
                <w:rFonts w:cs="Arial"/>
                <w:szCs w:val="20"/>
                <w:lang w:val="fr-FR"/>
              </w:rPr>
              <w:t>/</w:t>
            </w:r>
            <w:r w:rsidR="00923991" w:rsidRPr="0092399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23991" w:rsidRPr="0092399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923991" w:rsidRPr="00923991">
              <w:rPr>
                <w:rFonts w:cs="Arial"/>
                <w:b/>
                <w:color w:val="0070C0"/>
                <w:szCs w:val="18"/>
              </w:rPr>
            </w:r>
            <w:r w:rsidR="00923991" w:rsidRPr="0092399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923991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23991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23991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23991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23991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23991" w:rsidRPr="0092399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310" w:type="dxa"/>
            <w:gridSpan w:val="3"/>
            <w:vAlign w:val="center"/>
          </w:tcPr>
          <w:p w14:paraId="77089705" w14:textId="77777777" w:rsidR="001951C8" w:rsidRPr="00081290" w:rsidRDefault="001951C8" w:rsidP="001951C8">
            <w:pPr>
              <w:spacing w:before="20"/>
              <w:ind w:right="-36"/>
              <w:rPr>
                <w:rFonts w:cs="Arial"/>
                <w:szCs w:val="20"/>
              </w:rPr>
            </w:pPr>
            <w:r w:rsidRPr="00081290">
              <w:rPr>
                <w:rFonts w:cs="Arial"/>
                <w:szCs w:val="20"/>
              </w:rPr>
              <w:t xml:space="preserve">Security Number (The three-digit code on the back of your card. </w:t>
            </w:r>
          </w:p>
          <w:p w14:paraId="007E9568" w14:textId="1F968AC3" w:rsidR="001951C8" w:rsidRPr="00081290" w:rsidRDefault="001951C8" w:rsidP="001951C8">
            <w:pPr>
              <w:ind w:right="-36"/>
              <w:rPr>
                <w:rFonts w:cs="Arial"/>
                <w:szCs w:val="20"/>
              </w:rPr>
            </w:pPr>
            <w:r w:rsidRPr="00081290">
              <w:rPr>
                <w:rFonts w:cs="Arial"/>
                <w:szCs w:val="20"/>
              </w:rPr>
              <w:t xml:space="preserve">For Amex, this is the four digits on the front):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30F10" w:rsidRPr="00081290" w14:paraId="2512B7F3" w14:textId="77777777">
        <w:trPr>
          <w:cantSplit/>
          <w:trHeight w:val="360"/>
        </w:trPr>
        <w:tc>
          <w:tcPr>
            <w:tcW w:w="10980" w:type="dxa"/>
            <w:gridSpan w:val="5"/>
            <w:vAlign w:val="center"/>
          </w:tcPr>
          <w:p w14:paraId="3284A09F" w14:textId="2B45DBAA" w:rsidR="00F30F10" w:rsidRPr="00081290" w:rsidRDefault="003B6561" w:rsidP="001951C8">
            <w:pPr>
              <w:spacing w:before="20"/>
              <w:ind w:right="-36"/>
              <w:rPr>
                <w:rFonts w:cs="Arial"/>
                <w:szCs w:val="20"/>
              </w:rPr>
            </w:pPr>
            <w:r w:rsidRPr="003B6561">
              <w:rPr>
                <w:rFonts w:cs="Arial"/>
                <w:szCs w:val="20"/>
              </w:rPr>
              <w:t xml:space="preserve">CCOF applies a 3% surcharge to each credit card transaction. </w:t>
            </w:r>
            <w:r w:rsidR="002C1809" w:rsidRPr="002C1809">
              <w:rPr>
                <w:rFonts w:cs="Arial"/>
                <w:szCs w:val="20"/>
              </w:rPr>
              <w:t>No additional surcharge is applied to debit card transactions.</w:t>
            </w:r>
          </w:p>
        </w:tc>
      </w:tr>
      <w:tr w:rsidR="001951C8" w:rsidRPr="00081290" w14:paraId="7A0FF1FB" w14:textId="77777777" w:rsidTr="00600DAE">
        <w:trPr>
          <w:cantSplit/>
          <w:trHeight w:val="518"/>
        </w:trPr>
        <w:tc>
          <w:tcPr>
            <w:tcW w:w="10980" w:type="dxa"/>
            <w:gridSpan w:val="5"/>
            <w:vAlign w:val="center"/>
          </w:tcPr>
          <w:p w14:paraId="69479444" w14:textId="29F4E5BF" w:rsidR="001951C8" w:rsidRPr="00081290" w:rsidRDefault="00BD5271" w:rsidP="001951C8">
            <w:pPr>
              <w:ind w:right="-3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Signature:</w:t>
            </w:r>
          </w:p>
        </w:tc>
      </w:tr>
    </w:tbl>
    <w:bookmarkEnd w:id="27"/>
    <w:p w14:paraId="46878B57" w14:textId="3C75DF6E" w:rsidR="0078490A" w:rsidRPr="008D0E5B" w:rsidRDefault="009C04D1" w:rsidP="0010745E">
      <w:pPr>
        <w:numPr>
          <w:ilvl w:val="0"/>
          <w:numId w:val="44"/>
        </w:numPr>
        <w:spacing w:before="120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Public Profile Information</w:t>
      </w:r>
      <w:r w:rsidR="0078490A">
        <w:rPr>
          <w:rFonts w:cs="Arial"/>
          <w:b/>
          <w:sz w:val="22"/>
          <w:szCs w:val="22"/>
        </w:rPr>
        <w:t xml:space="preserve"> </w:t>
      </w:r>
      <w:r w:rsidR="00FF6774">
        <w:rPr>
          <w:rFonts w:cs="Arial"/>
          <w:b/>
          <w:sz w:val="22"/>
          <w:szCs w:val="22"/>
        </w:rPr>
        <w:t>(</w:t>
      </w:r>
      <w:r w:rsidR="0078490A">
        <w:rPr>
          <w:rFonts w:cs="Arial"/>
          <w:b/>
          <w:sz w:val="22"/>
          <w:szCs w:val="22"/>
        </w:rPr>
        <w:t>optional</w:t>
      </w:r>
      <w:r w:rsidR="00FF6774">
        <w:rPr>
          <w:rFonts w:cs="Arial"/>
          <w:b/>
          <w:sz w:val="22"/>
          <w:szCs w:val="22"/>
        </w:rPr>
        <w:t>)</w:t>
      </w:r>
    </w:p>
    <w:p w14:paraId="0B086CF0" w14:textId="54E692A7" w:rsidR="00F77053" w:rsidRDefault="0078490A" w:rsidP="00F77053">
      <w:pPr>
        <w:spacing w:before="60"/>
        <w:ind w:left="360" w:right="-36"/>
        <w:rPr>
          <w:rFonts w:cs="Arial"/>
          <w:szCs w:val="18"/>
        </w:rPr>
      </w:pPr>
      <w:bookmarkStart w:id="28" w:name="_Hlk514073795"/>
      <w:r>
        <w:rPr>
          <w:rFonts w:cs="Arial"/>
          <w:szCs w:val="18"/>
        </w:rPr>
        <w:t>Use these options</w:t>
      </w:r>
      <w:r w:rsidRPr="00B03AA7">
        <w:rPr>
          <w:rFonts w:cs="Arial"/>
          <w:szCs w:val="18"/>
        </w:rPr>
        <w:t xml:space="preserve"> to describe your operation</w:t>
      </w:r>
      <w:r>
        <w:rPr>
          <w:rFonts w:cs="Arial"/>
          <w:szCs w:val="18"/>
        </w:rPr>
        <w:t xml:space="preserve">. </w:t>
      </w:r>
      <w:r w:rsidRPr="00B03AA7">
        <w:rPr>
          <w:rFonts w:cs="Arial"/>
          <w:szCs w:val="18"/>
        </w:rPr>
        <w:t>This information will be used to populat</w:t>
      </w:r>
      <w:r w:rsidR="00FF6774">
        <w:rPr>
          <w:rFonts w:cs="Arial"/>
          <w:szCs w:val="18"/>
        </w:rPr>
        <w:t>e your online directory profile and to help CCOF promote your unique operation.</w:t>
      </w:r>
      <w:bookmarkEnd w:id="28"/>
    </w:p>
    <w:p w14:paraId="4C838FAB" w14:textId="77777777" w:rsidR="00F77053" w:rsidRDefault="00F77053" w:rsidP="00F77053">
      <w:pPr>
        <w:numPr>
          <w:ilvl w:val="0"/>
          <w:numId w:val="28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Online Presence: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720"/>
        <w:gridCol w:w="3330"/>
        <w:gridCol w:w="1260"/>
        <w:gridCol w:w="4050"/>
      </w:tblGrid>
      <w:tr w:rsidR="00F77053" w:rsidRPr="001922CB" w14:paraId="2444E004" w14:textId="77777777" w:rsidTr="00E80784">
        <w:trPr>
          <w:cantSplit/>
          <w:trHeight w:val="360"/>
        </w:trPr>
        <w:tc>
          <w:tcPr>
            <w:tcW w:w="1260" w:type="dxa"/>
            <w:vAlign w:val="center"/>
          </w:tcPr>
          <w:p w14:paraId="6E2B6730" w14:textId="77777777" w:rsidR="00F77053" w:rsidRPr="001922CB" w:rsidRDefault="00F77053" w:rsidP="00E80784">
            <w:pPr>
              <w:spacing w:before="60" w:line="240" w:lineRule="exact"/>
              <w:ind w:right="-36" w:hanging="120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Facebook:</w:t>
            </w:r>
          </w:p>
        </w:tc>
        <w:tc>
          <w:tcPr>
            <w:tcW w:w="4050" w:type="dxa"/>
            <w:gridSpan w:val="2"/>
            <w:tcBorders>
              <w:bottom w:val="single" w:sz="4" w:space="0" w:color="auto"/>
            </w:tcBorders>
            <w:vAlign w:val="center"/>
          </w:tcPr>
          <w:p w14:paraId="12229500" w14:textId="77777777" w:rsidR="00F77053" w:rsidRPr="001922CB" w:rsidRDefault="00F77053" w:rsidP="00E80784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53BADE84" w14:textId="77777777" w:rsidR="00F77053" w:rsidRPr="001922CB" w:rsidRDefault="00F77053" w:rsidP="00E80784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Linkedin: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vAlign w:val="center"/>
          </w:tcPr>
          <w:p w14:paraId="42F74CAA" w14:textId="77777777" w:rsidR="00F77053" w:rsidRPr="001922CB" w:rsidRDefault="00F77053" w:rsidP="00E80784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72C19152" w14:textId="77777777" w:rsidTr="00E80784">
        <w:trPr>
          <w:cantSplit/>
          <w:trHeight w:val="360"/>
        </w:trPr>
        <w:tc>
          <w:tcPr>
            <w:tcW w:w="1260" w:type="dxa"/>
            <w:vAlign w:val="center"/>
          </w:tcPr>
          <w:p w14:paraId="0152AD28" w14:textId="5529492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Instagram</w:t>
            </w:r>
            <w:r w:rsidR="00672E3F">
              <w:rPr>
                <w:rFonts w:cs="Arial"/>
                <w:szCs w:val="18"/>
              </w:rPr>
              <w:t>: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97BE" w14:textId="77777777" w:rsidR="00F77053" w:rsidRPr="001922CB" w:rsidRDefault="00F77053" w:rsidP="00E80784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5FCF476A" w14:textId="77777777" w:rsidR="00F77053" w:rsidRPr="001922CB" w:rsidRDefault="00F77053" w:rsidP="00E80784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Pinterest: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38853" w14:textId="77777777" w:rsidR="00F77053" w:rsidRPr="001922CB" w:rsidRDefault="00F77053" w:rsidP="00E80784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0A76F25B" w14:textId="77777777" w:rsidTr="000C0CB0">
        <w:trPr>
          <w:cantSplit/>
          <w:trHeight w:val="360"/>
        </w:trPr>
        <w:tc>
          <w:tcPr>
            <w:tcW w:w="1980" w:type="dxa"/>
            <w:gridSpan w:val="2"/>
            <w:vAlign w:val="center"/>
          </w:tcPr>
          <w:p w14:paraId="06F0E756" w14:textId="3C209E63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</w:t>
            </w:r>
            <w:r w:rsidR="000C0CB0">
              <w:rPr>
                <w:rFonts w:cs="Arial"/>
                <w:szCs w:val="18"/>
              </w:rPr>
              <w:t>X (formerly Twitter):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77B1F" w14:textId="77777777" w:rsidR="00F77053" w:rsidRPr="001922CB" w:rsidRDefault="00F77053" w:rsidP="00E80784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656B4CE5" w14:textId="77777777" w:rsidR="00F77053" w:rsidRPr="001922CB" w:rsidRDefault="00F77053" w:rsidP="00E80784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Youtube: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6071D7F6" w14:textId="77777777" w:rsidR="00F77053" w:rsidRPr="001922CB" w:rsidRDefault="00F77053" w:rsidP="00E80784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03C3573" w14:textId="77777777" w:rsidR="00F77053" w:rsidRPr="00DF55AA" w:rsidRDefault="00F77053" w:rsidP="00F77053">
      <w:pPr>
        <w:spacing w:before="60"/>
        <w:ind w:right="-36"/>
        <w:rPr>
          <w:rFonts w:cs="Arial"/>
          <w:sz w:val="2"/>
          <w:szCs w:val="18"/>
        </w:rPr>
      </w:pPr>
    </w:p>
    <w:p w14:paraId="70DB2C94" w14:textId="77777777" w:rsidR="00F77053" w:rsidRDefault="00F77053" w:rsidP="00F77053">
      <w:pPr>
        <w:numPr>
          <w:ilvl w:val="0"/>
          <w:numId w:val="28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Sales Methods: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0"/>
        <w:gridCol w:w="180"/>
        <w:gridCol w:w="360"/>
        <w:gridCol w:w="360"/>
        <w:gridCol w:w="90"/>
        <w:gridCol w:w="270"/>
        <w:gridCol w:w="1260"/>
        <w:gridCol w:w="6930"/>
      </w:tblGrid>
      <w:tr w:rsidR="00F77053" w:rsidRPr="001922CB" w14:paraId="78227ACD" w14:textId="77777777" w:rsidTr="004F1858">
        <w:trPr>
          <w:cantSplit/>
          <w:trHeight w:val="346"/>
        </w:trPr>
        <w:tc>
          <w:tcPr>
            <w:tcW w:w="3690" w:type="dxa"/>
            <w:gridSpan w:val="7"/>
            <w:vAlign w:val="center"/>
          </w:tcPr>
          <w:p w14:paraId="234A25A0" w14:textId="77777777" w:rsidR="00F77053" w:rsidRPr="001922CB" w:rsidRDefault="00F77053" w:rsidP="007E11CE">
            <w:pPr>
              <w:spacing w:before="60" w:line="240" w:lineRule="exact"/>
              <w:ind w:left="-120" w:right="-36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Community Supported Agriculture (CSA):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6E922857" w14:textId="77777777" w:rsidR="00F77053" w:rsidRPr="001922CB" w:rsidRDefault="00F77053" w:rsidP="00E80784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1DDF7E44" w14:textId="77777777" w:rsidTr="004F1858">
        <w:trPr>
          <w:cantSplit/>
          <w:trHeight w:val="346"/>
        </w:trPr>
        <w:tc>
          <w:tcPr>
            <w:tcW w:w="2430" w:type="dxa"/>
            <w:gridSpan w:val="6"/>
            <w:vAlign w:val="center"/>
          </w:tcPr>
          <w:p w14:paraId="5DCE0B93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Copacking Services (CS):</w:t>
            </w:r>
          </w:p>
        </w:tc>
        <w:tc>
          <w:tcPr>
            <w:tcW w:w="8190" w:type="dxa"/>
            <w:gridSpan w:val="2"/>
            <w:tcBorders>
              <w:bottom w:val="single" w:sz="4" w:space="0" w:color="auto"/>
            </w:tcBorders>
            <w:vAlign w:val="center"/>
          </w:tcPr>
          <w:p w14:paraId="449EDF0B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1EF4DD6A" w14:textId="77777777" w:rsidTr="004F1858">
        <w:trPr>
          <w:cantSplit/>
          <w:trHeight w:val="346"/>
        </w:trPr>
        <w:tc>
          <w:tcPr>
            <w:tcW w:w="1350" w:type="dxa"/>
            <w:gridSpan w:val="2"/>
            <w:vAlign w:val="center"/>
          </w:tcPr>
          <w:p w14:paraId="21FBC54E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Export (EX):</w:t>
            </w:r>
          </w:p>
        </w:tc>
        <w:tc>
          <w:tcPr>
            <w:tcW w:w="9270" w:type="dxa"/>
            <w:gridSpan w:val="6"/>
            <w:tcBorders>
              <w:bottom w:val="single" w:sz="4" w:space="0" w:color="auto"/>
            </w:tcBorders>
            <w:vAlign w:val="center"/>
          </w:tcPr>
          <w:p w14:paraId="52CD0991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5E30E5B8" w14:textId="77777777" w:rsidTr="004F1858">
        <w:trPr>
          <w:cantSplit/>
          <w:trHeight w:val="346"/>
        </w:trPr>
        <w:tc>
          <w:tcPr>
            <w:tcW w:w="2160" w:type="dxa"/>
            <w:gridSpan w:val="5"/>
            <w:vAlign w:val="center"/>
          </w:tcPr>
          <w:p w14:paraId="32DEE7E7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Farmer's Market</w:t>
            </w:r>
            <w:r>
              <w:rPr>
                <w:rFonts w:cs="Arial"/>
                <w:szCs w:val="18"/>
              </w:rPr>
              <w:t xml:space="preserve"> </w:t>
            </w:r>
            <w:r w:rsidRPr="001922CB">
              <w:rPr>
                <w:rFonts w:cs="Arial"/>
                <w:szCs w:val="18"/>
              </w:rPr>
              <w:t>(FM):</w:t>
            </w:r>
          </w:p>
        </w:tc>
        <w:tc>
          <w:tcPr>
            <w:tcW w:w="8460" w:type="dxa"/>
            <w:gridSpan w:val="3"/>
            <w:tcBorders>
              <w:bottom w:val="single" w:sz="4" w:space="0" w:color="auto"/>
            </w:tcBorders>
            <w:vAlign w:val="center"/>
          </w:tcPr>
          <w:p w14:paraId="2C734BD5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54428E2B" w14:textId="77777777" w:rsidTr="004F1858">
        <w:trPr>
          <w:cantSplit/>
          <w:trHeight w:val="346"/>
        </w:trPr>
        <w:tc>
          <w:tcPr>
            <w:tcW w:w="1710" w:type="dxa"/>
            <w:gridSpan w:val="3"/>
            <w:vAlign w:val="center"/>
          </w:tcPr>
          <w:p w14:paraId="14E9BEA7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Ingredients (Ing):</w:t>
            </w:r>
          </w:p>
        </w:tc>
        <w:tc>
          <w:tcPr>
            <w:tcW w:w="8910" w:type="dxa"/>
            <w:gridSpan w:val="5"/>
            <w:tcBorders>
              <w:bottom w:val="single" w:sz="4" w:space="0" w:color="auto"/>
            </w:tcBorders>
            <w:vAlign w:val="center"/>
          </w:tcPr>
          <w:p w14:paraId="6643DB57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552472D9" w14:textId="77777777" w:rsidTr="004F1858">
        <w:trPr>
          <w:cantSplit/>
          <w:trHeight w:val="346"/>
        </w:trPr>
        <w:tc>
          <w:tcPr>
            <w:tcW w:w="1710" w:type="dxa"/>
            <w:gridSpan w:val="3"/>
            <w:vAlign w:val="center"/>
          </w:tcPr>
          <w:p w14:paraId="1854E13D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Internet</w:t>
            </w:r>
            <w:r w:rsidRPr="001922CB">
              <w:rPr>
                <w:rFonts w:cs="Arial"/>
                <w:szCs w:val="18"/>
              </w:rPr>
              <w:t xml:space="preserve"> (</w:t>
            </w:r>
            <w:r>
              <w:rPr>
                <w:rFonts w:cs="Arial"/>
                <w:szCs w:val="18"/>
              </w:rPr>
              <w:t>WWW</w:t>
            </w:r>
            <w:r w:rsidRPr="001922CB">
              <w:rPr>
                <w:rFonts w:cs="Arial"/>
                <w:szCs w:val="18"/>
              </w:rPr>
              <w:t>):</w:t>
            </w:r>
          </w:p>
        </w:tc>
        <w:tc>
          <w:tcPr>
            <w:tcW w:w="8910" w:type="dxa"/>
            <w:gridSpan w:val="5"/>
            <w:tcBorders>
              <w:bottom w:val="single" w:sz="4" w:space="0" w:color="auto"/>
            </w:tcBorders>
            <w:vAlign w:val="center"/>
          </w:tcPr>
          <w:p w14:paraId="0B519DEE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14848E88" w14:textId="77777777" w:rsidTr="004F1858">
        <w:trPr>
          <w:cantSplit/>
          <w:trHeight w:val="346"/>
        </w:trPr>
        <w:tc>
          <w:tcPr>
            <w:tcW w:w="2070" w:type="dxa"/>
            <w:gridSpan w:val="4"/>
            <w:vAlign w:val="center"/>
          </w:tcPr>
          <w:p w14:paraId="7256E24B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Produce Stand (PS):</w:t>
            </w:r>
          </w:p>
        </w:tc>
        <w:tc>
          <w:tcPr>
            <w:tcW w:w="8550" w:type="dxa"/>
            <w:gridSpan w:val="4"/>
            <w:tcBorders>
              <w:bottom w:val="single" w:sz="4" w:space="0" w:color="auto"/>
            </w:tcBorders>
            <w:vAlign w:val="center"/>
          </w:tcPr>
          <w:p w14:paraId="0A3453EE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3C976E3E" w14:textId="77777777" w:rsidTr="004F1858">
        <w:trPr>
          <w:cantSplit/>
          <w:trHeight w:val="346"/>
        </w:trPr>
        <w:tc>
          <w:tcPr>
            <w:tcW w:w="1170" w:type="dxa"/>
            <w:vAlign w:val="center"/>
          </w:tcPr>
          <w:p w14:paraId="3C5CAC4E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Retail (R):</w:t>
            </w:r>
          </w:p>
        </w:tc>
        <w:tc>
          <w:tcPr>
            <w:tcW w:w="9450" w:type="dxa"/>
            <w:gridSpan w:val="7"/>
            <w:tcBorders>
              <w:bottom w:val="single" w:sz="4" w:space="0" w:color="auto"/>
            </w:tcBorders>
            <w:vAlign w:val="center"/>
          </w:tcPr>
          <w:p w14:paraId="4A4B0F51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33D71774" w14:textId="77777777" w:rsidTr="004F1858">
        <w:trPr>
          <w:cantSplit/>
          <w:trHeight w:val="346"/>
        </w:trPr>
        <w:tc>
          <w:tcPr>
            <w:tcW w:w="2160" w:type="dxa"/>
            <w:gridSpan w:val="5"/>
            <w:vAlign w:val="center"/>
          </w:tcPr>
          <w:p w14:paraId="186D15DF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Tasting Room/Winery:</w:t>
            </w:r>
          </w:p>
        </w:tc>
        <w:tc>
          <w:tcPr>
            <w:tcW w:w="8460" w:type="dxa"/>
            <w:gridSpan w:val="3"/>
            <w:tcBorders>
              <w:bottom w:val="single" w:sz="4" w:space="0" w:color="auto"/>
            </w:tcBorders>
            <w:vAlign w:val="center"/>
          </w:tcPr>
          <w:p w14:paraId="2BECBB38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29F7FAB8" w14:textId="77777777" w:rsidTr="004F1858">
        <w:trPr>
          <w:cantSplit/>
          <w:trHeight w:val="346"/>
        </w:trPr>
        <w:tc>
          <w:tcPr>
            <w:tcW w:w="1350" w:type="dxa"/>
            <w:gridSpan w:val="2"/>
            <w:vAlign w:val="center"/>
          </w:tcPr>
          <w:p w14:paraId="5DAB9B40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U-Pick (UP):</w:t>
            </w:r>
          </w:p>
        </w:tc>
        <w:tc>
          <w:tcPr>
            <w:tcW w:w="9270" w:type="dxa"/>
            <w:gridSpan w:val="6"/>
            <w:tcBorders>
              <w:bottom w:val="single" w:sz="4" w:space="0" w:color="auto"/>
            </w:tcBorders>
          </w:tcPr>
          <w:p w14:paraId="1B6FC57D" w14:textId="77777777" w:rsidR="00F77053" w:rsidRDefault="00F77053" w:rsidP="00E80784">
            <w:pPr>
              <w:spacing w:before="60" w:line="240" w:lineRule="exact"/>
              <w:ind w:hanging="115"/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1075F50C" w14:textId="77777777" w:rsidTr="004F1858">
        <w:trPr>
          <w:cantSplit/>
          <w:trHeight w:val="346"/>
        </w:trPr>
        <w:tc>
          <w:tcPr>
            <w:tcW w:w="1710" w:type="dxa"/>
            <w:gridSpan w:val="3"/>
            <w:vAlign w:val="center"/>
          </w:tcPr>
          <w:p w14:paraId="295A2210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Wholesale (WS):</w:t>
            </w:r>
          </w:p>
        </w:tc>
        <w:tc>
          <w:tcPr>
            <w:tcW w:w="8910" w:type="dxa"/>
            <w:gridSpan w:val="5"/>
            <w:tcBorders>
              <w:bottom w:val="single" w:sz="4" w:space="0" w:color="auto"/>
            </w:tcBorders>
          </w:tcPr>
          <w:p w14:paraId="01D982A7" w14:textId="77777777" w:rsidR="00F77053" w:rsidRDefault="00F77053" w:rsidP="00E80784">
            <w:pPr>
              <w:spacing w:before="60" w:line="240" w:lineRule="exact"/>
              <w:ind w:hanging="115"/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467F91" w14:textId="77777777" w:rsidR="00F77053" w:rsidRDefault="00F77053" w:rsidP="00F77053">
      <w:pPr>
        <w:numPr>
          <w:ilvl w:val="0"/>
          <w:numId w:val="28"/>
        </w:numPr>
        <w:spacing w:before="60"/>
        <w:ind w:right="-36"/>
        <w:rPr>
          <w:rFonts w:cs="Arial"/>
          <w:szCs w:val="18"/>
        </w:rPr>
      </w:pPr>
      <w:r w:rsidRPr="005847CE">
        <w:rPr>
          <w:rFonts w:cs="Arial"/>
          <w:szCs w:val="18"/>
        </w:rPr>
        <w:t>Apprenticeship Options</w:t>
      </w:r>
      <w:r>
        <w:rPr>
          <w:rFonts w:cs="Arial"/>
          <w:szCs w:val="18"/>
        </w:rPr>
        <w:t>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2430"/>
        <w:gridCol w:w="5940"/>
      </w:tblGrid>
      <w:tr w:rsidR="00F77053" w:rsidRPr="001922CB" w14:paraId="22F698C5" w14:textId="77777777" w:rsidTr="00E80784">
        <w:trPr>
          <w:cantSplit/>
          <w:trHeight w:val="360"/>
        </w:trPr>
        <w:tc>
          <w:tcPr>
            <w:tcW w:w="2250" w:type="dxa"/>
            <w:vAlign w:val="center"/>
          </w:tcPr>
          <w:p w14:paraId="63989C9D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Apprenticeship Offered:</w:t>
            </w:r>
          </w:p>
        </w:tc>
        <w:tc>
          <w:tcPr>
            <w:tcW w:w="8370" w:type="dxa"/>
            <w:gridSpan w:val="2"/>
            <w:tcBorders>
              <w:bottom w:val="single" w:sz="4" w:space="0" w:color="auto"/>
            </w:tcBorders>
            <w:vAlign w:val="center"/>
          </w:tcPr>
          <w:p w14:paraId="70BD230D" w14:textId="77777777" w:rsidR="00F77053" w:rsidRPr="001922CB" w:rsidRDefault="00F77053" w:rsidP="00E80784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77053" w:rsidRPr="001922CB" w14:paraId="4D5FCA94" w14:textId="77777777" w:rsidTr="00EC77A3">
        <w:trPr>
          <w:cantSplit/>
          <w:trHeight w:val="360"/>
        </w:trPr>
        <w:tc>
          <w:tcPr>
            <w:tcW w:w="4680" w:type="dxa"/>
            <w:gridSpan w:val="2"/>
            <w:vAlign w:val="center"/>
          </w:tcPr>
          <w:p w14:paraId="694F7888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t xml:space="preserve">Terms: </w:t>
            </w: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Board</w:t>
            </w:r>
            <w:r>
              <w:rPr>
                <w:rFonts w:cs="Arial"/>
                <w:szCs w:val="18"/>
              </w:rPr>
              <w:t xml:space="preserve">   </w:t>
            </w:r>
            <w:r w:rsidRPr="001922CB">
              <w:rPr>
                <w:rFonts w:cs="Arial"/>
                <w:szCs w:val="18"/>
              </w:rPr>
              <w:t xml:space="preserve"> </w:t>
            </w: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Internships</w:t>
            </w:r>
            <w:r>
              <w:rPr>
                <w:rFonts w:cs="Arial"/>
                <w:szCs w:val="18"/>
              </w:rPr>
              <w:t xml:space="preserve">   </w:t>
            </w:r>
            <w:r w:rsidRPr="001922CB">
              <w:rPr>
                <w:rFonts w:cs="Arial"/>
                <w:szCs w:val="18"/>
              </w:rPr>
              <w:t xml:space="preserve"> </w:t>
            </w: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Wage</w:t>
            </w:r>
            <w:r>
              <w:rPr>
                <w:rFonts w:cs="Arial"/>
                <w:szCs w:val="18"/>
              </w:rPr>
              <w:t xml:space="preserve">   </w:t>
            </w:r>
            <w:r w:rsidRPr="001922CB">
              <w:rPr>
                <w:rFonts w:cs="Arial"/>
                <w:szCs w:val="18"/>
              </w:rPr>
              <w:t xml:space="preserve"> </w:t>
            </w: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28CFF7BD" w14:textId="77777777" w:rsidR="00F77053" w:rsidRPr="001922CB" w:rsidRDefault="00F77053" w:rsidP="00E80784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EEB5D17" w14:textId="77777777" w:rsidR="00F77053" w:rsidRDefault="00F77053" w:rsidP="00F77053">
      <w:pPr>
        <w:numPr>
          <w:ilvl w:val="0"/>
          <w:numId w:val="28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Company Statement (Promotional/sales/informational or public statement about your company):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620"/>
      </w:tblGrid>
      <w:tr w:rsidR="00F77053" w:rsidRPr="001922CB" w14:paraId="1B57D2E9" w14:textId="77777777" w:rsidTr="00F77053">
        <w:trPr>
          <w:trHeight w:val="518"/>
        </w:trPr>
        <w:tc>
          <w:tcPr>
            <w:tcW w:w="10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5F2694" w14:textId="77777777" w:rsidR="00F77053" w:rsidRPr="001922CB" w:rsidRDefault="00F77053" w:rsidP="00E80784">
            <w:pPr>
              <w:spacing w:before="60" w:line="240" w:lineRule="exact"/>
              <w:ind w:left="-120" w:right="-36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342F1A4" w14:textId="20D27231" w:rsidR="00F77053" w:rsidRPr="00D44278" w:rsidRDefault="00F77053" w:rsidP="00D44278">
      <w:pPr>
        <w:pStyle w:val="ListParagraph"/>
        <w:numPr>
          <w:ilvl w:val="0"/>
          <w:numId w:val="44"/>
        </w:numPr>
        <w:spacing w:before="120"/>
        <w:ind w:right="-43"/>
        <w:rPr>
          <w:rFonts w:cs="Arial"/>
          <w:b/>
          <w:bCs/>
          <w:sz w:val="22"/>
          <w:szCs w:val="22"/>
        </w:rPr>
      </w:pPr>
      <w:r w:rsidRPr="00D44278">
        <w:rPr>
          <w:rFonts w:cs="Arial"/>
          <w:b/>
          <w:bCs/>
          <w:sz w:val="22"/>
          <w:szCs w:val="22"/>
        </w:rPr>
        <w:t>Additional Service Opportunities (optional)</w:t>
      </w:r>
    </w:p>
    <w:p w14:paraId="0A3CCE83" w14:textId="77777777" w:rsidR="00F77053" w:rsidRPr="006304E8" w:rsidRDefault="00F77053" w:rsidP="00F77053">
      <w:pPr>
        <w:spacing w:before="60"/>
        <w:ind w:left="360" w:right="-36"/>
        <w:rPr>
          <w:rFonts w:cs="Arial"/>
          <w:szCs w:val="18"/>
        </w:rPr>
      </w:pPr>
      <w:r w:rsidRPr="006304E8">
        <w:rPr>
          <w:rFonts w:cs="Arial"/>
          <w:szCs w:val="18"/>
        </w:rPr>
        <w:t xml:space="preserve">Check any additional services you may be interested in and a CCOF representative or partner organization will contact you. </w:t>
      </w:r>
    </w:p>
    <w:p w14:paraId="643CC5F4" w14:textId="77D522B5" w:rsidR="00F77053" w:rsidRPr="006304E8" w:rsidRDefault="00F77053" w:rsidP="00617664">
      <w:pPr>
        <w:spacing w:before="60"/>
        <w:ind w:left="360" w:right="-36"/>
        <w:rPr>
          <w:rFonts w:cs="Arial"/>
          <w:szCs w:val="18"/>
        </w:rPr>
      </w:pPr>
      <w:r w:rsidRPr="006304E8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6304E8">
        <w:rPr>
          <w:rFonts w:cs="Arial"/>
          <w:szCs w:val="18"/>
        </w:rPr>
        <w:instrText xml:space="preserve"> FORMCHECKBOX </w:instrText>
      </w:r>
      <w:r w:rsidRPr="006304E8">
        <w:rPr>
          <w:rFonts w:cs="Arial"/>
          <w:szCs w:val="18"/>
        </w:rPr>
      </w:r>
      <w:r w:rsidRPr="006304E8">
        <w:rPr>
          <w:rFonts w:cs="Arial"/>
          <w:szCs w:val="18"/>
        </w:rPr>
        <w:fldChar w:fldCharType="separate"/>
      </w:r>
      <w:r w:rsidRPr="006304E8">
        <w:rPr>
          <w:rFonts w:cs="Arial"/>
          <w:szCs w:val="18"/>
        </w:rPr>
        <w:fldChar w:fldCharType="end"/>
      </w:r>
      <w:r w:rsidRPr="006304E8">
        <w:rPr>
          <w:rFonts w:cs="Arial"/>
          <w:szCs w:val="18"/>
        </w:rPr>
        <w:t xml:space="preserve"> GLOBALG.A.P    </w:t>
      </w:r>
      <w:r w:rsidRPr="006304E8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6304E8">
        <w:rPr>
          <w:rFonts w:cs="Arial"/>
          <w:szCs w:val="18"/>
        </w:rPr>
        <w:instrText xml:space="preserve"> FORMCHECKBOX </w:instrText>
      </w:r>
      <w:r w:rsidRPr="006304E8">
        <w:rPr>
          <w:rFonts w:cs="Arial"/>
          <w:szCs w:val="18"/>
        </w:rPr>
      </w:r>
      <w:r w:rsidRPr="006304E8">
        <w:rPr>
          <w:rFonts w:cs="Arial"/>
          <w:szCs w:val="18"/>
        </w:rPr>
        <w:fldChar w:fldCharType="separate"/>
      </w:r>
      <w:r w:rsidRPr="006304E8">
        <w:rPr>
          <w:rFonts w:cs="Arial"/>
          <w:szCs w:val="18"/>
        </w:rPr>
        <w:fldChar w:fldCharType="end"/>
      </w:r>
      <w:r w:rsidRPr="006304E8">
        <w:rPr>
          <w:rFonts w:cs="Arial"/>
          <w:szCs w:val="18"/>
        </w:rPr>
        <w:t xml:space="preserve"> PrimusGFS    </w:t>
      </w:r>
      <w:r w:rsidRPr="006304E8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6304E8">
        <w:rPr>
          <w:rFonts w:cs="Arial"/>
          <w:szCs w:val="18"/>
        </w:rPr>
        <w:instrText xml:space="preserve"> FORMCHECKBOX </w:instrText>
      </w:r>
      <w:r w:rsidRPr="006304E8">
        <w:rPr>
          <w:rFonts w:cs="Arial"/>
          <w:szCs w:val="18"/>
        </w:rPr>
      </w:r>
      <w:r w:rsidRPr="006304E8">
        <w:rPr>
          <w:rFonts w:cs="Arial"/>
          <w:szCs w:val="18"/>
        </w:rPr>
        <w:fldChar w:fldCharType="separate"/>
      </w:r>
      <w:r w:rsidRPr="006304E8">
        <w:rPr>
          <w:rFonts w:cs="Arial"/>
          <w:szCs w:val="18"/>
        </w:rPr>
        <w:fldChar w:fldCharType="end"/>
      </w:r>
      <w:r w:rsidRPr="006304E8">
        <w:rPr>
          <w:rFonts w:cs="Arial"/>
          <w:szCs w:val="18"/>
        </w:rPr>
        <w:t xml:space="preserve"> Regenerative Organic Certified (ROC)</w:t>
      </w:r>
      <w:r w:rsidR="00617664">
        <w:rPr>
          <w:rFonts w:cs="Arial"/>
          <w:szCs w:val="18"/>
        </w:rPr>
        <w:t xml:space="preserve">    </w:t>
      </w:r>
      <w:r w:rsidR="00617664" w:rsidRPr="006304E8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17664" w:rsidRPr="006304E8">
        <w:rPr>
          <w:rFonts w:cs="Arial"/>
          <w:szCs w:val="18"/>
        </w:rPr>
        <w:instrText xml:space="preserve"> FORMCHECKBOX </w:instrText>
      </w:r>
      <w:r w:rsidR="00617664" w:rsidRPr="006304E8">
        <w:rPr>
          <w:rFonts w:cs="Arial"/>
          <w:szCs w:val="18"/>
        </w:rPr>
      </w:r>
      <w:r w:rsidR="00617664" w:rsidRPr="006304E8">
        <w:rPr>
          <w:rFonts w:cs="Arial"/>
          <w:szCs w:val="18"/>
        </w:rPr>
        <w:fldChar w:fldCharType="separate"/>
      </w:r>
      <w:r w:rsidR="00617664" w:rsidRPr="006304E8">
        <w:rPr>
          <w:rFonts w:cs="Arial"/>
          <w:szCs w:val="18"/>
        </w:rPr>
        <w:fldChar w:fldCharType="end"/>
      </w:r>
      <w:r w:rsidR="00617664" w:rsidRPr="006304E8">
        <w:rPr>
          <w:rFonts w:cs="Arial"/>
          <w:szCs w:val="18"/>
        </w:rPr>
        <w:t xml:space="preserve"> OPT Grass-Fed Program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5220"/>
        <w:gridCol w:w="5364"/>
      </w:tblGrid>
      <w:tr w:rsidR="00F77053" w:rsidRPr="006304E8" w14:paraId="455B36E4" w14:textId="77777777" w:rsidTr="00540D5F">
        <w:trPr>
          <w:cantSplit/>
          <w:trHeight w:val="360"/>
        </w:trPr>
        <w:tc>
          <w:tcPr>
            <w:tcW w:w="5220" w:type="dxa"/>
            <w:vAlign w:val="center"/>
          </w:tcPr>
          <w:p w14:paraId="0A8320DF" w14:textId="4DCB4F2D" w:rsidR="00F77053" w:rsidRPr="006304E8" w:rsidRDefault="00617664" w:rsidP="00E80784">
            <w:pPr>
              <w:spacing w:before="60" w:line="240" w:lineRule="exact"/>
              <w:ind w:left="-106" w:right="-36"/>
              <w:rPr>
                <w:rFonts w:cs="Arial"/>
                <w:szCs w:val="18"/>
              </w:rPr>
            </w:pPr>
            <w:r w:rsidRPr="006304E8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4E8">
              <w:rPr>
                <w:rFonts w:cs="Arial"/>
                <w:szCs w:val="18"/>
              </w:rPr>
              <w:instrText xml:space="preserve"> FORMCHECKBOX </w:instrText>
            </w:r>
            <w:r w:rsidRPr="006304E8">
              <w:rPr>
                <w:rFonts w:cs="Arial"/>
                <w:szCs w:val="18"/>
              </w:rPr>
            </w:r>
            <w:r w:rsidRPr="006304E8">
              <w:rPr>
                <w:rFonts w:cs="Arial"/>
                <w:szCs w:val="18"/>
              </w:rPr>
              <w:fldChar w:fldCharType="separate"/>
            </w:r>
            <w:r w:rsidRPr="006304E8">
              <w:rPr>
                <w:rFonts w:cs="Arial"/>
                <w:szCs w:val="18"/>
              </w:rPr>
              <w:fldChar w:fldCharType="end"/>
            </w:r>
            <w:r w:rsidRPr="006304E8">
              <w:rPr>
                <w:rFonts w:cs="Arial"/>
                <w:szCs w:val="18"/>
              </w:rPr>
              <w:t xml:space="preserve"> OCal Cannabis Certification (CA operations only)    </w:t>
            </w:r>
            <w:r w:rsidR="00F77053" w:rsidRPr="006304E8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053" w:rsidRPr="006304E8">
              <w:rPr>
                <w:rFonts w:cs="Arial"/>
                <w:szCs w:val="18"/>
              </w:rPr>
              <w:instrText xml:space="preserve"> FORMCHECKBOX </w:instrText>
            </w:r>
            <w:r w:rsidR="00F77053" w:rsidRPr="006304E8">
              <w:rPr>
                <w:rFonts w:cs="Arial"/>
                <w:szCs w:val="18"/>
              </w:rPr>
            </w:r>
            <w:r w:rsidR="00F77053" w:rsidRPr="006304E8">
              <w:rPr>
                <w:rFonts w:cs="Arial"/>
                <w:szCs w:val="18"/>
              </w:rPr>
              <w:fldChar w:fldCharType="separate"/>
            </w:r>
            <w:r w:rsidR="00F77053" w:rsidRPr="006304E8">
              <w:rPr>
                <w:rFonts w:cs="Arial"/>
                <w:szCs w:val="18"/>
              </w:rPr>
              <w:fldChar w:fldCharType="end"/>
            </w:r>
            <w:r w:rsidR="00F77053" w:rsidRPr="006304E8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5364" w:type="dxa"/>
            <w:tcBorders>
              <w:bottom w:val="single" w:sz="4" w:space="0" w:color="auto"/>
            </w:tcBorders>
            <w:vAlign w:val="center"/>
          </w:tcPr>
          <w:p w14:paraId="6390CED2" w14:textId="77777777" w:rsidR="00F77053" w:rsidRPr="006304E8" w:rsidRDefault="00F77053" w:rsidP="00E80784">
            <w:pPr>
              <w:spacing w:before="60" w:line="240" w:lineRule="exact"/>
              <w:ind w:left="-115" w:right="-36"/>
              <w:rPr>
                <w:rFonts w:cs="Arial"/>
                <w:szCs w:val="18"/>
              </w:rPr>
            </w:pPr>
            <w:r w:rsidRPr="006304E8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04E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304E8">
              <w:rPr>
                <w:rFonts w:cs="Arial"/>
                <w:b/>
                <w:color w:val="0070C0"/>
                <w:szCs w:val="18"/>
              </w:rPr>
            </w:r>
            <w:r w:rsidRPr="006304E8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304E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304E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304E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304E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304E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304E8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755922F" w14:textId="77777777" w:rsidR="00F77053" w:rsidRPr="003912CD" w:rsidRDefault="00F77053" w:rsidP="00F77053">
      <w:pPr>
        <w:rPr>
          <w:rFonts w:cs="Arial"/>
          <w:sz w:val="2"/>
          <w:szCs w:val="6"/>
        </w:rPr>
      </w:pPr>
    </w:p>
    <w:p w14:paraId="69B89A98" w14:textId="77777777" w:rsidR="00F77053" w:rsidRPr="00F77053" w:rsidRDefault="00F77053" w:rsidP="00F77053">
      <w:pPr>
        <w:ind w:left="360" w:right="-36"/>
        <w:rPr>
          <w:rFonts w:cs="Arial"/>
          <w:sz w:val="2"/>
          <w:szCs w:val="2"/>
        </w:rPr>
      </w:pPr>
    </w:p>
    <w:sectPr w:rsidR="00F77053" w:rsidRPr="00F77053" w:rsidSect="004B40A5"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565B6" w14:textId="77777777" w:rsidR="00025690" w:rsidRDefault="00025690">
      <w:r>
        <w:separator/>
      </w:r>
    </w:p>
  </w:endnote>
  <w:endnote w:type="continuationSeparator" w:id="0">
    <w:p w14:paraId="74CCEC12" w14:textId="77777777" w:rsidR="00025690" w:rsidRDefault="00025690">
      <w:r>
        <w:continuationSeparator/>
      </w:r>
    </w:p>
  </w:endnote>
  <w:endnote w:type="continuationNotice" w:id="1">
    <w:p w14:paraId="57FFBA0B" w14:textId="77777777" w:rsidR="00025690" w:rsidRDefault="000256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E01E" w14:textId="42F7E0AD" w:rsidR="0002481C" w:rsidRPr="005C234F" w:rsidRDefault="00C90A19" w:rsidP="00305B8F">
    <w:pPr>
      <w:tabs>
        <w:tab w:val="left" w:pos="10080"/>
      </w:tabs>
      <w:ind w:right="-14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2" behindDoc="1" locked="0" layoutInCell="1" allowOverlap="1" wp14:anchorId="08F2166B" wp14:editId="51FA87DE">
          <wp:simplePos x="0" y="0"/>
          <wp:positionH relativeFrom="page">
            <wp:posOffset>-19050</wp:posOffset>
          </wp:positionH>
          <wp:positionV relativeFrom="page">
            <wp:posOffset>9604087</wp:posOffset>
          </wp:positionV>
          <wp:extent cx="7810500" cy="456188"/>
          <wp:effectExtent l="0" t="0" r="0" b="1270"/>
          <wp:wrapNone/>
          <wp:docPr id="1763338457" name="Picture 17633384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789150" name="Picture 15787891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55229" cy="4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81C">
      <w:rPr>
        <w:rFonts w:cs="Arial"/>
        <w:i/>
        <w:sz w:val="16"/>
        <w:szCs w:val="16"/>
      </w:rPr>
      <w:t xml:space="preserve">NOPB06, </w:t>
    </w:r>
    <w:r w:rsidR="007D30B7">
      <w:rPr>
        <w:rFonts w:cs="Arial"/>
        <w:i/>
        <w:sz w:val="16"/>
        <w:szCs w:val="16"/>
      </w:rPr>
      <w:t>V</w:t>
    </w:r>
    <w:r w:rsidR="00B6796C">
      <w:rPr>
        <w:rFonts w:cs="Arial"/>
        <w:i/>
        <w:sz w:val="16"/>
        <w:szCs w:val="16"/>
      </w:rPr>
      <w:t>2,</w:t>
    </w:r>
    <w:r w:rsidR="00D85A27">
      <w:rPr>
        <w:rFonts w:cs="Arial"/>
        <w:i/>
        <w:sz w:val="16"/>
        <w:szCs w:val="16"/>
      </w:rPr>
      <w:t xml:space="preserve"> R</w:t>
    </w:r>
    <w:r w:rsidR="002502DA">
      <w:rPr>
        <w:rFonts w:cs="Arial"/>
        <w:i/>
        <w:sz w:val="16"/>
        <w:szCs w:val="16"/>
      </w:rPr>
      <w:t>4</w:t>
    </w:r>
    <w:r w:rsidR="00423A79">
      <w:rPr>
        <w:rFonts w:cs="Arial"/>
        <w:i/>
        <w:sz w:val="16"/>
        <w:szCs w:val="16"/>
      </w:rPr>
      <w:t>, 09/30/202</w:t>
    </w:r>
    <w:r w:rsidR="002502DA">
      <w:rPr>
        <w:rFonts w:cs="Arial"/>
        <w:i/>
        <w:sz w:val="16"/>
        <w:szCs w:val="16"/>
      </w:rPr>
      <w:t>5</w:t>
    </w:r>
    <w:r w:rsidR="0002481C" w:rsidRPr="005C234F">
      <w:rPr>
        <w:rFonts w:cs="Arial"/>
        <w:i/>
        <w:sz w:val="16"/>
        <w:szCs w:val="16"/>
      </w:rPr>
      <w:tab/>
      <w:t xml:space="preserve">Page </w:t>
    </w:r>
    <w:r w:rsidR="0002481C" w:rsidRPr="005C234F">
      <w:rPr>
        <w:rFonts w:cs="Arial"/>
        <w:b/>
        <w:i/>
        <w:sz w:val="16"/>
        <w:szCs w:val="16"/>
      </w:rPr>
      <w:fldChar w:fldCharType="begin"/>
    </w:r>
    <w:r w:rsidR="0002481C" w:rsidRPr="005C234F">
      <w:rPr>
        <w:rFonts w:cs="Arial"/>
        <w:b/>
        <w:i/>
        <w:sz w:val="16"/>
        <w:szCs w:val="16"/>
      </w:rPr>
      <w:instrText xml:space="preserve"> PAGE </w:instrText>
    </w:r>
    <w:r w:rsidR="0002481C" w:rsidRPr="005C234F">
      <w:rPr>
        <w:rFonts w:cs="Arial"/>
        <w:b/>
        <w:i/>
        <w:sz w:val="16"/>
        <w:szCs w:val="16"/>
      </w:rPr>
      <w:fldChar w:fldCharType="separate"/>
    </w:r>
    <w:r w:rsidR="002A37F2">
      <w:rPr>
        <w:rFonts w:cs="Arial"/>
        <w:b/>
        <w:i/>
        <w:noProof/>
        <w:sz w:val="16"/>
        <w:szCs w:val="16"/>
      </w:rPr>
      <w:t>1</w:t>
    </w:r>
    <w:r w:rsidR="0002481C" w:rsidRPr="005C234F">
      <w:rPr>
        <w:rFonts w:cs="Arial"/>
        <w:b/>
        <w:i/>
        <w:sz w:val="16"/>
        <w:szCs w:val="16"/>
      </w:rPr>
      <w:fldChar w:fldCharType="end"/>
    </w:r>
    <w:r w:rsidR="0002481C" w:rsidRPr="005C234F">
      <w:rPr>
        <w:rFonts w:cs="Arial"/>
        <w:i/>
        <w:sz w:val="16"/>
        <w:szCs w:val="16"/>
      </w:rPr>
      <w:t xml:space="preserve"> of </w:t>
    </w:r>
    <w:r w:rsidR="0002481C" w:rsidRPr="005C234F">
      <w:rPr>
        <w:rFonts w:cs="Arial"/>
        <w:b/>
        <w:i/>
        <w:sz w:val="16"/>
        <w:szCs w:val="16"/>
      </w:rPr>
      <w:fldChar w:fldCharType="begin"/>
    </w:r>
    <w:r w:rsidR="0002481C" w:rsidRPr="005C234F">
      <w:rPr>
        <w:rFonts w:cs="Arial"/>
        <w:b/>
        <w:i/>
        <w:sz w:val="16"/>
        <w:szCs w:val="16"/>
      </w:rPr>
      <w:instrText xml:space="preserve"> NUMPAGES  </w:instrText>
    </w:r>
    <w:r w:rsidR="0002481C" w:rsidRPr="005C234F">
      <w:rPr>
        <w:rFonts w:cs="Arial"/>
        <w:b/>
        <w:i/>
        <w:sz w:val="16"/>
        <w:szCs w:val="16"/>
      </w:rPr>
      <w:fldChar w:fldCharType="separate"/>
    </w:r>
    <w:r w:rsidR="002A37F2">
      <w:rPr>
        <w:rFonts w:cs="Arial"/>
        <w:b/>
        <w:i/>
        <w:noProof/>
        <w:sz w:val="16"/>
        <w:szCs w:val="16"/>
      </w:rPr>
      <w:t>1</w:t>
    </w:r>
    <w:r w:rsidR="0002481C" w:rsidRPr="005C234F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25629" w14:textId="77777777" w:rsidR="00025690" w:rsidRDefault="00025690">
      <w:r>
        <w:separator/>
      </w:r>
    </w:p>
  </w:footnote>
  <w:footnote w:type="continuationSeparator" w:id="0">
    <w:p w14:paraId="351792F7" w14:textId="77777777" w:rsidR="00025690" w:rsidRDefault="00025690">
      <w:r>
        <w:continuationSeparator/>
      </w:r>
    </w:p>
  </w:footnote>
  <w:footnote w:type="continuationNotice" w:id="1">
    <w:p w14:paraId="6795FAFE" w14:textId="77777777" w:rsidR="00025690" w:rsidRDefault="000256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D39A0" w14:textId="635854BA" w:rsidR="0002481C" w:rsidRPr="00835FAD" w:rsidRDefault="001F14C6" w:rsidP="0099676F">
    <w:pPr>
      <w:spacing w:before="400"/>
      <w:ind w:left="180" w:right="0"/>
      <w:jc w:val="center"/>
      <w:rPr>
        <w:sz w:val="24"/>
        <w:szCs w:val="22"/>
      </w:rPr>
    </w:pPr>
    <w:r>
      <w:rPr>
        <w:noProof/>
        <w:sz w:val="24"/>
        <w:szCs w:val="22"/>
      </w:rPr>
      <w:drawing>
        <wp:anchor distT="0" distB="0" distL="114300" distR="114300" simplePos="0" relativeHeight="251658241" behindDoc="0" locked="0" layoutInCell="1" allowOverlap="1" wp14:anchorId="42B614DD" wp14:editId="17B9B408">
          <wp:simplePos x="0" y="0"/>
          <wp:positionH relativeFrom="column">
            <wp:posOffset>-116205</wp:posOffset>
          </wp:positionH>
          <wp:positionV relativeFrom="paragraph">
            <wp:posOffset>28770</wp:posOffset>
          </wp:positionV>
          <wp:extent cx="591820" cy="712470"/>
          <wp:effectExtent l="0" t="0" r="0" b="0"/>
          <wp:wrapNone/>
          <wp:docPr id="591793841" name="Picture 5917938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6F">
      <w:rPr>
        <w:rFonts w:ascii="Garamond" w:hAnsi="Garamond" w:cs="Arial"/>
        <w:b/>
        <w:color w:val="000000"/>
        <w:sz w:val="44"/>
        <w:szCs w:val="44"/>
        <w:u w:val="single"/>
      </w:rPr>
      <w:t>CCOF CERTIFICATION CONTRACT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B4C2A" w14:textId="1A7F871A" w:rsidR="0002481C" w:rsidRDefault="00C90A19">
    <w:r>
      <w:rPr>
        <w:noProof/>
      </w:rPr>
      <mc:AlternateContent>
        <mc:Choice Requires="wps">
          <w:drawing>
            <wp:anchor distT="0" distB="3200400" distL="1947545" distR="228600" simplePos="0" relativeHeight="251658240" behindDoc="0" locked="0" layoutInCell="0" allowOverlap="1" wp14:anchorId="4A52C609" wp14:editId="0795D7AC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3C46F9" w14:textId="77777777" w:rsidR="0002481C" w:rsidRDefault="0002481C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52C60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0pt;margin-top:102pt;width:45pt;height:387pt;z-index:251658240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" o:allowincell="f" stroked="f" strokeweight=".5pt">
              <v:textbox style="layout-flow:vertical;mso-layout-flow-alt:bottom-to-top" inset="21.6pt,0,0,10.8pt">
                <w:txbxContent>
                  <w:p w14:paraId="313C46F9" w14:textId="77777777" w:rsidR="0002481C" w:rsidRDefault="0002481C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D6DD1"/>
    <w:multiLevelType w:val="multilevel"/>
    <w:tmpl w:val="17EE7056"/>
    <w:name w:val="Paragraph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decimal"/>
      <w:pStyle w:val="Level4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6">
      <w:start w:val="1"/>
      <w:numFmt w:val="decimal"/>
      <w:pStyle w:val="Level7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u w:val="none"/>
      </w:rPr>
    </w:lvl>
    <w:lvl w:ilvl="7">
      <w:start w:val="1"/>
      <w:numFmt w:val="lowerLetter"/>
      <w:pStyle w:val="Level8"/>
      <w:lvlText w:val="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u w:val="none"/>
      </w:rPr>
    </w:lvl>
    <w:lvl w:ilvl="8">
      <w:start w:val="1"/>
      <w:numFmt w:val="decimal"/>
      <w:pStyle w:val="Level9"/>
      <w:lvlText w:val="%9."/>
      <w:lvlJc w:val="left"/>
      <w:pPr>
        <w:tabs>
          <w:tab w:val="num" w:pos="2160"/>
        </w:tabs>
        <w:ind w:left="0" w:firstLine="1440"/>
      </w:pPr>
      <w:rPr>
        <w:rFonts w:hint="default"/>
        <w:b w:val="0"/>
        <w:i w:val="0"/>
        <w:u w:val="none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D6F7CC7"/>
    <w:multiLevelType w:val="multilevel"/>
    <w:tmpl w:val="442001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9."/>
      <w:lvlJc w:val="left"/>
      <w:pPr>
        <w:tabs>
          <w:tab w:val="num" w:pos="2160"/>
        </w:tabs>
        <w:ind w:left="0" w:firstLine="1440"/>
      </w:pPr>
      <w:rPr>
        <w:rFonts w:hint="default"/>
        <w:b w:val="0"/>
        <w:i w:val="0"/>
        <w:u w:val="none"/>
      </w:rPr>
    </w:lvl>
  </w:abstractNum>
  <w:abstractNum w:abstractNumId="13" w15:restartNumberingAfterBreak="0">
    <w:nsid w:val="10C51543"/>
    <w:multiLevelType w:val="hybridMultilevel"/>
    <w:tmpl w:val="B68E0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E3836"/>
    <w:multiLevelType w:val="multilevel"/>
    <w:tmpl w:val="89D2DA1C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9."/>
      <w:lvlJc w:val="left"/>
      <w:pPr>
        <w:tabs>
          <w:tab w:val="num" w:pos="2160"/>
        </w:tabs>
        <w:ind w:left="0" w:firstLine="1440"/>
      </w:pPr>
      <w:rPr>
        <w:rFonts w:hint="default"/>
        <w:b w:val="0"/>
        <w:i w:val="0"/>
        <w:u w:val="none"/>
      </w:rPr>
    </w:lvl>
  </w:abstractNum>
  <w:abstractNum w:abstractNumId="15" w15:restartNumberingAfterBreak="0">
    <w:nsid w:val="1454148A"/>
    <w:multiLevelType w:val="hybridMultilevel"/>
    <w:tmpl w:val="321CC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3A4874"/>
    <w:multiLevelType w:val="hybridMultilevel"/>
    <w:tmpl w:val="B5C03A96"/>
    <w:lvl w:ilvl="0" w:tplc="F59891C2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C800D5B"/>
    <w:multiLevelType w:val="hybridMultilevel"/>
    <w:tmpl w:val="3B1C0A7E"/>
    <w:lvl w:ilvl="0" w:tplc="8D22C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E96303"/>
    <w:multiLevelType w:val="hybridMultilevel"/>
    <w:tmpl w:val="4D7AA4F0"/>
    <w:lvl w:ilvl="0" w:tplc="006EF7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1C7A38"/>
    <w:multiLevelType w:val="hybridMultilevel"/>
    <w:tmpl w:val="DE286552"/>
    <w:lvl w:ilvl="0" w:tplc="5374F63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EE0670"/>
    <w:multiLevelType w:val="multilevel"/>
    <w:tmpl w:val="F8EE6264"/>
    <w:lvl w:ilvl="0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33448E"/>
    <w:multiLevelType w:val="hybridMultilevel"/>
    <w:tmpl w:val="7BE2E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7A04F8"/>
    <w:multiLevelType w:val="hybridMultilevel"/>
    <w:tmpl w:val="C59EF0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710EE"/>
    <w:multiLevelType w:val="hybridMultilevel"/>
    <w:tmpl w:val="DE286552"/>
    <w:lvl w:ilvl="0" w:tplc="5374F63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AE2479"/>
    <w:multiLevelType w:val="hybridMultilevel"/>
    <w:tmpl w:val="73CE3F6A"/>
    <w:lvl w:ilvl="0" w:tplc="3B326036">
      <w:start w:val="6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C44E38"/>
    <w:multiLevelType w:val="hybridMultilevel"/>
    <w:tmpl w:val="9A0668FE"/>
    <w:lvl w:ilvl="0" w:tplc="642E972A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5954A33"/>
    <w:multiLevelType w:val="hybridMultilevel"/>
    <w:tmpl w:val="88547008"/>
    <w:lvl w:ilvl="0" w:tplc="5D12E5F6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AA62D7"/>
    <w:multiLevelType w:val="hybridMultilevel"/>
    <w:tmpl w:val="73CE3F6A"/>
    <w:lvl w:ilvl="0" w:tplc="3B326036">
      <w:start w:val="6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80076A"/>
    <w:multiLevelType w:val="hybridMultilevel"/>
    <w:tmpl w:val="66A2E92E"/>
    <w:lvl w:ilvl="0" w:tplc="2818933A">
      <w:start w:val="1"/>
      <w:numFmt w:val="decimal"/>
      <w:lvlText w:val="%1)"/>
      <w:lvlJc w:val="left"/>
      <w:pPr>
        <w:ind w:left="245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9" w15:restartNumberingAfterBreak="0">
    <w:nsid w:val="3F487989"/>
    <w:multiLevelType w:val="hybridMultilevel"/>
    <w:tmpl w:val="F44484AA"/>
    <w:lvl w:ilvl="0" w:tplc="E54089C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3FB53777"/>
    <w:multiLevelType w:val="hybridMultilevel"/>
    <w:tmpl w:val="7344846E"/>
    <w:lvl w:ilvl="0" w:tplc="B44C5FE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A33831"/>
    <w:multiLevelType w:val="hybridMultilevel"/>
    <w:tmpl w:val="6D5A9318"/>
    <w:lvl w:ilvl="0" w:tplc="8D4E560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100C2C"/>
    <w:multiLevelType w:val="hybridMultilevel"/>
    <w:tmpl w:val="2F041930"/>
    <w:lvl w:ilvl="0" w:tplc="98A212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5697D46"/>
    <w:multiLevelType w:val="hybridMultilevel"/>
    <w:tmpl w:val="F8DE247C"/>
    <w:lvl w:ilvl="0" w:tplc="2B5CBFAA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65B5238"/>
    <w:multiLevelType w:val="hybridMultilevel"/>
    <w:tmpl w:val="BCF825CC"/>
    <w:lvl w:ilvl="0" w:tplc="FB6298F2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7EE34C9"/>
    <w:multiLevelType w:val="hybridMultilevel"/>
    <w:tmpl w:val="2A185CB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CE4A6C"/>
    <w:multiLevelType w:val="hybridMultilevel"/>
    <w:tmpl w:val="5FBE67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C46758"/>
    <w:multiLevelType w:val="hybridMultilevel"/>
    <w:tmpl w:val="C8D650E4"/>
    <w:lvl w:ilvl="0" w:tplc="C528448A">
      <w:start w:val="1"/>
      <w:numFmt w:val="decimal"/>
      <w:lvlText w:val="%1)"/>
      <w:lvlJc w:val="left"/>
      <w:pPr>
        <w:ind w:left="245" w:hanging="360"/>
      </w:pPr>
      <w:rPr>
        <w:rFonts w:hint="default"/>
        <w:b w:val="0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38" w15:restartNumberingAfterBreak="0">
    <w:nsid w:val="518F10F3"/>
    <w:multiLevelType w:val="hybridMultilevel"/>
    <w:tmpl w:val="BCF825CC"/>
    <w:lvl w:ilvl="0" w:tplc="FB6298F2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2BE1A18"/>
    <w:multiLevelType w:val="hybridMultilevel"/>
    <w:tmpl w:val="715AF3FC"/>
    <w:lvl w:ilvl="0" w:tplc="D02CA01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C15473"/>
    <w:multiLevelType w:val="hybridMultilevel"/>
    <w:tmpl w:val="153CFC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B3B25B6"/>
    <w:multiLevelType w:val="hybridMultilevel"/>
    <w:tmpl w:val="0610DF32"/>
    <w:lvl w:ilvl="0" w:tplc="1BF837B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EA6B36"/>
    <w:multiLevelType w:val="hybridMultilevel"/>
    <w:tmpl w:val="E500B2E0"/>
    <w:lvl w:ilvl="0" w:tplc="AE9E612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0822C53"/>
    <w:multiLevelType w:val="hybridMultilevel"/>
    <w:tmpl w:val="5B982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96C1C48"/>
    <w:multiLevelType w:val="hybridMultilevel"/>
    <w:tmpl w:val="911EBBAC"/>
    <w:lvl w:ilvl="0" w:tplc="FB6298F2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9D1464B"/>
    <w:multiLevelType w:val="hybridMultilevel"/>
    <w:tmpl w:val="6D5A9318"/>
    <w:lvl w:ilvl="0" w:tplc="8D4E560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0C2305"/>
    <w:multiLevelType w:val="multilevel"/>
    <w:tmpl w:val="6DA0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ECF497C"/>
    <w:multiLevelType w:val="hybridMultilevel"/>
    <w:tmpl w:val="B0E02B36"/>
    <w:lvl w:ilvl="0" w:tplc="F9E45630">
      <w:start w:val="6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F739EA"/>
    <w:multiLevelType w:val="hybridMultilevel"/>
    <w:tmpl w:val="1DA2518A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D2540EA"/>
    <w:multiLevelType w:val="hybridMultilevel"/>
    <w:tmpl w:val="D6180BFC"/>
    <w:lvl w:ilvl="0" w:tplc="DF00B622">
      <w:start w:val="7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3185231">
    <w:abstractNumId w:val="9"/>
  </w:num>
  <w:num w:numId="2" w16cid:durableId="1781678423">
    <w:abstractNumId w:val="7"/>
  </w:num>
  <w:num w:numId="3" w16cid:durableId="55474994">
    <w:abstractNumId w:val="6"/>
  </w:num>
  <w:num w:numId="4" w16cid:durableId="158154082">
    <w:abstractNumId w:val="5"/>
  </w:num>
  <w:num w:numId="5" w16cid:durableId="2122646021">
    <w:abstractNumId w:val="4"/>
  </w:num>
  <w:num w:numId="6" w16cid:durableId="1615671815">
    <w:abstractNumId w:val="8"/>
  </w:num>
  <w:num w:numId="7" w16cid:durableId="1398552133">
    <w:abstractNumId w:val="3"/>
  </w:num>
  <w:num w:numId="8" w16cid:durableId="538250472">
    <w:abstractNumId w:val="2"/>
  </w:num>
  <w:num w:numId="9" w16cid:durableId="82075138">
    <w:abstractNumId w:val="1"/>
  </w:num>
  <w:num w:numId="10" w16cid:durableId="838428253">
    <w:abstractNumId w:val="0"/>
  </w:num>
  <w:num w:numId="11" w16cid:durableId="348457474">
    <w:abstractNumId w:val="11"/>
  </w:num>
  <w:num w:numId="12" w16cid:durableId="1279990220">
    <w:abstractNumId w:val="10"/>
  </w:num>
  <w:num w:numId="13" w16cid:durableId="1270429655">
    <w:abstractNumId w:val="12"/>
  </w:num>
  <w:num w:numId="14" w16cid:durableId="1596286256">
    <w:abstractNumId w:val="14"/>
  </w:num>
  <w:num w:numId="15" w16cid:durableId="1892418000">
    <w:abstractNumId w:val="32"/>
  </w:num>
  <w:num w:numId="16" w16cid:durableId="1792286202">
    <w:abstractNumId w:val="29"/>
  </w:num>
  <w:num w:numId="17" w16cid:durableId="1850295234">
    <w:abstractNumId w:val="44"/>
  </w:num>
  <w:num w:numId="18" w16cid:durableId="2121340590">
    <w:abstractNumId w:val="37"/>
  </w:num>
  <w:num w:numId="19" w16cid:durableId="610209950">
    <w:abstractNumId w:val="33"/>
  </w:num>
  <w:num w:numId="20" w16cid:durableId="456072308">
    <w:abstractNumId w:val="16"/>
  </w:num>
  <w:num w:numId="21" w16cid:durableId="141891139">
    <w:abstractNumId w:val="22"/>
  </w:num>
  <w:num w:numId="22" w16cid:durableId="1036660624">
    <w:abstractNumId w:val="31"/>
  </w:num>
  <w:num w:numId="23" w16cid:durableId="1457874279">
    <w:abstractNumId w:val="17"/>
  </w:num>
  <w:num w:numId="24" w16cid:durableId="1008144418">
    <w:abstractNumId w:val="49"/>
  </w:num>
  <w:num w:numId="25" w16cid:durableId="1124688880">
    <w:abstractNumId w:val="27"/>
  </w:num>
  <w:num w:numId="26" w16cid:durableId="778337633">
    <w:abstractNumId w:val="26"/>
  </w:num>
  <w:num w:numId="27" w16cid:durableId="412943263">
    <w:abstractNumId w:val="24"/>
  </w:num>
  <w:num w:numId="28" w16cid:durableId="1777478702">
    <w:abstractNumId w:val="39"/>
  </w:num>
  <w:num w:numId="29" w16cid:durableId="787703075">
    <w:abstractNumId w:val="21"/>
  </w:num>
  <w:num w:numId="30" w16cid:durableId="2020084723">
    <w:abstractNumId w:val="42"/>
  </w:num>
  <w:num w:numId="31" w16cid:durableId="23528788">
    <w:abstractNumId w:val="38"/>
  </w:num>
  <w:num w:numId="32" w16cid:durableId="2056005865">
    <w:abstractNumId w:val="45"/>
  </w:num>
  <w:num w:numId="33" w16cid:durableId="878054183">
    <w:abstractNumId w:val="23"/>
  </w:num>
  <w:num w:numId="34" w16cid:durableId="1683313933">
    <w:abstractNumId w:val="48"/>
  </w:num>
  <w:num w:numId="35" w16cid:durableId="1210263136">
    <w:abstractNumId w:val="19"/>
  </w:num>
  <w:num w:numId="36" w16cid:durableId="41367318">
    <w:abstractNumId w:val="18"/>
  </w:num>
  <w:num w:numId="37" w16cid:durableId="1433429187">
    <w:abstractNumId w:val="34"/>
  </w:num>
  <w:num w:numId="38" w16cid:durableId="558171243">
    <w:abstractNumId w:val="29"/>
  </w:num>
  <w:num w:numId="39" w16cid:durableId="8635170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96004129">
    <w:abstractNumId w:val="36"/>
  </w:num>
  <w:num w:numId="41" w16cid:durableId="1439830265">
    <w:abstractNumId w:val="25"/>
  </w:num>
  <w:num w:numId="42" w16cid:durableId="1839347486">
    <w:abstractNumId w:val="13"/>
  </w:num>
  <w:num w:numId="43" w16cid:durableId="303776170">
    <w:abstractNumId w:val="43"/>
  </w:num>
  <w:num w:numId="44" w16cid:durableId="816922865">
    <w:abstractNumId w:val="30"/>
  </w:num>
  <w:num w:numId="45" w16cid:durableId="1789615619">
    <w:abstractNumId w:val="41"/>
  </w:num>
  <w:num w:numId="46" w16cid:durableId="31931373">
    <w:abstractNumId w:val="15"/>
  </w:num>
  <w:num w:numId="47" w16cid:durableId="1800031445">
    <w:abstractNumId w:val="20"/>
  </w:num>
  <w:num w:numId="48" w16cid:durableId="751774454">
    <w:abstractNumId w:val="28"/>
  </w:num>
  <w:num w:numId="49" w16cid:durableId="619920715">
    <w:abstractNumId w:val="47"/>
  </w:num>
  <w:num w:numId="50" w16cid:durableId="1193495254">
    <w:abstractNumId w:val="46"/>
  </w:num>
  <w:num w:numId="51" w16cid:durableId="2144230771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VR7lLJ68qw8vppfaUjO3WDN/gw+ROo0Fqq68ErTPR3ymy366XJ6xjIcj+WvQQ+5Csr9Beiu6rhioNwP4lOLcRw==" w:salt="yRoNXApuRH9DCCL9DHrRB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082E"/>
    <w:rsid w:val="00001CE4"/>
    <w:rsid w:val="00003E42"/>
    <w:rsid w:val="000052BD"/>
    <w:rsid w:val="00005399"/>
    <w:rsid w:val="000055BB"/>
    <w:rsid w:val="0000599A"/>
    <w:rsid w:val="00005CED"/>
    <w:rsid w:val="00005F29"/>
    <w:rsid w:val="00006EDB"/>
    <w:rsid w:val="00007BB3"/>
    <w:rsid w:val="00007C38"/>
    <w:rsid w:val="0001034F"/>
    <w:rsid w:val="00010AB4"/>
    <w:rsid w:val="00010CCD"/>
    <w:rsid w:val="000168A7"/>
    <w:rsid w:val="00022931"/>
    <w:rsid w:val="00022BCF"/>
    <w:rsid w:val="00024105"/>
    <w:rsid w:val="00024630"/>
    <w:rsid w:val="0002481C"/>
    <w:rsid w:val="0002554A"/>
    <w:rsid w:val="00025690"/>
    <w:rsid w:val="000266AA"/>
    <w:rsid w:val="00026C52"/>
    <w:rsid w:val="000270B0"/>
    <w:rsid w:val="000300FB"/>
    <w:rsid w:val="0003135D"/>
    <w:rsid w:val="00031767"/>
    <w:rsid w:val="000321B3"/>
    <w:rsid w:val="000322D3"/>
    <w:rsid w:val="0003486C"/>
    <w:rsid w:val="00040827"/>
    <w:rsid w:val="000414C5"/>
    <w:rsid w:val="0004342A"/>
    <w:rsid w:val="000441ED"/>
    <w:rsid w:val="000443D9"/>
    <w:rsid w:val="000445F7"/>
    <w:rsid w:val="00046D11"/>
    <w:rsid w:val="00047C8D"/>
    <w:rsid w:val="000513D2"/>
    <w:rsid w:val="0005166F"/>
    <w:rsid w:val="00051E89"/>
    <w:rsid w:val="0005270E"/>
    <w:rsid w:val="000537C4"/>
    <w:rsid w:val="000540B5"/>
    <w:rsid w:val="00054320"/>
    <w:rsid w:val="00054EB5"/>
    <w:rsid w:val="00056696"/>
    <w:rsid w:val="0005794B"/>
    <w:rsid w:val="000606E0"/>
    <w:rsid w:val="000626B3"/>
    <w:rsid w:val="000634D7"/>
    <w:rsid w:val="0006362A"/>
    <w:rsid w:val="00063E49"/>
    <w:rsid w:val="00064515"/>
    <w:rsid w:val="0006518B"/>
    <w:rsid w:val="00067F08"/>
    <w:rsid w:val="00072F6C"/>
    <w:rsid w:val="0007358F"/>
    <w:rsid w:val="00073AAC"/>
    <w:rsid w:val="00073ABE"/>
    <w:rsid w:val="000740E1"/>
    <w:rsid w:val="00081290"/>
    <w:rsid w:val="000833CD"/>
    <w:rsid w:val="000848EB"/>
    <w:rsid w:val="000869B3"/>
    <w:rsid w:val="0008753B"/>
    <w:rsid w:val="0008784E"/>
    <w:rsid w:val="000907A8"/>
    <w:rsid w:val="00090AF5"/>
    <w:rsid w:val="0009104C"/>
    <w:rsid w:val="000912A8"/>
    <w:rsid w:val="000924FF"/>
    <w:rsid w:val="00095497"/>
    <w:rsid w:val="00095DF9"/>
    <w:rsid w:val="00096349"/>
    <w:rsid w:val="000A0D17"/>
    <w:rsid w:val="000A1B13"/>
    <w:rsid w:val="000A524C"/>
    <w:rsid w:val="000A7EC8"/>
    <w:rsid w:val="000B0AE7"/>
    <w:rsid w:val="000B1B22"/>
    <w:rsid w:val="000B2051"/>
    <w:rsid w:val="000B2BA9"/>
    <w:rsid w:val="000B3BB4"/>
    <w:rsid w:val="000B424B"/>
    <w:rsid w:val="000C0CB0"/>
    <w:rsid w:val="000C10D2"/>
    <w:rsid w:val="000C15B9"/>
    <w:rsid w:val="000C3920"/>
    <w:rsid w:val="000C4648"/>
    <w:rsid w:val="000C56BC"/>
    <w:rsid w:val="000C62D0"/>
    <w:rsid w:val="000C79D9"/>
    <w:rsid w:val="000D067D"/>
    <w:rsid w:val="000D09E3"/>
    <w:rsid w:val="000D0D95"/>
    <w:rsid w:val="000D10FC"/>
    <w:rsid w:val="000D1115"/>
    <w:rsid w:val="000D11ED"/>
    <w:rsid w:val="000D1536"/>
    <w:rsid w:val="000D2EF2"/>
    <w:rsid w:val="000D322A"/>
    <w:rsid w:val="000D5179"/>
    <w:rsid w:val="000D6AE3"/>
    <w:rsid w:val="000D7B96"/>
    <w:rsid w:val="000E0D2C"/>
    <w:rsid w:val="000E1030"/>
    <w:rsid w:val="000E121B"/>
    <w:rsid w:val="000E1A38"/>
    <w:rsid w:val="000E1B13"/>
    <w:rsid w:val="000E21C9"/>
    <w:rsid w:val="000E256C"/>
    <w:rsid w:val="000E4C62"/>
    <w:rsid w:val="000E79E7"/>
    <w:rsid w:val="000F190F"/>
    <w:rsid w:val="000F4E54"/>
    <w:rsid w:val="000F5D61"/>
    <w:rsid w:val="000F6943"/>
    <w:rsid w:val="00100CD3"/>
    <w:rsid w:val="00100F9E"/>
    <w:rsid w:val="00104E1E"/>
    <w:rsid w:val="00105AA8"/>
    <w:rsid w:val="00105EB2"/>
    <w:rsid w:val="00106721"/>
    <w:rsid w:val="0010745E"/>
    <w:rsid w:val="001106AC"/>
    <w:rsid w:val="00112482"/>
    <w:rsid w:val="0011510E"/>
    <w:rsid w:val="00115E02"/>
    <w:rsid w:val="00116B12"/>
    <w:rsid w:val="00117079"/>
    <w:rsid w:val="001214AA"/>
    <w:rsid w:val="00124D65"/>
    <w:rsid w:val="001254A2"/>
    <w:rsid w:val="00125689"/>
    <w:rsid w:val="00126056"/>
    <w:rsid w:val="0013107C"/>
    <w:rsid w:val="001328B1"/>
    <w:rsid w:val="00132B96"/>
    <w:rsid w:val="00135A8B"/>
    <w:rsid w:val="0013615C"/>
    <w:rsid w:val="00136798"/>
    <w:rsid w:val="001373B9"/>
    <w:rsid w:val="00137531"/>
    <w:rsid w:val="0013784A"/>
    <w:rsid w:val="00140107"/>
    <w:rsid w:val="00141F67"/>
    <w:rsid w:val="00142C30"/>
    <w:rsid w:val="00143A06"/>
    <w:rsid w:val="0014452E"/>
    <w:rsid w:val="00153DD1"/>
    <w:rsid w:val="00153FD8"/>
    <w:rsid w:val="00154160"/>
    <w:rsid w:val="00156BD0"/>
    <w:rsid w:val="001607DA"/>
    <w:rsid w:val="00161CA1"/>
    <w:rsid w:val="001704F9"/>
    <w:rsid w:val="00172A25"/>
    <w:rsid w:val="00173302"/>
    <w:rsid w:val="0017353B"/>
    <w:rsid w:val="00173DD7"/>
    <w:rsid w:val="00174C3F"/>
    <w:rsid w:val="0017703D"/>
    <w:rsid w:val="00177522"/>
    <w:rsid w:val="00182590"/>
    <w:rsid w:val="00183DAE"/>
    <w:rsid w:val="00185457"/>
    <w:rsid w:val="0018696C"/>
    <w:rsid w:val="001879F9"/>
    <w:rsid w:val="001908F3"/>
    <w:rsid w:val="00191390"/>
    <w:rsid w:val="00192FC9"/>
    <w:rsid w:val="00194B1B"/>
    <w:rsid w:val="001951C8"/>
    <w:rsid w:val="00196D24"/>
    <w:rsid w:val="00197973"/>
    <w:rsid w:val="001A0E9A"/>
    <w:rsid w:val="001A22FA"/>
    <w:rsid w:val="001A2C96"/>
    <w:rsid w:val="001A5008"/>
    <w:rsid w:val="001A6B2D"/>
    <w:rsid w:val="001A731B"/>
    <w:rsid w:val="001B14B0"/>
    <w:rsid w:val="001B1F15"/>
    <w:rsid w:val="001B2AD1"/>
    <w:rsid w:val="001B6467"/>
    <w:rsid w:val="001B64BC"/>
    <w:rsid w:val="001B66E5"/>
    <w:rsid w:val="001C01ED"/>
    <w:rsid w:val="001C0DFD"/>
    <w:rsid w:val="001C0E84"/>
    <w:rsid w:val="001C10C6"/>
    <w:rsid w:val="001C19A8"/>
    <w:rsid w:val="001C26EC"/>
    <w:rsid w:val="001C32FB"/>
    <w:rsid w:val="001C4F0F"/>
    <w:rsid w:val="001C58E7"/>
    <w:rsid w:val="001C6E70"/>
    <w:rsid w:val="001D1052"/>
    <w:rsid w:val="001D17D2"/>
    <w:rsid w:val="001D2722"/>
    <w:rsid w:val="001D4730"/>
    <w:rsid w:val="001D5971"/>
    <w:rsid w:val="001D5CC4"/>
    <w:rsid w:val="001D7368"/>
    <w:rsid w:val="001E065E"/>
    <w:rsid w:val="001E30DD"/>
    <w:rsid w:val="001E3A54"/>
    <w:rsid w:val="001E441F"/>
    <w:rsid w:val="001E4693"/>
    <w:rsid w:val="001E472E"/>
    <w:rsid w:val="001E4F31"/>
    <w:rsid w:val="001E58BA"/>
    <w:rsid w:val="001E7BAA"/>
    <w:rsid w:val="001F14C6"/>
    <w:rsid w:val="001F2D6F"/>
    <w:rsid w:val="001F3240"/>
    <w:rsid w:val="001F4845"/>
    <w:rsid w:val="001F57F3"/>
    <w:rsid w:val="0020128D"/>
    <w:rsid w:val="002018D0"/>
    <w:rsid w:val="00201FC2"/>
    <w:rsid w:val="00204FEB"/>
    <w:rsid w:val="00205A25"/>
    <w:rsid w:val="00205CC6"/>
    <w:rsid w:val="00207BF7"/>
    <w:rsid w:val="00210E91"/>
    <w:rsid w:val="002119E4"/>
    <w:rsid w:val="00212117"/>
    <w:rsid w:val="0021250B"/>
    <w:rsid w:val="00212B56"/>
    <w:rsid w:val="00214211"/>
    <w:rsid w:val="002149C2"/>
    <w:rsid w:val="00214BBA"/>
    <w:rsid w:val="00215374"/>
    <w:rsid w:val="00215FC1"/>
    <w:rsid w:val="0021610F"/>
    <w:rsid w:val="00216664"/>
    <w:rsid w:val="00216A35"/>
    <w:rsid w:val="002176F9"/>
    <w:rsid w:val="00217994"/>
    <w:rsid w:val="00220A63"/>
    <w:rsid w:val="00220D1B"/>
    <w:rsid w:val="00220D30"/>
    <w:rsid w:val="00222C33"/>
    <w:rsid w:val="00222DF9"/>
    <w:rsid w:val="00222EC5"/>
    <w:rsid w:val="0022465A"/>
    <w:rsid w:val="00224859"/>
    <w:rsid w:val="00224C99"/>
    <w:rsid w:val="00224EFB"/>
    <w:rsid w:val="00226C69"/>
    <w:rsid w:val="00230051"/>
    <w:rsid w:val="002309BD"/>
    <w:rsid w:val="00232AE0"/>
    <w:rsid w:val="00234E96"/>
    <w:rsid w:val="0023527A"/>
    <w:rsid w:val="00236260"/>
    <w:rsid w:val="00240D39"/>
    <w:rsid w:val="00241659"/>
    <w:rsid w:val="00244304"/>
    <w:rsid w:val="0024433E"/>
    <w:rsid w:val="0024590D"/>
    <w:rsid w:val="00246A4D"/>
    <w:rsid w:val="002502DA"/>
    <w:rsid w:val="00255885"/>
    <w:rsid w:val="00257B76"/>
    <w:rsid w:val="00257F48"/>
    <w:rsid w:val="002600DD"/>
    <w:rsid w:val="002607BF"/>
    <w:rsid w:val="00263CDA"/>
    <w:rsid w:val="00263D63"/>
    <w:rsid w:val="00263DD2"/>
    <w:rsid w:val="002653E3"/>
    <w:rsid w:val="002660B2"/>
    <w:rsid w:val="002662FE"/>
    <w:rsid w:val="0026698E"/>
    <w:rsid w:val="00267523"/>
    <w:rsid w:val="002733AF"/>
    <w:rsid w:val="00274065"/>
    <w:rsid w:val="00274F0E"/>
    <w:rsid w:val="00275FAF"/>
    <w:rsid w:val="0027790E"/>
    <w:rsid w:val="00280CA9"/>
    <w:rsid w:val="002838D8"/>
    <w:rsid w:val="00285C90"/>
    <w:rsid w:val="002862DE"/>
    <w:rsid w:val="00287576"/>
    <w:rsid w:val="00287E13"/>
    <w:rsid w:val="00293ADE"/>
    <w:rsid w:val="00296289"/>
    <w:rsid w:val="0029665E"/>
    <w:rsid w:val="00297784"/>
    <w:rsid w:val="002A2A4E"/>
    <w:rsid w:val="002A2C27"/>
    <w:rsid w:val="002A37F2"/>
    <w:rsid w:val="002A4DCF"/>
    <w:rsid w:val="002A691A"/>
    <w:rsid w:val="002A6DEB"/>
    <w:rsid w:val="002B1C56"/>
    <w:rsid w:val="002B230D"/>
    <w:rsid w:val="002B3133"/>
    <w:rsid w:val="002B3D54"/>
    <w:rsid w:val="002B4A23"/>
    <w:rsid w:val="002C08B1"/>
    <w:rsid w:val="002C1809"/>
    <w:rsid w:val="002C19EC"/>
    <w:rsid w:val="002C2CA6"/>
    <w:rsid w:val="002C3D7D"/>
    <w:rsid w:val="002C604F"/>
    <w:rsid w:val="002C6077"/>
    <w:rsid w:val="002C670B"/>
    <w:rsid w:val="002C7D73"/>
    <w:rsid w:val="002D18D0"/>
    <w:rsid w:val="002D2F37"/>
    <w:rsid w:val="002D3B9E"/>
    <w:rsid w:val="002D5104"/>
    <w:rsid w:val="002D51E5"/>
    <w:rsid w:val="002D76A2"/>
    <w:rsid w:val="002D7957"/>
    <w:rsid w:val="002E0157"/>
    <w:rsid w:val="002E1968"/>
    <w:rsid w:val="002E34B3"/>
    <w:rsid w:val="002E443D"/>
    <w:rsid w:val="002E50FC"/>
    <w:rsid w:val="002E5395"/>
    <w:rsid w:val="002E55D0"/>
    <w:rsid w:val="002E76E4"/>
    <w:rsid w:val="002E7BB6"/>
    <w:rsid w:val="002F0177"/>
    <w:rsid w:val="002F0A6F"/>
    <w:rsid w:val="002F11E9"/>
    <w:rsid w:val="002F1536"/>
    <w:rsid w:val="002F209F"/>
    <w:rsid w:val="002F51EA"/>
    <w:rsid w:val="002F5510"/>
    <w:rsid w:val="002F62D2"/>
    <w:rsid w:val="002F6B90"/>
    <w:rsid w:val="002F6E2D"/>
    <w:rsid w:val="002F6F9E"/>
    <w:rsid w:val="002F6FF0"/>
    <w:rsid w:val="002F711C"/>
    <w:rsid w:val="002F7DDB"/>
    <w:rsid w:val="00301437"/>
    <w:rsid w:val="00301DC3"/>
    <w:rsid w:val="00303025"/>
    <w:rsid w:val="00304732"/>
    <w:rsid w:val="00305B8F"/>
    <w:rsid w:val="00310718"/>
    <w:rsid w:val="00310B65"/>
    <w:rsid w:val="00311412"/>
    <w:rsid w:val="00311829"/>
    <w:rsid w:val="00312056"/>
    <w:rsid w:val="003129C5"/>
    <w:rsid w:val="00312AA4"/>
    <w:rsid w:val="0031762E"/>
    <w:rsid w:val="003205CF"/>
    <w:rsid w:val="00320B12"/>
    <w:rsid w:val="003210CE"/>
    <w:rsid w:val="003215C6"/>
    <w:rsid w:val="00321881"/>
    <w:rsid w:val="00322C32"/>
    <w:rsid w:val="00326627"/>
    <w:rsid w:val="00326788"/>
    <w:rsid w:val="0032678C"/>
    <w:rsid w:val="0032746F"/>
    <w:rsid w:val="00327749"/>
    <w:rsid w:val="00327C60"/>
    <w:rsid w:val="0033133F"/>
    <w:rsid w:val="00332A3F"/>
    <w:rsid w:val="0033328F"/>
    <w:rsid w:val="00333AF0"/>
    <w:rsid w:val="00333E4B"/>
    <w:rsid w:val="00334136"/>
    <w:rsid w:val="00334FEA"/>
    <w:rsid w:val="003417E7"/>
    <w:rsid w:val="003428E2"/>
    <w:rsid w:val="00343683"/>
    <w:rsid w:val="00345DE9"/>
    <w:rsid w:val="00350BD1"/>
    <w:rsid w:val="00351047"/>
    <w:rsid w:val="00352914"/>
    <w:rsid w:val="00352ECB"/>
    <w:rsid w:val="0035482A"/>
    <w:rsid w:val="00354E72"/>
    <w:rsid w:val="00360F5D"/>
    <w:rsid w:val="00363148"/>
    <w:rsid w:val="003637C9"/>
    <w:rsid w:val="00365602"/>
    <w:rsid w:val="003659F1"/>
    <w:rsid w:val="00365DAF"/>
    <w:rsid w:val="00365F80"/>
    <w:rsid w:val="00366AAE"/>
    <w:rsid w:val="00366EE2"/>
    <w:rsid w:val="00366F7E"/>
    <w:rsid w:val="00367F0C"/>
    <w:rsid w:val="00370B1C"/>
    <w:rsid w:val="00370C4D"/>
    <w:rsid w:val="003716AC"/>
    <w:rsid w:val="00371BA5"/>
    <w:rsid w:val="00372A55"/>
    <w:rsid w:val="003738A0"/>
    <w:rsid w:val="0037502E"/>
    <w:rsid w:val="00377CAF"/>
    <w:rsid w:val="00381CCD"/>
    <w:rsid w:val="0038215E"/>
    <w:rsid w:val="00384604"/>
    <w:rsid w:val="0038513F"/>
    <w:rsid w:val="0038599F"/>
    <w:rsid w:val="003863B2"/>
    <w:rsid w:val="003937D0"/>
    <w:rsid w:val="00396708"/>
    <w:rsid w:val="00397C66"/>
    <w:rsid w:val="003A00C2"/>
    <w:rsid w:val="003A2A74"/>
    <w:rsid w:val="003A417A"/>
    <w:rsid w:val="003A49FF"/>
    <w:rsid w:val="003A643D"/>
    <w:rsid w:val="003A66E2"/>
    <w:rsid w:val="003A7753"/>
    <w:rsid w:val="003B064D"/>
    <w:rsid w:val="003B20CE"/>
    <w:rsid w:val="003B6561"/>
    <w:rsid w:val="003B6BF4"/>
    <w:rsid w:val="003B7673"/>
    <w:rsid w:val="003C11A0"/>
    <w:rsid w:val="003C2036"/>
    <w:rsid w:val="003C25CA"/>
    <w:rsid w:val="003C26B3"/>
    <w:rsid w:val="003C32BA"/>
    <w:rsid w:val="003C3460"/>
    <w:rsid w:val="003C5111"/>
    <w:rsid w:val="003C545C"/>
    <w:rsid w:val="003C73D1"/>
    <w:rsid w:val="003D2BB1"/>
    <w:rsid w:val="003D7CC4"/>
    <w:rsid w:val="003E3657"/>
    <w:rsid w:val="003E40B7"/>
    <w:rsid w:val="003E475D"/>
    <w:rsid w:val="003E72B7"/>
    <w:rsid w:val="003F03CD"/>
    <w:rsid w:val="003F0FD8"/>
    <w:rsid w:val="003F3C51"/>
    <w:rsid w:val="003F440D"/>
    <w:rsid w:val="003F53B8"/>
    <w:rsid w:val="003F609C"/>
    <w:rsid w:val="003F7C15"/>
    <w:rsid w:val="0040005B"/>
    <w:rsid w:val="0040084C"/>
    <w:rsid w:val="00400D23"/>
    <w:rsid w:val="0040146B"/>
    <w:rsid w:val="00403408"/>
    <w:rsid w:val="004054F2"/>
    <w:rsid w:val="00407E5F"/>
    <w:rsid w:val="00410E9E"/>
    <w:rsid w:val="0041173B"/>
    <w:rsid w:val="00411A48"/>
    <w:rsid w:val="004127BE"/>
    <w:rsid w:val="004138B0"/>
    <w:rsid w:val="00413C65"/>
    <w:rsid w:val="004159AC"/>
    <w:rsid w:val="00423041"/>
    <w:rsid w:val="0042368E"/>
    <w:rsid w:val="00423A79"/>
    <w:rsid w:val="00423D41"/>
    <w:rsid w:val="00427818"/>
    <w:rsid w:val="00427944"/>
    <w:rsid w:val="00427A4A"/>
    <w:rsid w:val="004302DA"/>
    <w:rsid w:val="00431255"/>
    <w:rsid w:val="004314D9"/>
    <w:rsid w:val="004334E4"/>
    <w:rsid w:val="00435949"/>
    <w:rsid w:val="00436DC0"/>
    <w:rsid w:val="004373BD"/>
    <w:rsid w:val="00440080"/>
    <w:rsid w:val="00442451"/>
    <w:rsid w:val="00442DBF"/>
    <w:rsid w:val="00443A70"/>
    <w:rsid w:val="004444C7"/>
    <w:rsid w:val="0045064E"/>
    <w:rsid w:val="00451D45"/>
    <w:rsid w:val="00454C03"/>
    <w:rsid w:val="00456140"/>
    <w:rsid w:val="00456796"/>
    <w:rsid w:val="0045766D"/>
    <w:rsid w:val="0046053E"/>
    <w:rsid w:val="0046151D"/>
    <w:rsid w:val="00461C0C"/>
    <w:rsid w:val="00462261"/>
    <w:rsid w:val="004622AB"/>
    <w:rsid w:val="0046337D"/>
    <w:rsid w:val="0046434D"/>
    <w:rsid w:val="004644AB"/>
    <w:rsid w:val="00465E4D"/>
    <w:rsid w:val="0046706F"/>
    <w:rsid w:val="004711A6"/>
    <w:rsid w:val="004727E0"/>
    <w:rsid w:val="00473281"/>
    <w:rsid w:val="004739FE"/>
    <w:rsid w:val="0047439B"/>
    <w:rsid w:val="00476845"/>
    <w:rsid w:val="00476D4A"/>
    <w:rsid w:val="004808B6"/>
    <w:rsid w:val="00480DA6"/>
    <w:rsid w:val="00482018"/>
    <w:rsid w:val="00484A06"/>
    <w:rsid w:val="004874BA"/>
    <w:rsid w:val="0049133E"/>
    <w:rsid w:val="0049165E"/>
    <w:rsid w:val="00492EF7"/>
    <w:rsid w:val="0049348B"/>
    <w:rsid w:val="00493C33"/>
    <w:rsid w:val="0049425E"/>
    <w:rsid w:val="004977DA"/>
    <w:rsid w:val="004A0B25"/>
    <w:rsid w:val="004A4D87"/>
    <w:rsid w:val="004A6738"/>
    <w:rsid w:val="004A7026"/>
    <w:rsid w:val="004A7C95"/>
    <w:rsid w:val="004A7CD8"/>
    <w:rsid w:val="004B0678"/>
    <w:rsid w:val="004B0C1F"/>
    <w:rsid w:val="004B2952"/>
    <w:rsid w:val="004B2F51"/>
    <w:rsid w:val="004B40A5"/>
    <w:rsid w:val="004B4DF8"/>
    <w:rsid w:val="004B6D7B"/>
    <w:rsid w:val="004B6FD4"/>
    <w:rsid w:val="004B73F5"/>
    <w:rsid w:val="004B7781"/>
    <w:rsid w:val="004B77D9"/>
    <w:rsid w:val="004C08DD"/>
    <w:rsid w:val="004C286D"/>
    <w:rsid w:val="004D11E5"/>
    <w:rsid w:val="004D1555"/>
    <w:rsid w:val="004D33CF"/>
    <w:rsid w:val="004D36F7"/>
    <w:rsid w:val="004D38C1"/>
    <w:rsid w:val="004D641F"/>
    <w:rsid w:val="004D743A"/>
    <w:rsid w:val="004D7C38"/>
    <w:rsid w:val="004D948E"/>
    <w:rsid w:val="004E1536"/>
    <w:rsid w:val="004E1902"/>
    <w:rsid w:val="004E638F"/>
    <w:rsid w:val="004E641F"/>
    <w:rsid w:val="004F0BAC"/>
    <w:rsid w:val="004F1858"/>
    <w:rsid w:val="004F3322"/>
    <w:rsid w:val="004F5BF9"/>
    <w:rsid w:val="004F5F4B"/>
    <w:rsid w:val="004F7191"/>
    <w:rsid w:val="005005FE"/>
    <w:rsid w:val="005062A1"/>
    <w:rsid w:val="005079A8"/>
    <w:rsid w:val="005103EF"/>
    <w:rsid w:val="00511C82"/>
    <w:rsid w:val="005120BF"/>
    <w:rsid w:val="00513842"/>
    <w:rsid w:val="00514432"/>
    <w:rsid w:val="00514844"/>
    <w:rsid w:val="00515932"/>
    <w:rsid w:val="005177DA"/>
    <w:rsid w:val="005247B5"/>
    <w:rsid w:val="00527FCE"/>
    <w:rsid w:val="005308D9"/>
    <w:rsid w:val="00532104"/>
    <w:rsid w:val="00534B60"/>
    <w:rsid w:val="0053621A"/>
    <w:rsid w:val="005376B9"/>
    <w:rsid w:val="00537C7C"/>
    <w:rsid w:val="005401AC"/>
    <w:rsid w:val="00540988"/>
    <w:rsid w:val="00540BB8"/>
    <w:rsid w:val="00540BD9"/>
    <w:rsid w:val="00540D5F"/>
    <w:rsid w:val="005413C8"/>
    <w:rsid w:val="00541B2E"/>
    <w:rsid w:val="005421CE"/>
    <w:rsid w:val="0054229E"/>
    <w:rsid w:val="005428E9"/>
    <w:rsid w:val="00544010"/>
    <w:rsid w:val="00546617"/>
    <w:rsid w:val="00546C68"/>
    <w:rsid w:val="005470F4"/>
    <w:rsid w:val="0055085A"/>
    <w:rsid w:val="0055149F"/>
    <w:rsid w:val="0055281C"/>
    <w:rsid w:val="0055283A"/>
    <w:rsid w:val="005529E3"/>
    <w:rsid w:val="00553D70"/>
    <w:rsid w:val="00554473"/>
    <w:rsid w:val="00554CF2"/>
    <w:rsid w:val="00555032"/>
    <w:rsid w:val="00555B2D"/>
    <w:rsid w:val="0055628E"/>
    <w:rsid w:val="00556FA7"/>
    <w:rsid w:val="005602A4"/>
    <w:rsid w:val="00560796"/>
    <w:rsid w:val="00561D67"/>
    <w:rsid w:val="00561E71"/>
    <w:rsid w:val="005626CB"/>
    <w:rsid w:val="0056312B"/>
    <w:rsid w:val="0056402D"/>
    <w:rsid w:val="00564D91"/>
    <w:rsid w:val="00565278"/>
    <w:rsid w:val="00567333"/>
    <w:rsid w:val="005673DF"/>
    <w:rsid w:val="005715FE"/>
    <w:rsid w:val="00573470"/>
    <w:rsid w:val="00576299"/>
    <w:rsid w:val="005808BB"/>
    <w:rsid w:val="00581115"/>
    <w:rsid w:val="005836FE"/>
    <w:rsid w:val="005837B4"/>
    <w:rsid w:val="005847CE"/>
    <w:rsid w:val="005858F8"/>
    <w:rsid w:val="005874FB"/>
    <w:rsid w:val="00591C1A"/>
    <w:rsid w:val="00591DCD"/>
    <w:rsid w:val="005940F4"/>
    <w:rsid w:val="005940FB"/>
    <w:rsid w:val="00594343"/>
    <w:rsid w:val="00595AC1"/>
    <w:rsid w:val="0059660B"/>
    <w:rsid w:val="00596719"/>
    <w:rsid w:val="0059674E"/>
    <w:rsid w:val="00596ED9"/>
    <w:rsid w:val="005A0E8A"/>
    <w:rsid w:val="005A1FC3"/>
    <w:rsid w:val="005A4747"/>
    <w:rsid w:val="005A488C"/>
    <w:rsid w:val="005A4CDA"/>
    <w:rsid w:val="005A4E16"/>
    <w:rsid w:val="005A6ABB"/>
    <w:rsid w:val="005A6F78"/>
    <w:rsid w:val="005B043A"/>
    <w:rsid w:val="005B0D86"/>
    <w:rsid w:val="005B1165"/>
    <w:rsid w:val="005B1F26"/>
    <w:rsid w:val="005B3E5E"/>
    <w:rsid w:val="005B49BF"/>
    <w:rsid w:val="005B55D5"/>
    <w:rsid w:val="005B5CD6"/>
    <w:rsid w:val="005B706B"/>
    <w:rsid w:val="005B7A0E"/>
    <w:rsid w:val="005C0319"/>
    <w:rsid w:val="005C234F"/>
    <w:rsid w:val="005C5B15"/>
    <w:rsid w:val="005C62C2"/>
    <w:rsid w:val="005C6861"/>
    <w:rsid w:val="005C6E35"/>
    <w:rsid w:val="005D0A64"/>
    <w:rsid w:val="005D0E5B"/>
    <w:rsid w:val="005D175F"/>
    <w:rsid w:val="005D19AB"/>
    <w:rsid w:val="005D273D"/>
    <w:rsid w:val="005D32B2"/>
    <w:rsid w:val="005D45BF"/>
    <w:rsid w:val="005D51CE"/>
    <w:rsid w:val="005D62DC"/>
    <w:rsid w:val="005D647F"/>
    <w:rsid w:val="005D7C02"/>
    <w:rsid w:val="005E1444"/>
    <w:rsid w:val="005E3FA8"/>
    <w:rsid w:val="005E64E3"/>
    <w:rsid w:val="005E65CA"/>
    <w:rsid w:val="005E751D"/>
    <w:rsid w:val="005E78A3"/>
    <w:rsid w:val="005F026B"/>
    <w:rsid w:val="005F05FA"/>
    <w:rsid w:val="005F1768"/>
    <w:rsid w:val="005F1888"/>
    <w:rsid w:val="005F2E1B"/>
    <w:rsid w:val="005F39E9"/>
    <w:rsid w:val="005F400A"/>
    <w:rsid w:val="005F48A9"/>
    <w:rsid w:val="005F4FAA"/>
    <w:rsid w:val="00600DAE"/>
    <w:rsid w:val="0060102A"/>
    <w:rsid w:val="00601935"/>
    <w:rsid w:val="0060219A"/>
    <w:rsid w:val="00602ED9"/>
    <w:rsid w:val="006041C1"/>
    <w:rsid w:val="006062CF"/>
    <w:rsid w:val="006136FA"/>
    <w:rsid w:val="00614401"/>
    <w:rsid w:val="006150C0"/>
    <w:rsid w:val="00615A53"/>
    <w:rsid w:val="00615FEC"/>
    <w:rsid w:val="006173EA"/>
    <w:rsid w:val="00617664"/>
    <w:rsid w:val="0062075C"/>
    <w:rsid w:val="00621363"/>
    <w:rsid w:val="0062338F"/>
    <w:rsid w:val="00626E0C"/>
    <w:rsid w:val="00627DCF"/>
    <w:rsid w:val="00630029"/>
    <w:rsid w:val="0063047A"/>
    <w:rsid w:val="00631282"/>
    <w:rsid w:val="00632E65"/>
    <w:rsid w:val="00633102"/>
    <w:rsid w:val="00633472"/>
    <w:rsid w:val="0063374F"/>
    <w:rsid w:val="00633AA8"/>
    <w:rsid w:val="00633EA0"/>
    <w:rsid w:val="00635818"/>
    <w:rsid w:val="0063603D"/>
    <w:rsid w:val="0063698F"/>
    <w:rsid w:val="00637C66"/>
    <w:rsid w:val="00640A52"/>
    <w:rsid w:val="00642504"/>
    <w:rsid w:val="00643650"/>
    <w:rsid w:val="00647D06"/>
    <w:rsid w:val="00650806"/>
    <w:rsid w:val="00650E73"/>
    <w:rsid w:val="0065179C"/>
    <w:rsid w:val="00653E83"/>
    <w:rsid w:val="00654703"/>
    <w:rsid w:val="00655354"/>
    <w:rsid w:val="006558FD"/>
    <w:rsid w:val="00655FDB"/>
    <w:rsid w:val="00662215"/>
    <w:rsid w:val="006622FA"/>
    <w:rsid w:val="00665179"/>
    <w:rsid w:val="00665269"/>
    <w:rsid w:val="00665B8B"/>
    <w:rsid w:val="00665DBB"/>
    <w:rsid w:val="006670BA"/>
    <w:rsid w:val="00672E3F"/>
    <w:rsid w:val="0067461C"/>
    <w:rsid w:val="00677BB2"/>
    <w:rsid w:val="00677EF7"/>
    <w:rsid w:val="00680D18"/>
    <w:rsid w:val="00683151"/>
    <w:rsid w:val="006839E3"/>
    <w:rsid w:val="006852F9"/>
    <w:rsid w:val="00687335"/>
    <w:rsid w:val="00687CBB"/>
    <w:rsid w:val="00690C27"/>
    <w:rsid w:val="00691FCA"/>
    <w:rsid w:val="00693B49"/>
    <w:rsid w:val="006948E6"/>
    <w:rsid w:val="0069758E"/>
    <w:rsid w:val="006A005A"/>
    <w:rsid w:val="006A0372"/>
    <w:rsid w:val="006A0E3E"/>
    <w:rsid w:val="006A1CC7"/>
    <w:rsid w:val="006A4146"/>
    <w:rsid w:val="006A43B8"/>
    <w:rsid w:val="006A4DEC"/>
    <w:rsid w:val="006A6980"/>
    <w:rsid w:val="006B1725"/>
    <w:rsid w:val="006B27AB"/>
    <w:rsid w:val="006B2916"/>
    <w:rsid w:val="006B396E"/>
    <w:rsid w:val="006B3D3A"/>
    <w:rsid w:val="006B47AE"/>
    <w:rsid w:val="006B4BBE"/>
    <w:rsid w:val="006B5D4D"/>
    <w:rsid w:val="006B60CA"/>
    <w:rsid w:val="006B7938"/>
    <w:rsid w:val="006C4D09"/>
    <w:rsid w:val="006C4DA9"/>
    <w:rsid w:val="006C61EF"/>
    <w:rsid w:val="006C767C"/>
    <w:rsid w:val="006D0506"/>
    <w:rsid w:val="006D0B5D"/>
    <w:rsid w:val="006D1F8E"/>
    <w:rsid w:val="006D2197"/>
    <w:rsid w:val="006D3983"/>
    <w:rsid w:val="006D3AF9"/>
    <w:rsid w:val="006D6363"/>
    <w:rsid w:val="006D7506"/>
    <w:rsid w:val="006E045C"/>
    <w:rsid w:val="006E1D3F"/>
    <w:rsid w:val="006E1F5D"/>
    <w:rsid w:val="006E4D5B"/>
    <w:rsid w:val="006E717F"/>
    <w:rsid w:val="006F138E"/>
    <w:rsid w:val="006F19F6"/>
    <w:rsid w:val="006F1DD1"/>
    <w:rsid w:val="006F2926"/>
    <w:rsid w:val="006F2CA9"/>
    <w:rsid w:val="006F3981"/>
    <w:rsid w:val="006F7800"/>
    <w:rsid w:val="00700F92"/>
    <w:rsid w:val="007026EA"/>
    <w:rsid w:val="00703118"/>
    <w:rsid w:val="00703464"/>
    <w:rsid w:val="007039C3"/>
    <w:rsid w:val="0070421C"/>
    <w:rsid w:val="007048C8"/>
    <w:rsid w:val="00704FF9"/>
    <w:rsid w:val="007056CD"/>
    <w:rsid w:val="0071189A"/>
    <w:rsid w:val="007118BD"/>
    <w:rsid w:val="00712A71"/>
    <w:rsid w:val="00712C9C"/>
    <w:rsid w:val="00714423"/>
    <w:rsid w:val="00714882"/>
    <w:rsid w:val="00715067"/>
    <w:rsid w:val="007154BE"/>
    <w:rsid w:val="0071606D"/>
    <w:rsid w:val="007169C3"/>
    <w:rsid w:val="00717911"/>
    <w:rsid w:val="0072058A"/>
    <w:rsid w:val="00721628"/>
    <w:rsid w:val="00721A1E"/>
    <w:rsid w:val="0072780E"/>
    <w:rsid w:val="0073120A"/>
    <w:rsid w:val="0073293B"/>
    <w:rsid w:val="00733B36"/>
    <w:rsid w:val="007342EE"/>
    <w:rsid w:val="0073553C"/>
    <w:rsid w:val="00736C0A"/>
    <w:rsid w:val="00740509"/>
    <w:rsid w:val="007418DC"/>
    <w:rsid w:val="00741F48"/>
    <w:rsid w:val="00742631"/>
    <w:rsid w:val="0074639C"/>
    <w:rsid w:val="007475AB"/>
    <w:rsid w:val="00750A3A"/>
    <w:rsid w:val="00750B0B"/>
    <w:rsid w:val="00751533"/>
    <w:rsid w:val="00752DBC"/>
    <w:rsid w:val="007536D3"/>
    <w:rsid w:val="00753C55"/>
    <w:rsid w:val="00753FAA"/>
    <w:rsid w:val="007541C6"/>
    <w:rsid w:val="00755114"/>
    <w:rsid w:val="0075638F"/>
    <w:rsid w:val="00757EC7"/>
    <w:rsid w:val="00761008"/>
    <w:rsid w:val="00761A08"/>
    <w:rsid w:val="00761D45"/>
    <w:rsid w:val="007658C6"/>
    <w:rsid w:val="007667FA"/>
    <w:rsid w:val="00767436"/>
    <w:rsid w:val="007677C4"/>
    <w:rsid w:val="00767860"/>
    <w:rsid w:val="00770CF5"/>
    <w:rsid w:val="00771A25"/>
    <w:rsid w:val="007754AD"/>
    <w:rsid w:val="00776F92"/>
    <w:rsid w:val="00777577"/>
    <w:rsid w:val="007800BC"/>
    <w:rsid w:val="0078012E"/>
    <w:rsid w:val="00781362"/>
    <w:rsid w:val="0078344B"/>
    <w:rsid w:val="0078490A"/>
    <w:rsid w:val="00784BBB"/>
    <w:rsid w:val="007850CF"/>
    <w:rsid w:val="00785C92"/>
    <w:rsid w:val="00787079"/>
    <w:rsid w:val="00787EE0"/>
    <w:rsid w:val="00790B69"/>
    <w:rsid w:val="00791F59"/>
    <w:rsid w:val="007936B2"/>
    <w:rsid w:val="0079373B"/>
    <w:rsid w:val="007938A9"/>
    <w:rsid w:val="00794638"/>
    <w:rsid w:val="00795C2D"/>
    <w:rsid w:val="00795C52"/>
    <w:rsid w:val="00797610"/>
    <w:rsid w:val="007A1D7B"/>
    <w:rsid w:val="007A2167"/>
    <w:rsid w:val="007A2EE0"/>
    <w:rsid w:val="007A336E"/>
    <w:rsid w:val="007A46FB"/>
    <w:rsid w:val="007A6095"/>
    <w:rsid w:val="007A62AD"/>
    <w:rsid w:val="007A7F60"/>
    <w:rsid w:val="007B090B"/>
    <w:rsid w:val="007B114A"/>
    <w:rsid w:val="007B1C9C"/>
    <w:rsid w:val="007B2183"/>
    <w:rsid w:val="007B2B2A"/>
    <w:rsid w:val="007B4319"/>
    <w:rsid w:val="007B483C"/>
    <w:rsid w:val="007B5E98"/>
    <w:rsid w:val="007C0271"/>
    <w:rsid w:val="007C0338"/>
    <w:rsid w:val="007C0B85"/>
    <w:rsid w:val="007C0E06"/>
    <w:rsid w:val="007C0E56"/>
    <w:rsid w:val="007C1AE4"/>
    <w:rsid w:val="007C390F"/>
    <w:rsid w:val="007C3F74"/>
    <w:rsid w:val="007C483E"/>
    <w:rsid w:val="007C573E"/>
    <w:rsid w:val="007C59A9"/>
    <w:rsid w:val="007C638E"/>
    <w:rsid w:val="007C725D"/>
    <w:rsid w:val="007C745F"/>
    <w:rsid w:val="007C75F8"/>
    <w:rsid w:val="007C7AAD"/>
    <w:rsid w:val="007D2325"/>
    <w:rsid w:val="007D2D05"/>
    <w:rsid w:val="007D30B7"/>
    <w:rsid w:val="007D3A9A"/>
    <w:rsid w:val="007D46BC"/>
    <w:rsid w:val="007D4700"/>
    <w:rsid w:val="007D66CA"/>
    <w:rsid w:val="007D6751"/>
    <w:rsid w:val="007D6844"/>
    <w:rsid w:val="007D7184"/>
    <w:rsid w:val="007E11CE"/>
    <w:rsid w:val="007E1F90"/>
    <w:rsid w:val="007E66D0"/>
    <w:rsid w:val="007E69EC"/>
    <w:rsid w:val="007F2092"/>
    <w:rsid w:val="007F2C16"/>
    <w:rsid w:val="007F503C"/>
    <w:rsid w:val="007F595F"/>
    <w:rsid w:val="007F6BF7"/>
    <w:rsid w:val="007F7FE6"/>
    <w:rsid w:val="00800202"/>
    <w:rsid w:val="00800606"/>
    <w:rsid w:val="00800A2F"/>
    <w:rsid w:val="0080170E"/>
    <w:rsid w:val="00802507"/>
    <w:rsid w:val="00802D26"/>
    <w:rsid w:val="00802F8B"/>
    <w:rsid w:val="00803A11"/>
    <w:rsid w:val="00804050"/>
    <w:rsid w:val="00804104"/>
    <w:rsid w:val="00807DF2"/>
    <w:rsid w:val="00811B70"/>
    <w:rsid w:val="00812111"/>
    <w:rsid w:val="00812F4E"/>
    <w:rsid w:val="0081339A"/>
    <w:rsid w:val="00814848"/>
    <w:rsid w:val="00821F5E"/>
    <w:rsid w:val="00822ADD"/>
    <w:rsid w:val="0082326D"/>
    <w:rsid w:val="008236DF"/>
    <w:rsid w:val="00824AE3"/>
    <w:rsid w:val="00825CE7"/>
    <w:rsid w:val="00825EDD"/>
    <w:rsid w:val="00826032"/>
    <w:rsid w:val="00827541"/>
    <w:rsid w:val="008278DD"/>
    <w:rsid w:val="00827C81"/>
    <w:rsid w:val="008314A7"/>
    <w:rsid w:val="00833A9B"/>
    <w:rsid w:val="00835F8B"/>
    <w:rsid w:val="00835FAD"/>
    <w:rsid w:val="00836B9D"/>
    <w:rsid w:val="00836DA9"/>
    <w:rsid w:val="00840E72"/>
    <w:rsid w:val="00850ABB"/>
    <w:rsid w:val="0085111E"/>
    <w:rsid w:val="00852EFE"/>
    <w:rsid w:val="0085457B"/>
    <w:rsid w:val="00854FCD"/>
    <w:rsid w:val="00856EC5"/>
    <w:rsid w:val="00860312"/>
    <w:rsid w:val="008610B2"/>
    <w:rsid w:val="00862337"/>
    <w:rsid w:val="0086448A"/>
    <w:rsid w:val="00864A08"/>
    <w:rsid w:val="00865B9D"/>
    <w:rsid w:val="00865F30"/>
    <w:rsid w:val="008666C8"/>
    <w:rsid w:val="00866DA4"/>
    <w:rsid w:val="00867308"/>
    <w:rsid w:val="008678CE"/>
    <w:rsid w:val="00867DA5"/>
    <w:rsid w:val="00870D04"/>
    <w:rsid w:val="00871B34"/>
    <w:rsid w:val="00873E7A"/>
    <w:rsid w:val="00874AA0"/>
    <w:rsid w:val="00874FF0"/>
    <w:rsid w:val="00875D31"/>
    <w:rsid w:val="0088090B"/>
    <w:rsid w:val="0088180C"/>
    <w:rsid w:val="00881C9B"/>
    <w:rsid w:val="00882247"/>
    <w:rsid w:val="008845B4"/>
    <w:rsid w:val="008848FA"/>
    <w:rsid w:val="00885950"/>
    <w:rsid w:val="00887248"/>
    <w:rsid w:val="00891DAC"/>
    <w:rsid w:val="008934A2"/>
    <w:rsid w:val="00893599"/>
    <w:rsid w:val="0089376D"/>
    <w:rsid w:val="008942C3"/>
    <w:rsid w:val="00897461"/>
    <w:rsid w:val="008A00EA"/>
    <w:rsid w:val="008A01DE"/>
    <w:rsid w:val="008A25F2"/>
    <w:rsid w:val="008A2B82"/>
    <w:rsid w:val="008A370E"/>
    <w:rsid w:val="008A4DB5"/>
    <w:rsid w:val="008A55BF"/>
    <w:rsid w:val="008A57D6"/>
    <w:rsid w:val="008A5AF3"/>
    <w:rsid w:val="008A6770"/>
    <w:rsid w:val="008A6E42"/>
    <w:rsid w:val="008A71FD"/>
    <w:rsid w:val="008A77F9"/>
    <w:rsid w:val="008A7FD6"/>
    <w:rsid w:val="008B118D"/>
    <w:rsid w:val="008B208F"/>
    <w:rsid w:val="008B70A0"/>
    <w:rsid w:val="008C05B4"/>
    <w:rsid w:val="008C0832"/>
    <w:rsid w:val="008C2CB0"/>
    <w:rsid w:val="008C3362"/>
    <w:rsid w:val="008C3DA4"/>
    <w:rsid w:val="008C3F89"/>
    <w:rsid w:val="008C4481"/>
    <w:rsid w:val="008C4675"/>
    <w:rsid w:val="008C4A1B"/>
    <w:rsid w:val="008C7A85"/>
    <w:rsid w:val="008D0A94"/>
    <w:rsid w:val="008D0E5B"/>
    <w:rsid w:val="008D41F8"/>
    <w:rsid w:val="008D4F22"/>
    <w:rsid w:val="008D64A4"/>
    <w:rsid w:val="008D6965"/>
    <w:rsid w:val="008D7FF2"/>
    <w:rsid w:val="008E06E4"/>
    <w:rsid w:val="008E2A86"/>
    <w:rsid w:val="008E2F80"/>
    <w:rsid w:val="008E4E80"/>
    <w:rsid w:val="008E50CB"/>
    <w:rsid w:val="008E63B4"/>
    <w:rsid w:val="008F23EB"/>
    <w:rsid w:val="008F2703"/>
    <w:rsid w:val="008F3678"/>
    <w:rsid w:val="008F5635"/>
    <w:rsid w:val="008F6630"/>
    <w:rsid w:val="008F6869"/>
    <w:rsid w:val="008F7015"/>
    <w:rsid w:val="008F7386"/>
    <w:rsid w:val="008F7524"/>
    <w:rsid w:val="00900083"/>
    <w:rsid w:val="00900AAC"/>
    <w:rsid w:val="0090275E"/>
    <w:rsid w:val="00902AD8"/>
    <w:rsid w:val="00903F60"/>
    <w:rsid w:val="009054F9"/>
    <w:rsid w:val="00906F18"/>
    <w:rsid w:val="00910626"/>
    <w:rsid w:val="009126C8"/>
    <w:rsid w:val="00913BE6"/>
    <w:rsid w:val="00914CD8"/>
    <w:rsid w:val="00914E5D"/>
    <w:rsid w:val="009151C8"/>
    <w:rsid w:val="00915B77"/>
    <w:rsid w:val="009161FC"/>
    <w:rsid w:val="00916468"/>
    <w:rsid w:val="009175E1"/>
    <w:rsid w:val="00922AA6"/>
    <w:rsid w:val="00922EEE"/>
    <w:rsid w:val="00923991"/>
    <w:rsid w:val="00924AC5"/>
    <w:rsid w:val="0092568A"/>
    <w:rsid w:val="00927465"/>
    <w:rsid w:val="00927F0F"/>
    <w:rsid w:val="0093005C"/>
    <w:rsid w:val="00930F50"/>
    <w:rsid w:val="00932400"/>
    <w:rsid w:val="00935581"/>
    <w:rsid w:val="0093609B"/>
    <w:rsid w:val="00936C0D"/>
    <w:rsid w:val="00937AAD"/>
    <w:rsid w:val="00940708"/>
    <w:rsid w:val="009417CD"/>
    <w:rsid w:val="0094239B"/>
    <w:rsid w:val="00943B4D"/>
    <w:rsid w:val="009444BF"/>
    <w:rsid w:val="00944BCA"/>
    <w:rsid w:val="00945817"/>
    <w:rsid w:val="00945B98"/>
    <w:rsid w:val="00950E74"/>
    <w:rsid w:val="0095363C"/>
    <w:rsid w:val="00953DBA"/>
    <w:rsid w:val="00953FD3"/>
    <w:rsid w:val="00954A7D"/>
    <w:rsid w:val="00954ABE"/>
    <w:rsid w:val="00956004"/>
    <w:rsid w:val="00957A91"/>
    <w:rsid w:val="00960543"/>
    <w:rsid w:val="0096330D"/>
    <w:rsid w:val="00965294"/>
    <w:rsid w:val="00970E40"/>
    <w:rsid w:val="00971647"/>
    <w:rsid w:val="0097168D"/>
    <w:rsid w:val="00972377"/>
    <w:rsid w:val="009742DF"/>
    <w:rsid w:val="0097533B"/>
    <w:rsid w:val="009756E8"/>
    <w:rsid w:val="0097631C"/>
    <w:rsid w:val="00977FF3"/>
    <w:rsid w:val="00980D97"/>
    <w:rsid w:val="0098308B"/>
    <w:rsid w:val="0098447E"/>
    <w:rsid w:val="009858F8"/>
    <w:rsid w:val="00985EA2"/>
    <w:rsid w:val="00986A52"/>
    <w:rsid w:val="00990B19"/>
    <w:rsid w:val="009911CD"/>
    <w:rsid w:val="00991B86"/>
    <w:rsid w:val="00992365"/>
    <w:rsid w:val="00992948"/>
    <w:rsid w:val="00992AB6"/>
    <w:rsid w:val="00995BB1"/>
    <w:rsid w:val="0099676F"/>
    <w:rsid w:val="009977A6"/>
    <w:rsid w:val="009A019E"/>
    <w:rsid w:val="009A151E"/>
    <w:rsid w:val="009A3A0E"/>
    <w:rsid w:val="009A4E10"/>
    <w:rsid w:val="009A5DC1"/>
    <w:rsid w:val="009A7599"/>
    <w:rsid w:val="009A7DDA"/>
    <w:rsid w:val="009B1EFB"/>
    <w:rsid w:val="009B3343"/>
    <w:rsid w:val="009B4D2D"/>
    <w:rsid w:val="009B57D7"/>
    <w:rsid w:val="009B6080"/>
    <w:rsid w:val="009C04D1"/>
    <w:rsid w:val="009C1291"/>
    <w:rsid w:val="009C19B8"/>
    <w:rsid w:val="009C1B77"/>
    <w:rsid w:val="009C2A3A"/>
    <w:rsid w:val="009C4CC6"/>
    <w:rsid w:val="009C5E2A"/>
    <w:rsid w:val="009C6A09"/>
    <w:rsid w:val="009C7637"/>
    <w:rsid w:val="009C7A87"/>
    <w:rsid w:val="009D120B"/>
    <w:rsid w:val="009D1A62"/>
    <w:rsid w:val="009D4133"/>
    <w:rsid w:val="009D42B0"/>
    <w:rsid w:val="009D63CB"/>
    <w:rsid w:val="009E1724"/>
    <w:rsid w:val="009E2D0F"/>
    <w:rsid w:val="009E2E0A"/>
    <w:rsid w:val="009E33A2"/>
    <w:rsid w:val="009E35C6"/>
    <w:rsid w:val="009E4B22"/>
    <w:rsid w:val="009E4F46"/>
    <w:rsid w:val="009E60B9"/>
    <w:rsid w:val="009E75B5"/>
    <w:rsid w:val="009E7F7D"/>
    <w:rsid w:val="009F0393"/>
    <w:rsid w:val="009F2981"/>
    <w:rsid w:val="009F2DD3"/>
    <w:rsid w:val="009F4389"/>
    <w:rsid w:val="00A01697"/>
    <w:rsid w:val="00A04A65"/>
    <w:rsid w:val="00A05279"/>
    <w:rsid w:val="00A05E63"/>
    <w:rsid w:val="00A06012"/>
    <w:rsid w:val="00A06867"/>
    <w:rsid w:val="00A07013"/>
    <w:rsid w:val="00A077DC"/>
    <w:rsid w:val="00A103AD"/>
    <w:rsid w:val="00A11B30"/>
    <w:rsid w:val="00A14567"/>
    <w:rsid w:val="00A1570E"/>
    <w:rsid w:val="00A16501"/>
    <w:rsid w:val="00A16825"/>
    <w:rsid w:val="00A16BA7"/>
    <w:rsid w:val="00A16F55"/>
    <w:rsid w:val="00A22A24"/>
    <w:rsid w:val="00A25459"/>
    <w:rsid w:val="00A25EBB"/>
    <w:rsid w:val="00A25FA8"/>
    <w:rsid w:val="00A26BB7"/>
    <w:rsid w:val="00A27560"/>
    <w:rsid w:val="00A3101C"/>
    <w:rsid w:val="00A31B8F"/>
    <w:rsid w:val="00A333AC"/>
    <w:rsid w:val="00A33483"/>
    <w:rsid w:val="00A34303"/>
    <w:rsid w:val="00A360D0"/>
    <w:rsid w:val="00A41CF4"/>
    <w:rsid w:val="00A43B7A"/>
    <w:rsid w:val="00A4551D"/>
    <w:rsid w:val="00A4553E"/>
    <w:rsid w:val="00A45D2A"/>
    <w:rsid w:val="00A46161"/>
    <w:rsid w:val="00A4720A"/>
    <w:rsid w:val="00A47937"/>
    <w:rsid w:val="00A50508"/>
    <w:rsid w:val="00A5114E"/>
    <w:rsid w:val="00A51364"/>
    <w:rsid w:val="00A51967"/>
    <w:rsid w:val="00A51E46"/>
    <w:rsid w:val="00A52602"/>
    <w:rsid w:val="00A575BB"/>
    <w:rsid w:val="00A5766A"/>
    <w:rsid w:val="00A57D1E"/>
    <w:rsid w:val="00A61104"/>
    <w:rsid w:val="00A63393"/>
    <w:rsid w:val="00A64D2B"/>
    <w:rsid w:val="00A650A7"/>
    <w:rsid w:val="00A700B4"/>
    <w:rsid w:val="00A712A7"/>
    <w:rsid w:val="00A7188A"/>
    <w:rsid w:val="00A71B2C"/>
    <w:rsid w:val="00A7305E"/>
    <w:rsid w:val="00A734F0"/>
    <w:rsid w:val="00A73E8F"/>
    <w:rsid w:val="00A755DE"/>
    <w:rsid w:val="00A757FF"/>
    <w:rsid w:val="00A75CDC"/>
    <w:rsid w:val="00A77C2E"/>
    <w:rsid w:val="00A81250"/>
    <w:rsid w:val="00A823DD"/>
    <w:rsid w:val="00A82A26"/>
    <w:rsid w:val="00A82F12"/>
    <w:rsid w:val="00A83AC4"/>
    <w:rsid w:val="00A83FF1"/>
    <w:rsid w:val="00A85129"/>
    <w:rsid w:val="00A9024B"/>
    <w:rsid w:val="00A90EA5"/>
    <w:rsid w:val="00A91179"/>
    <w:rsid w:val="00A91308"/>
    <w:rsid w:val="00A91A56"/>
    <w:rsid w:val="00A9739F"/>
    <w:rsid w:val="00A975CE"/>
    <w:rsid w:val="00AA026A"/>
    <w:rsid w:val="00AA0A3F"/>
    <w:rsid w:val="00AA0DDE"/>
    <w:rsid w:val="00AA1CFF"/>
    <w:rsid w:val="00AA1FAD"/>
    <w:rsid w:val="00AA3BD3"/>
    <w:rsid w:val="00AA6097"/>
    <w:rsid w:val="00AA7649"/>
    <w:rsid w:val="00AB104E"/>
    <w:rsid w:val="00AB1A73"/>
    <w:rsid w:val="00AB21E5"/>
    <w:rsid w:val="00AB288A"/>
    <w:rsid w:val="00AB430F"/>
    <w:rsid w:val="00AB45B2"/>
    <w:rsid w:val="00AB668B"/>
    <w:rsid w:val="00AB6785"/>
    <w:rsid w:val="00AB6A79"/>
    <w:rsid w:val="00AB7152"/>
    <w:rsid w:val="00AB7A24"/>
    <w:rsid w:val="00AC2E01"/>
    <w:rsid w:val="00AC39C2"/>
    <w:rsid w:val="00AC3D91"/>
    <w:rsid w:val="00AC5837"/>
    <w:rsid w:val="00AC5ACA"/>
    <w:rsid w:val="00AC6FD0"/>
    <w:rsid w:val="00AC73EB"/>
    <w:rsid w:val="00AD3183"/>
    <w:rsid w:val="00AD355B"/>
    <w:rsid w:val="00AD4F74"/>
    <w:rsid w:val="00AD75F0"/>
    <w:rsid w:val="00AD798B"/>
    <w:rsid w:val="00AE01B5"/>
    <w:rsid w:val="00AE1584"/>
    <w:rsid w:val="00AE3262"/>
    <w:rsid w:val="00AE33E8"/>
    <w:rsid w:val="00AE345C"/>
    <w:rsid w:val="00AE444F"/>
    <w:rsid w:val="00AE47B9"/>
    <w:rsid w:val="00AE53F2"/>
    <w:rsid w:val="00AE59BE"/>
    <w:rsid w:val="00AE6375"/>
    <w:rsid w:val="00AE7F79"/>
    <w:rsid w:val="00AF0E19"/>
    <w:rsid w:val="00AF1EEB"/>
    <w:rsid w:val="00AF3BE2"/>
    <w:rsid w:val="00AF64F7"/>
    <w:rsid w:val="00B01B78"/>
    <w:rsid w:val="00B02EE5"/>
    <w:rsid w:val="00B03101"/>
    <w:rsid w:val="00B03AA7"/>
    <w:rsid w:val="00B03EDE"/>
    <w:rsid w:val="00B04276"/>
    <w:rsid w:val="00B04599"/>
    <w:rsid w:val="00B0475A"/>
    <w:rsid w:val="00B04B0C"/>
    <w:rsid w:val="00B05D90"/>
    <w:rsid w:val="00B060FA"/>
    <w:rsid w:val="00B0612B"/>
    <w:rsid w:val="00B06CBB"/>
    <w:rsid w:val="00B071BB"/>
    <w:rsid w:val="00B07D3C"/>
    <w:rsid w:val="00B12CAA"/>
    <w:rsid w:val="00B13D91"/>
    <w:rsid w:val="00B13E9F"/>
    <w:rsid w:val="00B14007"/>
    <w:rsid w:val="00B14C83"/>
    <w:rsid w:val="00B15674"/>
    <w:rsid w:val="00B15E42"/>
    <w:rsid w:val="00B1668A"/>
    <w:rsid w:val="00B16B37"/>
    <w:rsid w:val="00B16C93"/>
    <w:rsid w:val="00B16EC5"/>
    <w:rsid w:val="00B2072A"/>
    <w:rsid w:val="00B2271B"/>
    <w:rsid w:val="00B232C1"/>
    <w:rsid w:val="00B24692"/>
    <w:rsid w:val="00B24C8D"/>
    <w:rsid w:val="00B25730"/>
    <w:rsid w:val="00B25E56"/>
    <w:rsid w:val="00B25E93"/>
    <w:rsid w:val="00B25F09"/>
    <w:rsid w:val="00B26BC4"/>
    <w:rsid w:val="00B27AE0"/>
    <w:rsid w:val="00B31212"/>
    <w:rsid w:val="00B31E5C"/>
    <w:rsid w:val="00B333C6"/>
    <w:rsid w:val="00B35742"/>
    <w:rsid w:val="00B35B3A"/>
    <w:rsid w:val="00B35CAB"/>
    <w:rsid w:val="00B36381"/>
    <w:rsid w:val="00B36E17"/>
    <w:rsid w:val="00B41903"/>
    <w:rsid w:val="00B41F77"/>
    <w:rsid w:val="00B43548"/>
    <w:rsid w:val="00B43F0E"/>
    <w:rsid w:val="00B44A02"/>
    <w:rsid w:val="00B4637F"/>
    <w:rsid w:val="00B465FA"/>
    <w:rsid w:val="00B46D8A"/>
    <w:rsid w:val="00B46F3A"/>
    <w:rsid w:val="00B474B0"/>
    <w:rsid w:val="00B507DD"/>
    <w:rsid w:val="00B52612"/>
    <w:rsid w:val="00B53931"/>
    <w:rsid w:val="00B55075"/>
    <w:rsid w:val="00B6171E"/>
    <w:rsid w:val="00B6225F"/>
    <w:rsid w:val="00B63662"/>
    <w:rsid w:val="00B638D1"/>
    <w:rsid w:val="00B63F8D"/>
    <w:rsid w:val="00B6546E"/>
    <w:rsid w:val="00B667E8"/>
    <w:rsid w:val="00B6796C"/>
    <w:rsid w:val="00B67DD5"/>
    <w:rsid w:val="00B70FFF"/>
    <w:rsid w:val="00B73798"/>
    <w:rsid w:val="00B738C6"/>
    <w:rsid w:val="00B7479F"/>
    <w:rsid w:val="00B74DEC"/>
    <w:rsid w:val="00B759D2"/>
    <w:rsid w:val="00B762B5"/>
    <w:rsid w:val="00B76842"/>
    <w:rsid w:val="00B7712A"/>
    <w:rsid w:val="00B77D65"/>
    <w:rsid w:val="00B80502"/>
    <w:rsid w:val="00B827DD"/>
    <w:rsid w:val="00B82EC8"/>
    <w:rsid w:val="00B840AD"/>
    <w:rsid w:val="00B857D2"/>
    <w:rsid w:val="00B868E9"/>
    <w:rsid w:val="00B90B19"/>
    <w:rsid w:val="00B91945"/>
    <w:rsid w:val="00B937CE"/>
    <w:rsid w:val="00B94745"/>
    <w:rsid w:val="00B948F7"/>
    <w:rsid w:val="00B94D58"/>
    <w:rsid w:val="00B953B0"/>
    <w:rsid w:val="00B96413"/>
    <w:rsid w:val="00B96B11"/>
    <w:rsid w:val="00B97CAF"/>
    <w:rsid w:val="00BA0801"/>
    <w:rsid w:val="00BA1901"/>
    <w:rsid w:val="00BA1AF3"/>
    <w:rsid w:val="00BA39A9"/>
    <w:rsid w:val="00BA5270"/>
    <w:rsid w:val="00BA6B33"/>
    <w:rsid w:val="00BB078F"/>
    <w:rsid w:val="00BB094F"/>
    <w:rsid w:val="00BB12BB"/>
    <w:rsid w:val="00BB1AE7"/>
    <w:rsid w:val="00BB397B"/>
    <w:rsid w:val="00BB458A"/>
    <w:rsid w:val="00BB5096"/>
    <w:rsid w:val="00BB643A"/>
    <w:rsid w:val="00BC0617"/>
    <w:rsid w:val="00BC1748"/>
    <w:rsid w:val="00BC1764"/>
    <w:rsid w:val="00BC1B4B"/>
    <w:rsid w:val="00BC23E6"/>
    <w:rsid w:val="00BC445E"/>
    <w:rsid w:val="00BC4A39"/>
    <w:rsid w:val="00BC4BAD"/>
    <w:rsid w:val="00BC537F"/>
    <w:rsid w:val="00BC7FBB"/>
    <w:rsid w:val="00BD0C18"/>
    <w:rsid w:val="00BD0D68"/>
    <w:rsid w:val="00BD0F71"/>
    <w:rsid w:val="00BD22BE"/>
    <w:rsid w:val="00BD36D4"/>
    <w:rsid w:val="00BD5271"/>
    <w:rsid w:val="00BD62CF"/>
    <w:rsid w:val="00BE00B7"/>
    <w:rsid w:val="00BE0201"/>
    <w:rsid w:val="00BE0AF0"/>
    <w:rsid w:val="00BE182F"/>
    <w:rsid w:val="00BE194C"/>
    <w:rsid w:val="00BE3BA1"/>
    <w:rsid w:val="00BE4FFA"/>
    <w:rsid w:val="00BE5CC0"/>
    <w:rsid w:val="00BE66BC"/>
    <w:rsid w:val="00BE6A50"/>
    <w:rsid w:val="00BE6BA6"/>
    <w:rsid w:val="00BF0241"/>
    <w:rsid w:val="00BF08B6"/>
    <w:rsid w:val="00BF2B9D"/>
    <w:rsid w:val="00BF4638"/>
    <w:rsid w:val="00BF50ED"/>
    <w:rsid w:val="00BF5470"/>
    <w:rsid w:val="00BF6C10"/>
    <w:rsid w:val="00BF7F10"/>
    <w:rsid w:val="00C0024A"/>
    <w:rsid w:val="00C00939"/>
    <w:rsid w:val="00C014F0"/>
    <w:rsid w:val="00C054A7"/>
    <w:rsid w:val="00C06E41"/>
    <w:rsid w:val="00C0781D"/>
    <w:rsid w:val="00C0788A"/>
    <w:rsid w:val="00C07E62"/>
    <w:rsid w:val="00C1180E"/>
    <w:rsid w:val="00C149F3"/>
    <w:rsid w:val="00C15063"/>
    <w:rsid w:val="00C15E77"/>
    <w:rsid w:val="00C1728C"/>
    <w:rsid w:val="00C20FA3"/>
    <w:rsid w:val="00C22545"/>
    <w:rsid w:val="00C22E1F"/>
    <w:rsid w:val="00C25FA0"/>
    <w:rsid w:val="00C30436"/>
    <w:rsid w:val="00C3293D"/>
    <w:rsid w:val="00C343B9"/>
    <w:rsid w:val="00C344C6"/>
    <w:rsid w:val="00C3623F"/>
    <w:rsid w:val="00C40525"/>
    <w:rsid w:val="00C406D1"/>
    <w:rsid w:val="00C42A0C"/>
    <w:rsid w:val="00C4410D"/>
    <w:rsid w:val="00C45C56"/>
    <w:rsid w:val="00C46A5E"/>
    <w:rsid w:val="00C507AA"/>
    <w:rsid w:val="00C50E17"/>
    <w:rsid w:val="00C51E6F"/>
    <w:rsid w:val="00C53499"/>
    <w:rsid w:val="00C53E4A"/>
    <w:rsid w:val="00C541EE"/>
    <w:rsid w:val="00C578F6"/>
    <w:rsid w:val="00C60448"/>
    <w:rsid w:val="00C613E5"/>
    <w:rsid w:val="00C614AE"/>
    <w:rsid w:val="00C6156D"/>
    <w:rsid w:val="00C61F34"/>
    <w:rsid w:val="00C61F47"/>
    <w:rsid w:val="00C65182"/>
    <w:rsid w:val="00C66613"/>
    <w:rsid w:val="00C71DB6"/>
    <w:rsid w:val="00C720CA"/>
    <w:rsid w:val="00C7255E"/>
    <w:rsid w:val="00C72743"/>
    <w:rsid w:val="00C73150"/>
    <w:rsid w:val="00C73461"/>
    <w:rsid w:val="00C74379"/>
    <w:rsid w:val="00C74F87"/>
    <w:rsid w:val="00C75808"/>
    <w:rsid w:val="00C76344"/>
    <w:rsid w:val="00C76547"/>
    <w:rsid w:val="00C76A50"/>
    <w:rsid w:val="00C7750E"/>
    <w:rsid w:val="00C775F7"/>
    <w:rsid w:val="00C812A2"/>
    <w:rsid w:val="00C834FB"/>
    <w:rsid w:val="00C83D3D"/>
    <w:rsid w:val="00C8429F"/>
    <w:rsid w:val="00C8487A"/>
    <w:rsid w:val="00C871BC"/>
    <w:rsid w:val="00C87497"/>
    <w:rsid w:val="00C90A19"/>
    <w:rsid w:val="00C94006"/>
    <w:rsid w:val="00C94210"/>
    <w:rsid w:val="00C94557"/>
    <w:rsid w:val="00C94BA4"/>
    <w:rsid w:val="00C95F6A"/>
    <w:rsid w:val="00C9681C"/>
    <w:rsid w:val="00C9686A"/>
    <w:rsid w:val="00CA000E"/>
    <w:rsid w:val="00CA1A56"/>
    <w:rsid w:val="00CA3BC5"/>
    <w:rsid w:val="00CA6060"/>
    <w:rsid w:val="00CA7D56"/>
    <w:rsid w:val="00CA7D77"/>
    <w:rsid w:val="00CB09D8"/>
    <w:rsid w:val="00CB0B09"/>
    <w:rsid w:val="00CB0C35"/>
    <w:rsid w:val="00CB1473"/>
    <w:rsid w:val="00CB7A60"/>
    <w:rsid w:val="00CC05A6"/>
    <w:rsid w:val="00CC09F7"/>
    <w:rsid w:val="00CC18FB"/>
    <w:rsid w:val="00CC26B1"/>
    <w:rsid w:val="00CC26CC"/>
    <w:rsid w:val="00CC2A00"/>
    <w:rsid w:val="00CC4A2F"/>
    <w:rsid w:val="00CC629F"/>
    <w:rsid w:val="00CC6CF0"/>
    <w:rsid w:val="00CD0357"/>
    <w:rsid w:val="00CD1400"/>
    <w:rsid w:val="00CD31E8"/>
    <w:rsid w:val="00CD4410"/>
    <w:rsid w:val="00CD460A"/>
    <w:rsid w:val="00CD5E9A"/>
    <w:rsid w:val="00CD607B"/>
    <w:rsid w:val="00CD6B6C"/>
    <w:rsid w:val="00CD6C18"/>
    <w:rsid w:val="00CD791D"/>
    <w:rsid w:val="00CE1067"/>
    <w:rsid w:val="00CE15D9"/>
    <w:rsid w:val="00CE1E99"/>
    <w:rsid w:val="00CE2553"/>
    <w:rsid w:val="00CE3161"/>
    <w:rsid w:val="00CE358B"/>
    <w:rsid w:val="00CE4CF8"/>
    <w:rsid w:val="00CE7CAF"/>
    <w:rsid w:val="00CE7D71"/>
    <w:rsid w:val="00CF25E4"/>
    <w:rsid w:val="00CF4BFE"/>
    <w:rsid w:val="00CF4F46"/>
    <w:rsid w:val="00CF53D0"/>
    <w:rsid w:val="00CF748A"/>
    <w:rsid w:val="00CF75A8"/>
    <w:rsid w:val="00D002DB"/>
    <w:rsid w:val="00D00A14"/>
    <w:rsid w:val="00D00F20"/>
    <w:rsid w:val="00D013BE"/>
    <w:rsid w:val="00D01516"/>
    <w:rsid w:val="00D0176F"/>
    <w:rsid w:val="00D02097"/>
    <w:rsid w:val="00D058B9"/>
    <w:rsid w:val="00D06151"/>
    <w:rsid w:val="00D062F8"/>
    <w:rsid w:val="00D06E9F"/>
    <w:rsid w:val="00D100C3"/>
    <w:rsid w:val="00D13491"/>
    <w:rsid w:val="00D1375A"/>
    <w:rsid w:val="00D14F0D"/>
    <w:rsid w:val="00D17015"/>
    <w:rsid w:val="00D173FC"/>
    <w:rsid w:val="00D17467"/>
    <w:rsid w:val="00D17523"/>
    <w:rsid w:val="00D20EE1"/>
    <w:rsid w:val="00D22409"/>
    <w:rsid w:val="00D22A28"/>
    <w:rsid w:val="00D23CCA"/>
    <w:rsid w:val="00D23F91"/>
    <w:rsid w:val="00D24379"/>
    <w:rsid w:val="00D25E5C"/>
    <w:rsid w:val="00D260A6"/>
    <w:rsid w:val="00D2640E"/>
    <w:rsid w:val="00D31108"/>
    <w:rsid w:val="00D3159B"/>
    <w:rsid w:val="00D31A50"/>
    <w:rsid w:val="00D3291E"/>
    <w:rsid w:val="00D33257"/>
    <w:rsid w:val="00D332F7"/>
    <w:rsid w:val="00D345B5"/>
    <w:rsid w:val="00D35BE9"/>
    <w:rsid w:val="00D430DA"/>
    <w:rsid w:val="00D43C2A"/>
    <w:rsid w:val="00D43C54"/>
    <w:rsid w:val="00D44278"/>
    <w:rsid w:val="00D47904"/>
    <w:rsid w:val="00D50064"/>
    <w:rsid w:val="00D5045E"/>
    <w:rsid w:val="00D5097F"/>
    <w:rsid w:val="00D51FD5"/>
    <w:rsid w:val="00D5223D"/>
    <w:rsid w:val="00D52E23"/>
    <w:rsid w:val="00D52E6F"/>
    <w:rsid w:val="00D54037"/>
    <w:rsid w:val="00D5543E"/>
    <w:rsid w:val="00D56A60"/>
    <w:rsid w:val="00D6094A"/>
    <w:rsid w:val="00D60B3D"/>
    <w:rsid w:val="00D60E84"/>
    <w:rsid w:val="00D6365C"/>
    <w:rsid w:val="00D64C19"/>
    <w:rsid w:val="00D661B9"/>
    <w:rsid w:val="00D70889"/>
    <w:rsid w:val="00D72820"/>
    <w:rsid w:val="00D73721"/>
    <w:rsid w:val="00D73854"/>
    <w:rsid w:val="00D73AB0"/>
    <w:rsid w:val="00D74A76"/>
    <w:rsid w:val="00D75615"/>
    <w:rsid w:val="00D77664"/>
    <w:rsid w:val="00D83F83"/>
    <w:rsid w:val="00D8516B"/>
    <w:rsid w:val="00D85A27"/>
    <w:rsid w:val="00D85E50"/>
    <w:rsid w:val="00D86BCC"/>
    <w:rsid w:val="00D941BA"/>
    <w:rsid w:val="00D94208"/>
    <w:rsid w:val="00D9474D"/>
    <w:rsid w:val="00D95F65"/>
    <w:rsid w:val="00D9649F"/>
    <w:rsid w:val="00D96D3E"/>
    <w:rsid w:val="00DA19C5"/>
    <w:rsid w:val="00DA216A"/>
    <w:rsid w:val="00DA3818"/>
    <w:rsid w:val="00DA3F7F"/>
    <w:rsid w:val="00DA4F11"/>
    <w:rsid w:val="00DA6007"/>
    <w:rsid w:val="00DA60AD"/>
    <w:rsid w:val="00DB0F5A"/>
    <w:rsid w:val="00DB3BBB"/>
    <w:rsid w:val="00DB5483"/>
    <w:rsid w:val="00DB69D3"/>
    <w:rsid w:val="00DC0C0C"/>
    <w:rsid w:val="00DC26E4"/>
    <w:rsid w:val="00DC686D"/>
    <w:rsid w:val="00DC7479"/>
    <w:rsid w:val="00DD040D"/>
    <w:rsid w:val="00DD35DD"/>
    <w:rsid w:val="00DD6FA6"/>
    <w:rsid w:val="00DD7F2E"/>
    <w:rsid w:val="00DE2713"/>
    <w:rsid w:val="00DE2920"/>
    <w:rsid w:val="00DE5819"/>
    <w:rsid w:val="00DE6057"/>
    <w:rsid w:val="00DE657A"/>
    <w:rsid w:val="00DE7335"/>
    <w:rsid w:val="00DE76DA"/>
    <w:rsid w:val="00DF1FE7"/>
    <w:rsid w:val="00DF1FF5"/>
    <w:rsid w:val="00DF3257"/>
    <w:rsid w:val="00DF3551"/>
    <w:rsid w:val="00DF55AA"/>
    <w:rsid w:val="00DF6649"/>
    <w:rsid w:val="00DF743B"/>
    <w:rsid w:val="00E00645"/>
    <w:rsid w:val="00E042F5"/>
    <w:rsid w:val="00E0465B"/>
    <w:rsid w:val="00E0528E"/>
    <w:rsid w:val="00E10CDC"/>
    <w:rsid w:val="00E118FF"/>
    <w:rsid w:val="00E138E7"/>
    <w:rsid w:val="00E15828"/>
    <w:rsid w:val="00E15AD2"/>
    <w:rsid w:val="00E16148"/>
    <w:rsid w:val="00E1634D"/>
    <w:rsid w:val="00E16A0C"/>
    <w:rsid w:val="00E16AA6"/>
    <w:rsid w:val="00E16F7D"/>
    <w:rsid w:val="00E17B6C"/>
    <w:rsid w:val="00E2062F"/>
    <w:rsid w:val="00E24F04"/>
    <w:rsid w:val="00E251D2"/>
    <w:rsid w:val="00E26806"/>
    <w:rsid w:val="00E31876"/>
    <w:rsid w:val="00E3279C"/>
    <w:rsid w:val="00E32F55"/>
    <w:rsid w:val="00E351F5"/>
    <w:rsid w:val="00E37A58"/>
    <w:rsid w:val="00E37BE3"/>
    <w:rsid w:val="00E43C30"/>
    <w:rsid w:val="00E44381"/>
    <w:rsid w:val="00E44508"/>
    <w:rsid w:val="00E469EC"/>
    <w:rsid w:val="00E47169"/>
    <w:rsid w:val="00E47393"/>
    <w:rsid w:val="00E5023D"/>
    <w:rsid w:val="00E538A4"/>
    <w:rsid w:val="00E54B21"/>
    <w:rsid w:val="00E56114"/>
    <w:rsid w:val="00E564DB"/>
    <w:rsid w:val="00E56513"/>
    <w:rsid w:val="00E56539"/>
    <w:rsid w:val="00E568FF"/>
    <w:rsid w:val="00E57C03"/>
    <w:rsid w:val="00E609C6"/>
    <w:rsid w:val="00E611AD"/>
    <w:rsid w:val="00E61431"/>
    <w:rsid w:val="00E6152E"/>
    <w:rsid w:val="00E61C3E"/>
    <w:rsid w:val="00E6499A"/>
    <w:rsid w:val="00E65660"/>
    <w:rsid w:val="00E65ACA"/>
    <w:rsid w:val="00E702D8"/>
    <w:rsid w:val="00E71D64"/>
    <w:rsid w:val="00E7357E"/>
    <w:rsid w:val="00E74A52"/>
    <w:rsid w:val="00E76B40"/>
    <w:rsid w:val="00E76F8A"/>
    <w:rsid w:val="00E7740E"/>
    <w:rsid w:val="00E77C84"/>
    <w:rsid w:val="00E80784"/>
    <w:rsid w:val="00E80FB0"/>
    <w:rsid w:val="00E818A1"/>
    <w:rsid w:val="00E82231"/>
    <w:rsid w:val="00E82784"/>
    <w:rsid w:val="00E84755"/>
    <w:rsid w:val="00E84F1B"/>
    <w:rsid w:val="00E85EF9"/>
    <w:rsid w:val="00E91AA7"/>
    <w:rsid w:val="00E92442"/>
    <w:rsid w:val="00E938C0"/>
    <w:rsid w:val="00E94546"/>
    <w:rsid w:val="00E9590F"/>
    <w:rsid w:val="00E97540"/>
    <w:rsid w:val="00EA5022"/>
    <w:rsid w:val="00EA56F7"/>
    <w:rsid w:val="00EA739E"/>
    <w:rsid w:val="00EB1058"/>
    <w:rsid w:val="00EB10ED"/>
    <w:rsid w:val="00EB13DC"/>
    <w:rsid w:val="00EB2DC1"/>
    <w:rsid w:val="00EB3F3C"/>
    <w:rsid w:val="00EB4FF4"/>
    <w:rsid w:val="00EB6918"/>
    <w:rsid w:val="00EB766A"/>
    <w:rsid w:val="00EC0023"/>
    <w:rsid w:val="00EC0395"/>
    <w:rsid w:val="00EC13C7"/>
    <w:rsid w:val="00EC3BE9"/>
    <w:rsid w:val="00EC5024"/>
    <w:rsid w:val="00EC7478"/>
    <w:rsid w:val="00EC77A3"/>
    <w:rsid w:val="00ED12AF"/>
    <w:rsid w:val="00ED1F73"/>
    <w:rsid w:val="00ED2318"/>
    <w:rsid w:val="00ED32FC"/>
    <w:rsid w:val="00ED3418"/>
    <w:rsid w:val="00ED39DE"/>
    <w:rsid w:val="00ED6398"/>
    <w:rsid w:val="00ED6B40"/>
    <w:rsid w:val="00ED6C5D"/>
    <w:rsid w:val="00ED76DC"/>
    <w:rsid w:val="00ED7B8E"/>
    <w:rsid w:val="00ED7BF8"/>
    <w:rsid w:val="00ED7CB7"/>
    <w:rsid w:val="00EE3BF6"/>
    <w:rsid w:val="00EE47DA"/>
    <w:rsid w:val="00EE5590"/>
    <w:rsid w:val="00EE5737"/>
    <w:rsid w:val="00EE5862"/>
    <w:rsid w:val="00EE67EB"/>
    <w:rsid w:val="00EE6B2C"/>
    <w:rsid w:val="00EF0073"/>
    <w:rsid w:val="00EF3427"/>
    <w:rsid w:val="00EF4E53"/>
    <w:rsid w:val="00EF4E55"/>
    <w:rsid w:val="00EF5374"/>
    <w:rsid w:val="00EF5ADD"/>
    <w:rsid w:val="00EF60A4"/>
    <w:rsid w:val="00F00951"/>
    <w:rsid w:val="00F00A44"/>
    <w:rsid w:val="00F01B4B"/>
    <w:rsid w:val="00F03593"/>
    <w:rsid w:val="00F047CE"/>
    <w:rsid w:val="00F05BEE"/>
    <w:rsid w:val="00F062FF"/>
    <w:rsid w:val="00F0740A"/>
    <w:rsid w:val="00F11947"/>
    <w:rsid w:val="00F12FFB"/>
    <w:rsid w:val="00F13D41"/>
    <w:rsid w:val="00F14A0C"/>
    <w:rsid w:val="00F151FD"/>
    <w:rsid w:val="00F167EC"/>
    <w:rsid w:val="00F16A86"/>
    <w:rsid w:val="00F1737B"/>
    <w:rsid w:val="00F24414"/>
    <w:rsid w:val="00F24681"/>
    <w:rsid w:val="00F262EB"/>
    <w:rsid w:val="00F265CC"/>
    <w:rsid w:val="00F26DD7"/>
    <w:rsid w:val="00F27032"/>
    <w:rsid w:val="00F30F10"/>
    <w:rsid w:val="00F314B7"/>
    <w:rsid w:val="00F31AFD"/>
    <w:rsid w:val="00F3305F"/>
    <w:rsid w:val="00F338E7"/>
    <w:rsid w:val="00F342C5"/>
    <w:rsid w:val="00F34DC4"/>
    <w:rsid w:val="00F35029"/>
    <w:rsid w:val="00F36BC2"/>
    <w:rsid w:val="00F37440"/>
    <w:rsid w:val="00F4009A"/>
    <w:rsid w:val="00F40893"/>
    <w:rsid w:val="00F40D8D"/>
    <w:rsid w:val="00F4101E"/>
    <w:rsid w:val="00F42624"/>
    <w:rsid w:val="00F43D17"/>
    <w:rsid w:val="00F43E6A"/>
    <w:rsid w:val="00F44ED0"/>
    <w:rsid w:val="00F475FB"/>
    <w:rsid w:val="00F47D28"/>
    <w:rsid w:val="00F515B6"/>
    <w:rsid w:val="00F51CB7"/>
    <w:rsid w:val="00F53B70"/>
    <w:rsid w:val="00F53ED0"/>
    <w:rsid w:val="00F5470E"/>
    <w:rsid w:val="00F55B52"/>
    <w:rsid w:val="00F57860"/>
    <w:rsid w:val="00F57D75"/>
    <w:rsid w:val="00F614F6"/>
    <w:rsid w:val="00F63949"/>
    <w:rsid w:val="00F63B87"/>
    <w:rsid w:val="00F65DEF"/>
    <w:rsid w:val="00F665B9"/>
    <w:rsid w:val="00F66C61"/>
    <w:rsid w:val="00F70661"/>
    <w:rsid w:val="00F709C2"/>
    <w:rsid w:val="00F715F4"/>
    <w:rsid w:val="00F7220B"/>
    <w:rsid w:val="00F725F8"/>
    <w:rsid w:val="00F74235"/>
    <w:rsid w:val="00F757B8"/>
    <w:rsid w:val="00F75930"/>
    <w:rsid w:val="00F76506"/>
    <w:rsid w:val="00F77053"/>
    <w:rsid w:val="00F80ABA"/>
    <w:rsid w:val="00F82036"/>
    <w:rsid w:val="00F83AF5"/>
    <w:rsid w:val="00F84A37"/>
    <w:rsid w:val="00F91757"/>
    <w:rsid w:val="00F93765"/>
    <w:rsid w:val="00F95BAA"/>
    <w:rsid w:val="00F96F19"/>
    <w:rsid w:val="00F97104"/>
    <w:rsid w:val="00F9713D"/>
    <w:rsid w:val="00F97E12"/>
    <w:rsid w:val="00FA0906"/>
    <w:rsid w:val="00FA1437"/>
    <w:rsid w:val="00FA3F7D"/>
    <w:rsid w:val="00FA44AD"/>
    <w:rsid w:val="00FA5365"/>
    <w:rsid w:val="00FA6C20"/>
    <w:rsid w:val="00FA76D0"/>
    <w:rsid w:val="00FB124B"/>
    <w:rsid w:val="00FB3A10"/>
    <w:rsid w:val="00FB53E7"/>
    <w:rsid w:val="00FB6807"/>
    <w:rsid w:val="00FB6FF4"/>
    <w:rsid w:val="00FC118B"/>
    <w:rsid w:val="00FC1C05"/>
    <w:rsid w:val="00FC2B5C"/>
    <w:rsid w:val="00FC3667"/>
    <w:rsid w:val="00FC49A5"/>
    <w:rsid w:val="00FD1428"/>
    <w:rsid w:val="00FD4AAC"/>
    <w:rsid w:val="00FD722D"/>
    <w:rsid w:val="00FE0C75"/>
    <w:rsid w:val="00FE221B"/>
    <w:rsid w:val="00FE4C6C"/>
    <w:rsid w:val="00FE4F5C"/>
    <w:rsid w:val="00FE532A"/>
    <w:rsid w:val="00FF08A6"/>
    <w:rsid w:val="00FF2082"/>
    <w:rsid w:val="00FF3019"/>
    <w:rsid w:val="00FF5225"/>
    <w:rsid w:val="00FF66AB"/>
    <w:rsid w:val="00FF6774"/>
    <w:rsid w:val="00FF7775"/>
    <w:rsid w:val="01A6CDC1"/>
    <w:rsid w:val="02B34A13"/>
    <w:rsid w:val="07D893E8"/>
    <w:rsid w:val="08E32976"/>
    <w:rsid w:val="0943E0BD"/>
    <w:rsid w:val="0E939D00"/>
    <w:rsid w:val="10DE1404"/>
    <w:rsid w:val="11836400"/>
    <w:rsid w:val="1656D523"/>
    <w:rsid w:val="18B30B5A"/>
    <w:rsid w:val="18FA8E3E"/>
    <w:rsid w:val="1BB40809"/>
    <w:rsid w:val="1D297652"/>
    <w:rsid w:val="1D679436"/>
    <w:rsid w:val="1E5F73A2"/>
    <w:rsid w:val="228D4ABD"/>
    <w:rsid w:val="22E8FC46"/>
    <w:rsid w:val="23C40B66"/>
    <w:rsid w:val="25B23AE8"/>
    <w:rsid w:val="27933287"/>
    <w:rsid w:val="29B125A6"/>
    <w:rsid w:val="2D169E9E"/>
    <w:rsid w:val="3002A05C"/>
    <w:rsid w:val="3225C457"/>
    <w:rsid w:val="32C5EECD"/>
    <w:rsid w:val="3479B661"/>
    <w:rsid w:val="361F9C7C"/>
    <w:rsid w:val="3689B863"/>
    <w:rsid w:val="37FF34DC"/>
    <w:rsid w:val="3D507D18"/>
    <w:rsid w:val="3E26BC91"/>
    <w:rsid w:val="4243F9B2"/>
    <w:rsid w:val="43A63FAA"/>
    <w:rsid w:val="45ED2A1B"/>
    <w:rsid w:val="49EF8B14"/>
    <w:rsid w:val="4C361163"/>
    <w:rsid w:val="4C94AD98"/>
    <w:rsid w:val="4D7C63C6"/>
    <w:rsid w:val="4DDF920A"/>
    <w:rsid w:val="4DEBCF55"/>
    <w:rsid w:val="525E14A9"/>
    <w:rsid w:val="527711DA"/>
    <w:rsid w:val="528F8BEE"/>
    <w:rsid w:val="54083989"/>
    <w:rsid w:val="5787EADB"/>
    <w:rsid w:val="59CC4731"/>
    <w:rsid w:val="5E32204C"/>
    <w:rsid w:val="60B7C270"/>
    <w:rsid w:val="6457A60D"/>
    <w:rsid w:val="68E06057"/>
    <w:rsid w:val="706E69A4"/>
    <w:rsid w:val="731A3711"/>
    <w:rsid w:val="73288859"/>
    <w:rsid w:val="78332B4D"/>
    <w:rsid w:val="79D11EB7"/>
    <w:rsid w:val="79FF5691"/>
    <w:rsid w:val="7D95D92B"/>
    <w:rsid w:val="7FCC8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254E0D74"/>
  <w15:chartTrackingRefBased/>
  <w15:docId w15:val="{D751993A-1D77-45C4-AE5F-94533D51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1E89"/>
    <w:pPr>
      <w:ind w:right="-720"/>
    </w:pPr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jc w:val="both"/>
    </w:pPr>
    <w:rPr>
      <w:rFonts w:ascii="Myriad Roman" w:eastAsia="Times" w:hAnsi="Myriad Roman"/>
      <w:sz w:val="19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pPr>
      <w:numPr>
        <w:numId w:val="11"/>
      </w:numPr>
      <w:tabs>
        <w:tab w:val="left" w:pos="360"/>
        <w:tab w:val="right" w:leader="underscore" w:pos="9720"/>
      </w:tabs>
    </w:pPr>
    <w:rPr>
      <w:rFonts w:ascii="Myriad Roman" w:hAnsi="Myriad Roman"/>
      <w:sz w:val="20"/>
    </w:rPr>
  </w:style>
  <w:style w:type="paragraph" w:customStyle="1" w:styleId="IndentwithTabs2">
    <w:name w:val="Indent with Tabs2"/>
    <w:basedOn w:val="Normal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Cs w:val="20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F57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1F57F3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Normal"/>
    <w:rsid w:val="001F57F3"/>
    <w:pPr>
      <w:numPr>
        <w:numId w:val="12"/>
      </w:numPr>
      <w:shd w:val="clear" w:color="auto" w:fill="FFFFFF"/>
      <w:spacing w:after="240"/>
      <w:ind w:right="0"/>
      <w:outlineLvl w:val="0"/>
    </w:pPr>
    <w:rPr>
      <w:rFonts w:cs="Arial"/>
      <w:szCs w:val="18"/>
    </w:rPr>
  </w:style>
  <w:style w:type="paragraph" w:customStyle="1" w:styleId="Level2">
    <w:name w:val="Level 2"/>
    <w:basedOn w:val="Normal"/>
    <w:rsid w:val="001F57F3"/>
    <w:pPr>
      <w:numPr>
        <w:ilvl w:val="1"/>
        <w:numId w:val="12"/>
      </w:numPr>
      <w:shd w:val="clear" w:color="auto" w:fill="FFFFFF"/>
      <w:spacing w:after="240"/>
      <w:ind w:right="0"/>
      <w:outlineLvl w:val="1"/>
    </w:pPr>
    <w:rPr>
      <w:rFonts w:cs="Arial"/>
      <w:szCs w:val="18"/>
    </w:rPr>
  </w:style>
  <w:style w:type="paragraph" w:customStyle="1" w:styleId="Level3">
    <w:name w:val="Level 3"/>
    <w:basedOn w:val="Normal"/>
    <w:rsid w:val="001F57F3"/>
    <w:pPr>
      <w:numPr>
        <w:ilvl w:val="2"/>
        <w:numId w:val="12"/>
      </w:numPr>
      <w:shd w:val="clear" w:color="auto" w:fill="FFFFFF"/>
      <w:spacing w:after="240"/>
      <w:ind w:right="0"/>
      <w:outlineLvl w:val="2"/>
    </w:pPr>
    <w:rPr>
      <w:rFonts w:cs="Arial"/>
      <w:szCs w:val="18"/>
    </w:rPr>
  </w:style>
  <w:style w:type="paragraph" w:customStyle="1" w:styleId="Level4">
    <w:name w:val="Level 4"/>
    <w:basedOn w:val="Normal"/>
    <w:rsid w:val="001F57F3"/>
    <w:pPr>
      <w:numPr>
        <w:ilvl w:val="3"/>
        <w:numId w:val="12"/>
      </w:numPr>
      <w:shd w:val="clear" w:color="auto" w:fill="FFFFFF"/>
      <w:spacing w:after="240"/>
      <w:ind w:right="0"/>
      <w:outlineLvl w:val="3"/>
    </w:pPr>
    <w:rPr>
      <w:rFonts w:cs="Arial"/>
      <w:szCs w:val="18"/>
    </w:rPr>
  </w:style>
  <w:style w:type="paragraph" w:customStyle="1" w:styleId="Level5">
    <w:name w:val="Level 5"/>
    <w:basedOn w:val="Normal"/>
    <w:rsid w:val="001F57F3"/>
    <w:pPr>
      <w:numPr>
        <w:ilvl w:val="4"/>
        <w:numId w:val="12"/>
      </w:numPr>
      <w:shd w:val="clear" w:color="auto" w:fill="FFFFFF"/>
      <w:spacing w:after="240"/>
      <w:ind w:right="0"/>
      <w:outlineLvl w:val="4"/>
    </w:pPr>
    <w:rPr>
      <w:rFonts w:cs="Arial"/>
      <w:szCs w:val="18"/>
    </w:rPr>
  </w:style>
  <w:style w:type="paragraph" w:customStyle="1" w:styleId="Level6">
    <w:name w:val="Level 6"/>
    <w:basedOn w:val="Normal"/>
    <w:rsid w:val="001F57F3"/>
    <w:pPr>
      <w:numPr>
        <w:ilvl w:val="5"/>
        <w:numId w:val="12"/>
      </w:numPr>
      <w:shd w:val="clear" w:color="auto" w:fill="FFFFFF"/>
      <w:spacing w:after="240"/>
      <w:ind w:right="0"/>
      <w:outlineLvl w:val="5"/>
    </w:pPr>
    <w:rPr>
      <w:rFonts w:cs="Arial"/>
      <w:szCs w:val="18"/>
    </w:rPr>
  </w:style>
  <w:style w:type="paragraph" w:customStyle="1" w:styleId="Level7">
    <w:name w:val="Level 7"/>
    <w:basedOn w:val="Normal"/>
    <w:rsid w:val="001F57F3"/>
    <w:pPr>
      <w:numPr>
        <w:ilvl w:val="6"/>
        <w:numId w:val="12"/>
      </w:numPr>
      <w:shd w:val="clear" w:color="auto" w:fill="FFFFFF"/>
      <w:spacing w:after="240"/>
      <w:ind w:right="0"/>
      <w:outlineLvl w:val="6"/>
    </w:pPr>
    <w:rPr>
      <w:rFonts w:cs="Arial"/>
      <w:szCs w:val="18"/>
    </w:rPr>
  </w:style>
  <w:style w:type="paragraph" w:customStyle="1" w:styleId="Level8">
    <w:name w:val="Level 8"/>
    <w:basedOn w:val="Normal"/>
    <w:rsid w:val="001F57F3"/>
    <w:pPr>
      <w:numPr>
        <w:ilvl w:val="7"/>
        <w:numId w:val="12"/>
      </w:numPr>
      <w:shd w:val="clear" w:color="auto" w:fill="FFFFFF"/>
      <w:spacing w:after="240"/>
      <w:ind w:right="0"/>
      <w:outlineLvl w:val="7"/>
    </w:pPr>
    <w:rPr>
      <w:rFonts w:cs="Arial"/>
      <w:szCs w:val="18"/>
    </w:rPr>
  </w:style>
  <w:style w:type="paragraph" w:customStyle="1" w:styleId="Level9">
    <w:name w:val="Level 9"/>
    <w:basedOn w:val="Normal"/>
    <w:rsid w:val="001F57F3"/>
    <w:pPr>
      <w:numPr>
        <w:ilvl w:val="8"/>
        <w:numId w:val="12"/>
      </w:numPr>
      <w:shd w:val="clear" w:color="auto" w:fill="FFFFFF"/>
      <w:spacing w:after="240"/>
      <w:ind w:right="0"/>
      <w:outlineLvl w:val="8"/>
    </w:pPr>
    <w:rPr>
      <w:rFonts w:cs="Arial"/>
      <w:szCs w:val="18"/>
    </w:rPr>
  </w:style>
  <w:style w:type="character" w:styleId="CommentReference">
    <w:name w:val="annotation reference"/>
    <w:rsid w:val="00E138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138E7"/>
    <w:rPr>
      <w:b/>
      <w:bCs/>
    </w:rPr>
  </w:style>
  <w:style w:type="character" w:customStyle="1" w:styleId="CommentTextChar">
    <w:name w:val="Comment Text Char"/>
    <w:link w:val="CommentText"/>
    <w:semiHidden/>
    <w:rsid w:val="00E138E7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E138E7"/>
    <w:rPr>
      <w:rFonts w:ascii="Myriad Roman" w:hAnsi="Myriad Roman"/>
    </w:rPr>
  </w:style>
  <w:style w:type="character" w:customStyle="1" w:styleId="Heading2Char">
    <w:name w:val="Heading 2 Char"/>
    <w:link w:val="Heading2"/>
    <w:rsid w:val="003863B2"/>
    <w:rPr>
      <w:rFonts w:ascii="Arial" w:hAnsi="Arial" w:cs="Arial"/>
      <w:b/>
      <w:bCs/>
      <w:i/>
      <w:iCs/>
      <w:sz w:val="28"/>
      <w:szCs w:val="28"/>
    </w:rPr>
  </w:style>
  <w:style w:type="character" w:customStyle="1" w:styleId="FooterChar">
    <w:name w:val="Footer Char"/>
    <w:link w:val="Footer"/>
    <w:uiPriority w:val="99"/>
    <w:rsid w:val="00567333"/>
    <w:rPr>
      <w:rFonts w:ascii="Myriad Roman" w:hAnsi="Myriad Roman"/>
      <w:szCs w:val="24"/>
    </w:rPr>
  </w:style>
  <w:style w:type="paragraph" w:styleId="Revision">
    <w:name w:val="Revision"/>
    <w:hidden/>
    <w:uiPriority w:val="99"/>
    <w:semiHidden/>
    <w:rsid w:val="00906F18"/>
    <w:rPr>
      <w:rFonts w:ascii="Myriad Roman" w:hAnsi="Myriad Roman"/>
      <w:szCs w:val="24"/>
    </w:rPr>
  </w:style>
  <w:style w:type="character" w:customStyle="1" w:styleId="UnresolvedMention1">
    <w:name w:val="Unresolved Mention1"/>
    <w:uiPriority w:val="99"/>
    <w:semiHidden/>
    <w:unhideWhenUsed/>
    <w:rsid w:val="005D19AB"/>
    <w:rPr>
      <w:color w:val="808080"/>
      <w:shd w:val="clear" w:color="auto" w:fill="E6E6E6"/>
    </w:rPr>
  </w:style>
  <w:style w:type="character" w:styleId="FollowedHyperlink">
    <w:name w:val="FollowedHyperlink"/>
    <w:rsid w:val="005D19AB"/>
    <w:rPr>
      <w:color w:val="954F72"/>
      <w:u w:val="single"/>
    </w:rPr>
  </w:style>
  <w:style w:type="character" w:customStyle="1" w:styleId="BodyTextChar">
    <w:name w:val="Body Text Char"/>
    <w:link w:val="BodyText"/>
    <w:rsid w:val="001E065E"/>
    <w:rPr>
      <w:rFonts w:ascii="Myriad Roman" w:hAnsi="Myriad Roman"/>
      <w:szCs w:val="24"/>
    </w:rPr>
  </w:style>
  <w:style w:type="paragraph" w:styleId="ListParagraph">
    <w:name w:val="List Paragraph"/>
    <w:basedOn w:val="Normal"/>
    <w:uiPriority w:val="34"/>
    <w:qFormat/>
    <w:rsid w:val="00241659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5E65CA"/>
    <w:rPr>
      <w:color w:val="2B579A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5F29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53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6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s/resource-library/" TargetMode="External"/><Relationship Id="rId18" Type="http://schemas.openxmlformats.org/officeDocument/2006/relationships/hyperlink" Target="https://ccof1.sharepoint.com/sites/365XCertStaff/Shared%20Documents/General/WIP%20Controlled%20Documents/IN%20PROCESS%20-%20QS%20docs/inbox@ccof.org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ccof-certification-services-program-manual/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faq/" TargetMode="External"/><Relationship Id="rId17" Type="http://schemas.openxmlformats.org/officeDocument/2006/relationships/hyperlink" Target="https://www.ccof.org/resource/r1-0-activities-checklist-for-retailers-restaurants/" TargetMode="External"/><Relationship Id="rId25" Type="http://schemas.openxmlformats.org/officeDocument/2006/relationships/hyperlink" Target="https://www.cdfa.ca.gov/is/organicprogram/registration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uide-livestock-producer-osp-forms" TargetMode="External"/><Relationship Id="rId20" Type="http://schemas.openxmlformats.org/officeDocument/2006/relationships/hyperlink" Target="https://organic.ams.usda.gov/integrity/" TargetMode="External"/><Relationship Id="rId29" Type="http://schemas.openxmlformats.org/officeDocument/2006/relationships/hyperlink" Target="https://www.ccof.org/resource/ccof-certification-services-program-manua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ccof.org/resource/certification-transfer-form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uide-handler-osp-forms" TargetMode="External"/><Relationship Id="rId23" Type="http://schemas.openxmlformats.org/officeDocument/2006/relationships/hyperlink" Target="https://www.ccof.org/resource/expedited-certification-program" TargetMode="External"/><Relationship Id="rId28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http://www.ccof.org/resources/member-directory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uide-grower-osp-forms" TargetMode="External"/><Relationship Id="rId22" Type="http://schemas.openxmlformats.org/officeDocument/2006/relationships/hyperlink" Target="https://organic.ams.usda.gov/integrity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Sarah Reed [She Her Hers]</DisplayName>
        <AccountId>67</AccountId>
        <AccountType/>
      </UserInfo>
      <UserInfo>
        <DisplayName>Jenya T. Beachy</DisplayName>
        <AccountId>477</AccountId>
        <AccountType/>
      </UserInfo>
      <UserInfo>
        <DisplayName>Renee McKeon</DisplayName>
        <AccountId>14</AccountId>
        <AccountType/>
      </UserInfo>
      <UserInfo>
        <DisplayName>Dave Apple</DisplayName>
        <AccountId>22</AccountId>
        <AccountType/>
      </UserInfo>
      <UserInfo>
        <DisplayName>Rebecca Silver</DisplayName>
        <AccountId>32</AccountId>
        <AccountType/>
      </UserInfo>
      <UserInfo>
        <DisplayName>Gamai Gregory</DisplayName>
        <AccountId>42</AccountId>
        <AccountType/>
      </UserInfo>
      <UserInfo>
        <DisplayName>Renee Delaney [She Her Hers]</DisplayName>
        <AccountId>21</AccountId>
        <AccountType/>
      </UserInfo>
      <UserInfo>
        <DisplayName>Annie Testin</DisplayName>
        <AccountId>65</AccountId>
        <AccountType/>
      </UserInfo>
      <UserInfo>
        <DisplayName>Jamie Carr</DisplayName>
        <AccountId>48</AccountId>
        <AccountType/>
      </UserInfo>
      <UserInfo>
        <DisplayName>Ellie Downing Whisner [She Her Hers]</DisplayName>
        <AccountId>80</AccountId>
        <AccountType/>
      </UserInfo>
      <UserInfo>
        <DisplayName>Janna Schmidt [She Her Hers]</DisplayName>
        <AccountId>47</AccountId>
        <AccountType/>
      </UserInfo>
      <UserInfo>
        <DisplayName>Sarah Ory [She Her Hers]</DisplayName>
        <AccountId>102</AccountId>
        <AccountType/>
      </UserInfo>
      <UserInfo>
        <DisplayName>Jessie Nichols [She Her Hers]</DisplayName>
        <AccountId>27</AccountId>
        <AccountType/>
      </UserInfo>
      <UserInfo>
        <DisplayName>Katie Peck [She Her Hers]</DisplayName>
        <AccountId>64</AccountId>
        <AccountType/>
      </UserInfo>
      <UserInfo>
        <DisplayName>Patrick Arndt [He Him His]</DisplayName>
        <AccountId>18</AccountId>
        <AccountType/>
      </UserInfo>
      <UserInfo>
        <DisplayName>Aerin Martin [She Her Hers]</DisplayName>
        <AccountId>45</AccountId>
        <AccountType/>
      </UserInfo>
      <UserInfo>
        <DisplayName>Zelda Stoltzfus [She Her Hers]</DisplayName>
        <AccountId>91</AccountId>
        <AccountType/>
      </UserInfo>
      <UserInfo>
        <DisplayName>Leslie Claypool [She Her Hers]</DisplayName>
        <AccountId>62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92BCCE-649D-4ACC-9D08-808EFDCB9717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5DE535A0-8AD7-40D0-9224-9D79EF6C4977}"/>
</file>

<file path=customXml/itemProps3.xml><?xml version="1.0" encoding="utf-8"?>
<ds:datastoreItem xmlns:ds="http://schemas.openxmlformats.org/officeDocument/2006/customXml" ds:itemID="{E9816C28-6E68-4190-9921-AA67634C1B7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340CD36-C8E7-477F-A0DB-C4CAD119E7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3BC298-15D7-483D-85B4-8D5F2B874D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1335</TotalTime>
  <Pages>4</Pages>
  <Words>2987</Words>
  <Characters>16404</Characters>
  <Application>Microsoft Office Word</Application>
  <DocSecurity>0</DocSecurity>
  <Lines>410</Lines>
  <Paragraphs>372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CCOF Certification Contract</vt:lpstr>
    </vt:vector>
  </TitlesOfParts>
  <Company>Dell Computer Corporation</Company>
  <LinksUpToDate>false</LinksUpToDate>
  <CharactersWithSpaces>19019</CharactersWithSpaces>
  <SharedDoc>false</SharedDoc>
  <HLinks>
    <vt:vector size="138" baseType="variant">
      <vt:variant>
        <vt:i4>917568</vt:i4>
      </vt:variant>
      <vt:variant>
        <vt:i4>354</vt:i4>
      </vt:variant>
      <vt:variant>
        <vt:i4>0</vt:i4>
      </vt:variant>
      <vt:variant>
        <vt:i4>5</vt:i4>
      </vt:variant>
      <vt:variant>
        <vt:lpwstr>https://www.ccof.org/resource/ccof-certification-services-program-manual</vt:lpwstr>
      </vt:variant>
      <vt:variant>
        <vt:lpwstr/>
      </vt:variant>
      <vt:variant>
        <vt:i4>7733362</vt:i4>
      </vt:variant>
      <vt:variant>
        <vt:i4>345</vt:i4>
      </vt:variant>
      <vt:variant>
        <vt:i4>0</vt:i4>
      </vt:variant>
      <vt:variant>
        <vt:i4>5</vt:i4>
      </vt:variant>
      <vt:variant>
        <vt:lpwstr>https://www.cdfa.ca.gov/is/organicprogram/registration.html</vt:lpwstr>
      </vt:variant>
      <vt:variant>
        <vt:lpwstr/>
      </vt:variant>
      <vt:variant>
        <vt:i4>4390932</vt:i4>
      </vt:variant>
      <vt:variant>
        <vt:i4>294</vt:i4>
      </vt:variant>
      <vt:variant>
        <vt:i4>0</vt:i4>
      </vt:variant>
      <vt:variant>
        <vt:i4>5</vt:i4>
      </vt:variant>
      <vt:variant>
        <vt:lpwstr>https://www.ccof.org/resource/certification-transfer-form</vt:lpwstr>
      </vt:variant>
      <vt:variant>
        <vt:lpwstr/>
      </vt:variant>
      <vt:variant>
        <vt:i4>1507417</vt:i4>
      </vt:variant>
      <vt:variant>
        <vt:i4>285</vt:i4>
      </vt:variant>
      <vt:variant>
        <vt:i4>0</vt:i4>
      </vt:variant>
      <vt:variant>
        <vt:i4>5</vt:i4>
      </vt:variant>
      <vt:variant>
        <vt:lpwstr>https://www.ccof.org/resource/expedited-certification-program</vt:lpwstr>
      </vt:variant>
      <vt:variant>
        <vt:lpwstr/>
      </vt:variant>
      <vt:variant>
        <vt:i4>7274533</vt:i4>
      </vt:variant>
      <vt:variant>
        <vt:i4>177</vt:i4>
      </vt:variant>
      <vt:variant>
        <vt:i4>0</vt:i4>
      </vt:variant>
      <vt:variant>
        <vt:i4>5</vt:i4>
      </vt:variant>
      <vt:variant>
        <vt:lpwstr>https://organic.ams.usda.gov/integrity/</vt:lpwstr>
      </vt:variant>
      <vt:variant>
        <vt:lpwstr/>
      </vt:variant>
      <vt:variant>
        <vt:i4>917568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https://www.ccof.org/resource/ccof-certification-services-program-manual/</vt:lpwstr>
      </vt:variant>
      <vt:variant>
        <vt:lpwstr/>
      </vt:variant>
      <vt:variant>
        <vt:i4>7274533</vt:i4>
      </vt:variant>
      <vt:variant>
        <vt:i4>45</vt:i4>
      </vt:variant>
      <vt:variant>
        <vt:i4>0</vt:i4>
      </vt:variant>
      <vt:variant>
        <vt:i4>5</vt:i4>
      </vt:variant>
      <vt:variant>
        <vt:lpwstr>https://organic.ams.usda.gov/integrity/</vt:lpwstr>
      </vt:variant>
      <vt:variant>
        <vt:lpwstr/>
      </vt:variant>
      <vt:variant>
        <vt:i4>7340155</vt:i4>
      </vt:variant>
      <vt:variant>
        <vt:i4>42</vt:i4>
      </vt:variant>
      <vt:variant>
        <vt:i4>0</vt:i4>
      </vt:variant>
      <vt:variant>
        <vt:i4>5</vt:i4>
      </vt:variant>
      <vt:variant>
        <vt:lpwstr>http://www.ccof.org/resources/member-directory/</vt:lpwstr>
      </vt:variant>
      <vt:variant>
        <vt:lpwstr/>
      </vt:variant>
      <vt:variant>
        <vt:i4>1507435</vt:i4>
      </vt:variant>
      <vt:variant>
        <vt:i4>36</vt:i4>
      </vt:variant>
      <vt:variant>
        <vt:i4>0</vt:i4>
      </vt:variant>
      <vt:variant>
        <vt:i4>5</vt:i4>
      </vt:variant>
      <vt:variant>
        <vt:lpwstr>https://ccof1.sharepoint.com/sites/365XCertStaff/Shared Documents/General/WIP Controlled Documents/IN PROCESS - QS docs/inbox@ccof.org</vt:lpwstr>
      </vt:variant>
      <vt:variant>
        <vt:lpwstr/>
      </vt:variant>
      <vt:variant>
        <vt:i4>3211323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https://www.ccof.org/resource/r1-0-activities-checklist-for-retailers-restaurants/</vt:lpwstr>
      </vt:variant>
      <vt:variant>
        <vt:lpwstr/>
      </vt:variant>
      <vt:variant>
        <vt:i4>524378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https://www.ccof.org/resource/guide-livestock-producer-osp-forms</vt:lpwstr>
      </vt:variant>
      <vt:variant>
        <vt:lpwstr/>
      </vt:variant>
      <vt:variant>
        <vt:i4>5242970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https://www.ccof.org/resource/guide-handler-osp-forms</vt:lpwstr>
      </vt:variant>
      <vt:variant>
        <vt:lpwstr/>
      </vt:variant>
      <vt:variant>
        <vt:i4>5111893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https://www.ccof.org/resource/guide-grower-osp-forms</vt:lpwstr>
      </vt:variant>
      <vt:variant>
        <vt:lpwstr/>
      </vt:variant>
      <vt:variant>
        <vt:i4>6094854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https://www.ccof.org/resources/resource-library/</vt:lpwstr>
      </vt:variant>
      <vt:variant>
        <vt:lpwstr/>
      </vt:variant>
      <vt:variant>
        <vt:i4>5374046</vt:i4>
      </vt:variant>
      <vt:variant>
        <vt:i4>3</vt:i4>
      </vt:variant>
      <vt:variant>
        <vt:i4>0</vt:i4>
      </vt:variant>
      <vt:variant>
        <vt:i4>5</vt:i4>
      </vt:variant>
      <vt:variant>
        <vt:lpwstr>https://www.ccof.org/faq/</vt:lpwstr>
      </vt:variant>
      <vt:variant>
        <vt:lpwstr/>
      </vt:variant>
      <vt:variant>
        <vt:i4>5963872</vt:i4>
      </vt:variant>
      <vt:variant>
        <vt:i4>21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4063237</vt:i4>
      </vt:variant>
      <vt:variant>
        <vt:i4>18</vt:i4>
      </vt:variant>
      <vt:variant>
        <vt:i4>0</vt:i4>
      </vt:variant>
      <vt:variant>
        <vt:i4>5</vt:i4>
      </vt:variant>
      <vt:variant>
        <vt:lpwstr>https://ccof1.sharepoint.com/sites/365XCertStaff/Shared Documents/General/WIP Controlled Documents/IN PROCESS - QS docs/01 Drafts - New or In Progress/New App Contracts_SoB/DRAFT CCOF Business Change Contract NOPB86-Sarah R-3.15.24.docx?web=1</vt:lpwstr>
      </vt:variant>
      <vt:variant>
        <vt:lpwstr/>
      </vt:variant>
      <vt:variant>
        <vt:i4>5046393</vt:i4>
      </vt:variant>
      <vt:variant>
        <vt:i4>15</vt:i4>
      </vt:variant>
      <vt:variant>
        <vt:i4>0</vt:i4>
      </vt:variant>
      <vt:variant>
        <vt:i4>5</vt:i4>
      </vt:variant>
      <vt:variant>
        <vt:lpwstr>mailto:april@ccof.org</vt:lpwstr>
      </vt:variant>
      <vt:variant>
        <vt:lpwstr/>
      </vt:variant>
      <vt:variant>
        <vt:i4>5046393</vt:i4>
      </vt:variant>
      <vt:variant>
        <vt:i4>12</vt:i4>
      </vt:variant>
      <vt:variant>
        <vt:i4>0</vt:i4>
      </vt:variant>
      <vt:variant>
        <vt:i4>5</vt:i4>
      </vt:variant>
      <vt:variant>
        <vt:lpwstr>mailto:april@ccof.org</vt:lpwstr>
      </vt:variant>
      <vt:variant>
        <vt:lpwstr/>
      </vt:variant>
      <vt:variant>
        <vt:i4>5963872</vt:i4>
      </vt:variant>
      <vt:variant>
        <vt:i4>9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4915296</vt:i4>
      </vt:variant>
      <vt:variant>
        <vt:i4>6</vt:i4>
      </vt:variant>
      <vt:variant>
        <vt:i4>0</vt:i4>
      </vt:variant>
      <vt:variant>
        <vt:i4>5</vt:i4>
      </vt:variant>
      <vt:variant>
        <vt:lpwstr>mailto:renee@ccof.org</vt:lpwstr>
      </vt:variant>
      <vt:variant>
        <vt:lpwstr/>
      </vt:variant>
      <vt:variant>
        <vt:i4>4915313</vt:i4>
      </vt:variant>
      <vt:variant>
        <vt:i4>3</vt:i4>
      </vt:variant>
      <vt:variant>
        <vt:i4>0</vt:i4>
      </vt:variant>
      <vt:variant>
        <vt:i4>5</vt:i4>
      </vt:variant>
      <vt:variant>
        <vt:lpwstr>mailto:jcarr@ccof.org</vt:lpwstr>
      </vt:variant>
      <vt:variant>
        <vt:lpwstr/>
      </vt:variant>
      <vt:variant>
        <vt:i4>5963872</vt:i4>
      </vt:variant>
      <vt:variant>
        <vt:i4>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CCOF Certification Contract</dc:title>
  <dc:subject/>
  <dc:creator>Ray</dc:creator>
  <cp:keywords/>
  <cp:lastModifiedBy>Kristin Matulka</cp:lastModifiedBy>
  <cp:revision>301</cp:revision>
  <cp:lastPrinted>2019-03-21T21:45:00Z</cp:lastPrinted>
  <dcterms:created xsi:type="dcterms:W3CDTF">2025-03-19T17:19:00Z</dcterms:created>
  <dcterms:modified xsi:type="dcterms:W3CDTF">2025-09-30T16:32:00Z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t7kx">
    <vt:lpwstr/>
  </property>
  <property fmtid="{D5CDD505-2E9C-101B-9397-08002B2CF9AE}" pid="4" name="_ip_UnifiedCompliancePolicyUIAction">
    <vt:lpwstr/>
  </property>
  <property fmtid="{D5CDD505-2E9C-101B-9397-08002B2CF9AE}" pid="5" name="_ip_UnifiedCompliancePolicyProperties">
    <vt:lpwstr/>
  </property>
  <property fmtid="{D5CDD505-2E9C-101B-9397-08002B2CF9AE}" pid="6" name="Sign-off status">
    <vt:lpwstr/>
  </property>
  <property fmtid="{D5CDD505-2E9C-101B-9397-08002B2CF9AE}" pid="7" name="display_urn:schemas-microsoft-com:office:office#Editor">
    <vt:lpwstr>Gamai Gregory</vt:lpwstr>
  </property>
  <property fmtid="{D5CDD505-2E9C-101B-9397-08002B2CF9AE}" pid="8" name="display_urn:schemas-microsoft-com:office:office#Author">
    <vt:lpwstr>Krista Wanser</vt:lpwstr>
  </property>
  <property fmtid="{D5CDD505-2E9C-101B-9397-08002B2CF9AE}" pid="9" name="ContentTypeId">
    <vt:lpwstr>0x010100ACBC70D29333B540B9741A7B319F3CB2</vt:lpwstr>
  </property>
  <property fmtid="{D5CDD505-2E9C-101B-9397-08002B2CF9AE}" pid="10" name="MediaServiceImageTags">
    <vt:lpwstr/>
  </property>
  <property fmtid="{D5CDD505-2E9C-101B-9397-08002B2CF9AE}" pid="11" name="GrammarlyDocumentId">
    <vt:lpwstr>cdb4f1425a6bc12c71d20799450f244ba538c3e4a1c256c89fb5bebeddd000fe</vt:lpwstr>
  </property>
</Properties>
</file>